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・北海道深川市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時：2018年1</w:t>
      </w:r>
      <w:r w:rsidR="006D7DA5" w:rsidRPr="00F52763">
        <w:rPr>
          <w:rFonts w:ascii="Meiryo UI" w:eastAsia="Meiryo UI" w:hAnsi="Meiryo UI"/>
          <w:sz w:val="22"/>
          <w:szCs w:val="22"/>
        </w:rPr>
        <w:t>1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BB5FFF">
        <w:rPr>
          <w:rFonts w:ascii="Meiryo UI" w:eastAsia="Meiryo UI" w:hAnsi="Meiryo UI" w:hint="eastAsia"/>
          <w:sz w:val="22"/>
          <w:szCs w:val="22"/>
        </w:rPr>
        <w:t>22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BB5FFF">
        <w:rPr>
          <w:rFonts w:ascii="Meiryo UI" w:eastAsia="Meiryo UI" w:hAnsi="Meiryo UI" w:hint="eastAsia"/>
          <w:sz w:val="22"/>
          <w:szCs w:val="22"/>
        </w:rPr>
        <w:t>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F52763">
        <w:rPr>
          <w:rFonts w:ascii="Meiryo UI" w:eastAsia="Meiryo UI" w:hAnsi="Meiryo UI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:00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BB5FFF">
        <w:rPr>
          <w:rFonts w:ascii="Meiryo UI" w:eastAsia="Meiryo UI" w:hAnsi="Meiryo UI"/>
          <w:sz w:val="22"/>
          <w:szCs w:val="22"/>
        </w:rPr>
        <w:t>4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:00</w:t>
      </w: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5F75B4">
        <w:rPr>
          <w:rFonts w:ascii="Meiryo UI" w:eastAsia="Meiryo UI" w:hAnsi="Meiryo UI" w:hint="eastAsia"/>
          <w:sz w:val="22"/>
          <w:szCs w:val="22"/>
        </w:rPr>
        <w:t>深川市役所</w:t>
      </w:r>
      <w:r w:rsidR="000652F1">
        <w:rPr>
          <w:rFonts w:ascii="Meiryo UI" w:eastAsia="Meiryo UI" w:hAnsi="Meiryo UI" w:hint="eastAsia"/>
          <w:sz w:val="22"/>
          <w:szCs w:val="22"/>
        </w:rPr>
        <w:t xml:space="preserve">　会議室</w:t>
      </w:r>
    </w:p>
    <w:p w:rsidR="0041296B" w:rsidRPr="005F75B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0652F1" w:rsidRPr="00E726AD" w:rsidRDefault="000652F1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3030C2">
      <w:pPr>
        <w:pStyle w:val="a3"/>
        <w:spacing w:line="0" w:lineRule="atLeast"/>
        <w:ind w:firstLineChars="50" w:firstLine="110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  <w:r w:rsidR="00EB4E53">
        <w:rPr>
          <w:rFonts w:ascii="Meiryo UI" w:eastAsia="Meiryo UI" w:hAnsi="Meiryo UI" w:hint="eastAsia"/>
          <w:b/>
          <w:sz w:val="22"/>
          <w:szCs w:val="22"/>
        </w:rPr>
        <w:t xml:space="preserve">　　　　　　            </w:t>
      </w:r>
      <w:r w:rsidR="00EB4E53">
        <w:rPr>
          <w:rFonts w:ascii="Meiryo UI" w:eastAsia="Meiryo UI" w:hAnsi="Meiryo UI"/>
          <w:b/>
          <w:sz w:val="22"/>
          <w:szCs w:val="22"/>
        </w:rPr>
        <w:t xml:space="preserve">               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402"/>
        <w:gridCol w:w="4536"/>
      </w:tblGrid>
      <w:tr w:rsidR="00F52763" w:rsidRPr="00F52763" w:rsidTr="00280C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402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53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7B7DCB">
        <w:trPr>
          <w:trHeight w:val="422"/>
        </w:trPr>
        <w:tc>
          <w:tcPr>
            <w:tcW w:w="1126" w:type="dxa"/>
            <w:vAlign w:val="center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  <w:vAlign w:val="center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536" w:type="dxa"/>
            <w:vAlign w:val="center"/>
          </w:tcPr>
          <w:p w:rsidR="00F52763" w:rsidRPr="00F52763" w:rsidRDefault="000652F1" w:rsidP="00EB4E53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652F1">
              <w:rPr>
                <w:rFonts w:ascii="Meiryo UI" w:eastAsia="Meiryo UI" w:hAnsi="Meiryo UI" w:cs="Meiryo UI" w:hint="eastAsia"/>
                <w:sz w:val="19"/>
                <w:szCs w:val="19"/>
              </w:rPr>
              <w:t>深川市　企画総務部長　吉村　理明</w:t>
            </w:r>
          </w:p>
        </w:tc>
      </w:tr>
      <w:tr w:rsidR="00F52763" w:rsidRPr="00F52763" w:rsidTr="007B7DCB">
        <w:trPr>
          <w:trHeight w:val="384"/>
        </w:trPr>
        <w:tc>
          <w:tcPr>
            <w:tcW w:w="1126" w:type="dxa"/>
            <w:vAlign w:val="center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52763" w:rsidRPr="00F52763" w:rsidRDefault="00F52763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52763" w:rsidRPr="00F52763" w:rsidRDefault="000652F1" w:rsidP="000652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講師紹介</w:t>
            </w:r>
            <w:r w:rsidR="005F75B4">
              <w:rPr>
                <w:rFonts w:ascii="Meiryo UI" w:eastAsia="Meiryo UI" w:hAnsi="Meiryo UI" w:cs="Meiryo UI" w:hint="eastAsia"/>
                <w:sz w:val="20"/>
                <w:szCs w:val="20"/>
              </w:rPr>
              <w:t>・受講者自己紹介</w:t>
            </w:r>
          </w:p>
        </w:tc>
        <w:tc>
          <w:tcPr>
            <w:tcW w:w="4536" w:type="dxa"/>
            <w:vAlign w:val="center"/>
          </w:tcPr>
          <w:p w:rsidR="002A5B42" w:rsidRPr="00F52763" w:rsidRDefault="002A5B42" w:rsidP="0084014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52763" w:rsidRPr="00F52763" w:rsidTr="007B7DCB">
        <w:trPr>
          <w:trHeight w:val="786"/>
        </w:trPr>
        <w:tc>
          <w:tcPr>
            <w:tcW w:w="1126" w:type="dxa"/>
            <w:vAlign w:val="center"/>
          </w:tcPr>
          <w:p w:rsidR="00F52763" w:rsidRPr="00F52763" w:rsidRDefault="002A74AA" w:rsidP="000652F1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</w:t>
            </w:r>
            <w:r w:rsidR="000652F1"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  <w:vAlign w:val="center"/>
          </w:tcPr>
          <w:p w:rsidR="00F52763" w:rsidRPr="00F52763" w:rsidRDefault="000652F1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402" w:type="dxa"/>
            <w:vAlign w:val="center"/>
          </w:tcPr>
          <w:p w:rsidR="00CD658E" w:rsidRDefault="00CD658E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F52763" w:rsidRPr="00CD658E" w:rsidRDefault="00F52763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="0099181F"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536" w:type="dxa"/>
            <w:vAlign w:val="center"/>
          </w:tcPr>
          <w:p w:rsidR="0099181F" w:rsidRPr="002A74AA" w:rsidRDefault="0099181F" w:rsidP="0099181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室蘭市 経済部　観光課 課長</w:t>
            </w:r>
          </w:p>
          <w:p w:rsidR="001F41A7" w:rsidRPr="0099181F" w:rsidRDefault="0099181F" w:rsidP="001F41A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丸田　之人</w:t>
            </w:r>
          </w:p>
        </w:tc>
      </w:tr>
      <w:tr w:rsidR="00F52763" w:rsidRPr="00F52763" w:rsidTr="007B7DCB">
        <w:trPr>
          <w:trHeight w:val="1055"/>
        </w:trPr>
        <w:tc>
          <w:tcPr>
            <w:tcW w:w="1126" w:type="dxa"/>
            <w:vAlign w:val="center"/>
          </w:tcPr>
          <w:p w:rsidR="00F52763" w:rsidRPr="00F52763" w:rsidRDefault="00F52763" w:rsidP="00215CC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215CCD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215CCD">
              <w:rPr>
                <w:rFonts w:ascii="Meiryo UI" w:eastAsia="Meiryo UI" w:hAnsi="Meiryo UI" w:cs="Meiryo UI"/>
                <w:sz w:val="20"/>
                <w:szCs w:val="20"/>
              </w:rPr>
              <w:t>55</w:t>
            </w:r>
          </w:p>
        </w:tc>
        <w:tc>
          <w:tcPr>
            <w:tcW w:w="851" w:type="dxa"/>
            <w:vAlign w:val="center"/>
          </w:tcPr>
          <w:p w:rsidR="00F52763" w:rsidRPr="00F52763" w:rsidRDefault="0099181F" w:rsidP="00CD658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</w:t>
            </w:r>
            <w:r w:rsidR="00CD658E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C241D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CD658E" w:rsidRDefault="00CD658E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F52763" w:rsidRPr="00CD658E" w:rsidRDefault="00CD658E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北海道の</w:t>
            </w:r>
            <w:r w:rsidR="00F52763" w:rsidRPr="00CD658E">
              <w:rPr>
                <w:rFonts w:ascii="Meiryo UI" w:eastAsia="Meiryo UI" w:hAnsi="Meiryo UI" w:cs="Meiryo UI"/>
                <w:sz w:val="20"/>
                <w:szCs w:val="20"/>
              </w:rPr>
              <w:t>官民データ</w:t>
            </w:r>
            <w:r w:rsidR="00700A96"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活用</w:t>
            </w:r>
            <w:r w:rsidR="00F52763" w:rsidRPr="00CD658E">
              <w:rPr>
                <w:rFonts w:ascii="Meiryo UI" w:eastAsia="Meiryo UI" w:hAnsi="Meiryo UI" w:cs="Meiryo UI"/>
                <w:sz w:val="20"/>
                <w:szCs w:val="20"/>
              </w:rPr>
              <w:t>推進計画</w:t>
            </w:r>
          </w:p>
          <w:p w:rsidR="001B2FC5" w:rsidRPr="00CD658E" w:rsidRDefault="00CD658E" w:rsidP="001B2FC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北海道オープンデータポータルの紹介</w:t>
            </w:r>
            <w:r w:rsidR="00280C7F">
              <w:rPr>
                <w:rFonts w:ascii="Meiryo UI" w:eastAsia="Meiryo UI" w:hAnsi="Meiryo UI" w:cs="Meiryo UI" w:hint="eastAsia"/>
                <w:sz w:val="20"/>
                <w:szCs w:val="20"/>
              </w:rPr>
              <w:t>等</w:t>
            </w:r>
          </w:p>
        </w:tc>
        <w:tc>
          <w:tcPr>
            <w:tcW w:w="4536" w:type="dxa"/>
            <w:vAlign w:val="center"/>
          </w:tcPr>
          <w:p w:rsidR="00AE7D0B" w:rsidRPr="00A846F7" w:rsidRDefault="00A846F7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A846F7">
              <w:rPr>
                <w:rFonts w:ascii="Meiryo UI" w:eastAsia="Meiryo UI" w:hAnsi="Meiryo UI" w:cs="Meiryo UI" w:hint="eastAsia"/>
                <w:sz w:val="19"/>
                <w:szCs w:val="19"/>
              </w:rPr>
              <w:t>北海道 総合政策部 情報統計局 情報政策課 主査</w:t>
            </w:r>
          </w:p>
          <w:p w:rsidR="00F52763" w:rsidRPr="00F52763" w:rsidRDefault="00A846F7" w:rsidP="00EB4E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846F7">
              <w:rPr>
                <w:rFonts w:ascii="Meiryo UI" w:eastAsia="Meiryo UI" w:hAnsi="Meiryo UI" w:cs="Meiryo UI" w:hint="eastAsia"/>
                <w:sz w:val="20"/>
                <w:szCs w:val="20"/>
              </w:rPr>
              <w:t>喜多　耕一</w:t>
            </w:r>
          </w:p>
        </w:tc>
      </w:tr>
      <w:tr w:rsidR="00F52763" w:rsidRPr="00F52763" w:rsidTr="007B7DCB">
        <w:trPr>
          <w:trHeight w:val="687"/>
        </w:trPr>
        <w:tc>
          <w:tcPr>
            <w:tcW w:w="1126" w:type="dxa"/>
            <w:vAlign w:val="center"/>
          </w:tcPr>
          <w:p w:rsidR="00F52763" w:rsidRPr="00F52763" w:rsidRDefault="002A74AA" w:rsidP="001F41A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1F41A7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52763" w:rsidRPr="00F52763" w:rsidRDefault="001F41A7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40</w:t>
            </w:r>
            <w:r w:rsidR="00C241D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F52763" w:rsidRDefault="001B2FC5" w:rsidP="001B2FC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1B2FC5" w:rsidRPr="001B2FC5" w:rsidRDefault="001B2FC5" w:rsidP="001B2FC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536" w:type="dxa"/>
            <w:vAlign w:val="center"/>
          </w:tcPr>
          <w:p w:rsidR="00215CCD" w:rsidRDefault="00215CCD" w:rsidP="00215CC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F52763" w:rsidRPr="00F52763" w:rsidRDefault="00215CCD" w:rsidP="00215CC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水谷　晃絵</w:t>
            </w:r>
          </w:p>
        </w:tc>
      </w:tr>
      <w:tr w:rsidR="002A74AA" w:rsidRPr="00F52763" w:rsidTr="007B7DCB">
        <w:trPr>
          <w:trHeight w:val="414"/>
        </w:trPr>
        <w:tc>
          <w:tcPr>
            <w:tcW w:w="1126" w:type="dxa"/>
            <w:vAlign w:val="center"/>
          </w:tcPr>
          <w:p w:rsidR="002A74AA" w:rsidRDefault="002A74AA" w:rsidP="002A74A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A74AA" w:rsidRDefault="00215CCD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402" w:type="dxa"/>
            <w:vAlign w:val="center"/>
          </w:tcPr>
          <w:p w:rsidR="002A74AA" w:rsidRPr="001B2FC5" w:rsidRDefault="001B2FC5" w:rsidP="001B2FC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ディスカッションの流れについて</w:t>
            </w:r>
          </w:p>
        </w:tc>
        <w:tc>
          <w:tcPr>
            <w:tcW w:w="4536" w:type="dxa"/>
            <w:vAlign w:val="center"/>
          </w:tcPr>
          <w:p w:rsidR="00215CCD" w:rsidRPr="002A74AA" w:rsidRDefault="00215CCD" w:rsidP="00EB4E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7B7DCB">
        <w:trPr>
          <w:trHeight w:val="420"/>
        </w:trPr>
        <w:tc>
          <w:tcPr>
            <w:tcW w:w="1126" w:type="dxa"/>
            <w:shd w:val="clear" w:color="auto" w:fill="DEEAF6" w:themeFill="accent1" w:themeFillTint="33"/>
            <w:vAlign w:val="center"/>
          </w:tcPr>
          <w:p w:rsidR="002A74AA" w:rsidRPr="00F52763" w:rsidRDefault="002A74AA" w:rsidP="001B2FC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1B2FC5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1B2FC5">
              <w:rPr>
                <w:rFonts w:ascii="Meiryo UI" w:eastAsia="Meiryo UI" w:hAnsi="Meiryo UI" w:cs="Meiryo UI"/>
                <w:sz w:val="20"/>
                <w:szCs w:val="20"/>
              </w:rPr>
              <w:t>00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2A74AA" w:rsidRPr="00F52763" w:rsidRDefault="00136961" w:rsidP="0013696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938" w:type="dxa"/>
            <w:gridSpan w:val="2"/>
            <w:shd w:val="clear" w:color="auto" w:fill="DEEAF6" w:themeFill="accent1" w:themeFillTint="33"/>
            <w:vAlign w:val="center"/>
          </w:tcPr>
          <w:p w:rsidR="00215CCD" w:rsidRPr="00F52763" w:rsidRDefault="002A74AA" w:rsidP="00E050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昼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休憩＞</w:t>
            </w:r>
          </w:p>
        </w:tc>
      </w:tr>
      <w:tr w:rsidR="002A74AA" w:rsidRPr="00F52763" w:rsidTr="007B7DCB">
        <w:trPr>
          <w:trHeight w:val="2539"/>
        </w:trPr>
        <w:tc>
          <w:tcPr>
            <w:tcW w:w="1126" w:type="dxa"/>
            <w:vAlign w:val="center"/>
          </w:tcPr>
          <w:p w:rsidR="002A74AA" w:rsidRPr="00F52763" w:rsidRDefault="002A74AA" w:rsidP="00A1790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A1790E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A1790E">
              <w:rPr>
                <w:rFonts w:ascii="Meiryo UI" w:eastAsia="Meiryo UI" w:hAnsi="Meiryo UI" w:cs="Meiryo UI" w:hint="eastAsia"/>
                <w:sz w:val="20"/>
                <w:szCs w:val="20"/>
              </w:rPr>
              <w:t>00</w:t>
            </w:r>
          </w:p>
        </w:tc>
        <w:tc>
          <w:tcPr>
            <w:tcW w:w="851" w:type="dxa"/>
            <w:vAlign w:val="center"/>
          </w:tcPr>
          <w:p w:rsidR="002A74AA" w:rsidRPr="00F52763" w:rsidRDefault="00D0612D" w:rsidP="00D0612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083F4C" w:rsidRDefault="00A1790E" w:rsidP="00A1790E">
            <w:pPr>
              <w:spacing w:line="300" w:lineRule="exact"/>
              <w:ind w:left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B  </w:t>
            </w:r>
            <w:r w:rsidR="00083F4C"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</w:p>
          <w:p w:rsidR="002A74AA" w:rsidRPr="00A1790E" w:rsidRDefault="00083F4C" w:rsidP="00083F4C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</w:t>
            </w:r>
            <w:r w:rsidR="00A1790E">
              <w:rPr>
                <w:rFonts w:ascii="Meiryo UI" w:eastAsia="Meiryo UI" w:hAnsi="Meiryo UI" w:cs="Meiryo UI" w:hint="eastAsia"/>
                <w:sz w:val="20"/>
                <w:szCs w:val="20"/>
              </w:rPr>
              <w:t>ディスカッション</w:t>
            </w:r>
          </w:p>
        </w:tc>
        <w:tc>
          <w:tcPr>
            <w:tcW w:w="4536" w:type="dxa"/>
            <w:vAlign w:val="center"/>
          </w:tcPr>
          <w:p w:rsidR="00E1613E" w:rsidRPr="002A74AA" w:rsidRDefault="00E1613E" w:rsidP="00E161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森町 総務課 情報管理係 係長</w:t>
            </w:r>
          </w:p>
          <w:p w:rsidR="00E1613E" w:rsidRDefault="00E1613E" w:rsidP="00E161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山形　巧哉</w:t>
            </w:r>
          </w:p>
          <w:p w:rsidR="002A74AA" w:rsidRDefault="002A74AA" w:rsidP="00037F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1F41A7" w:rsidRDefault="001F41A7" w:rsidP="00A1790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A1790E" w:rsidRDefault="00A1790E" w:rsidP="00A1790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ポイントアドバイス</w:t>
            </w:r>
          </w:p>
          <w:p w:rsidR="00A1790E" w:rsidRPr="002A74AA" w:rsidRDefault="00A1790E" w:rsidP="00A1790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室蘭市 経済部　観光課 課長</w:t>
            </w:r>
          </w:p>
          <w:p w:rsidR="00A1790E" w:rsidRPr="00F52763" w:rsidRDefault="00A1790E" w:rsidP="001C4AF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丸田　之人</w:t>
            </w:r>
          </w:p>
        </w:tc>
      </w:tr>
      <w:tr w:rsidR="002A74AA" w:rsidRPr="00F52763" w:rsidTr="007B7DCB">
        <w:trPr>
          <w:trHeight w:val="407"/>
        </w:trPr>
        <w:tc>
          <w:tcPr>
            <w:tcW w:w="1126" w:type="dxa"/>
            <w:vAlign w:val="center"/>
          </w:tcPr>
          <w:p w:rsidR="002A74AA" w:rsidRPr="00F52763" w:rsidRDefault="00CC459A" w:rsidP="00E050F1">
            <w:pPr>
              <w:spacing w:line="300" w:lineRule="exact"/>
              <w:ind w:leftChars="50" w:left="105" w:firstLine="0"/>
              <w:contextualSpacing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</w:t>
            </w:r>
            <w:r w:rsidR="00E050F1"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</w:p>
        </w:tc>
        <w:tc>
          <w:tcPr>
            <w:tcW w:w="851" w:type="dxa"/>
            <w:vAlign w:val="center"/>
          </w:tcPr>
          <w:p w:rsidR="002A74AA" w:rsidRPr="00F52763" w:rsidRDefault="003B09E4" w:rsidP="00D0612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D0612D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2A74AA" w:rsidRPr="005F75B4" w:rsidRDefault="00B75256" w:rsidP="005F75B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⑤</w:t>
            </w:r>
            <w:r w:rsidR="005F75B4"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536" w:type="dxa"/>
            <w:vAlign w:val="center"/>
          </w:tcPr>
          <w:p w:rsidR="002A74AA" w:rsidRPr="00F52763" w:rsidRDefault="002A74AA" w:rsidP="00EB4E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7B7DCB">
        <w:trPr>
          <w:trHeight w:val="398"/>
        </w:trPr>
        <w:tc>
          <w:tcPr>
            <w:tcW w:w="1126" w:type="dxa"/>
            <w:vAlign w:val="center"/>
          </w:tcPr>
          <w:p w:rsidR="002A74AA" w:rsidRPr="00F52763" w:rsidRDefault="002A74AA" w:rsidP="000771F1">
            <w:pPr>
              <w:spacing w:line="300" w:lineRule="exact"/>
              <w:ind w:leftChars="50" w:left="105" w:firstLine="0"/>
              <w:contextualSpacing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0771F1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0771F1">
              <w:rPr>
                <w:rFonts w:ascii="Meiryo UI" w:eastAsia="Meiryo UI" w:hAnsi="Meiryo UI" w:cs="Meiryo UI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2A74AA" w:rsidRPr="00F52763" w:rsidRDefault="005F75B4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2A74AA" w:rsidRPr="005F75B4" w:rsidRDefault="00B75256" w:rsidP="005F75B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⑥</w:t>
            </w:r>
            <w:r w:rsidR="002A74AA"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536" w:type="dxa"/>
            <w:vAlign w:val="center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7B7DCB">
        <w:trPr>
          <w:trHeight w:val="462"/>
        </w:trPr>
        <w:tc>
          <w:tcPr>
            <w:tcW w:w="1126" w:type="dxa"/>
            <w:vAlign w:val="center"/>
          </w:tcPr>
          <w:p w:rsidR="001F41A7" w:rsidRDefault="001F41A7" w:rsidP="003B09E4">
            <w:pPr>
              <w:spacing w:line="300" w:lineRule="exact"/>
              <w:ind w:left="0" w:firstLineChars="50" w:firstLine="100"/>
              <w:contextualSpacing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2A74AA" w:rsidRPr="00F52763" w:rsidRDefault="003B09E4" w:rsidP="003B09E4">
            <w:pPr>
              <w:spacing w:line="300" w:lineRule="exact"/>
              <w:ind w:left="0" w:firstLineChars="50" w:firstLine="100"/>
              <w:contextualSpacing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14:00</w:t>
            </w:r>
          </w:p>
        </w:tc>
        <w:tc>
          <w:tcPr>
            <w:tcW w:w="851" w:type="dxa"/>
            <w:vAlign w:val="center"/>
          </w:tcPr>
          <w:p w:rsidR="002A74AA" w:rsidRPr="00F52763" w:rsidRDefault="002A74AA" w:rsidP="002A74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A74AA" w:rsidRDefault="00215CCD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フォトセッション</w:t>
            </w:r>
          </w:p>
          <w:p w:rsidR="001F41A7" w:rsidRPr="00F52763" w:rsidRDefault="001F41A7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536" w:type="dxa"/>
            <w:vAlign w:val="center"/>
          </w:tcPr>
          <w:p w:rsidR="002A74AA" w:rsidRPr="004426A2" w:rsidRDefault="002A74AA" w:rsidP="00163B1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F41A7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F52763">
        <w:rPr>
          <w:rFonts w:ascii="Meiryo UI" w:eastAsia="Meiryo UI" w:hAnsi="Meiryo UI" w:hint="eastAsia"/>
          <w:sz w:val="22"/>
        </w:rPr>
        <w:t>○</w:t>
      </w:r>
      <w:r w:rsidR="001F41A7">
        <w:rPr>
          <w:rFonts w:ascii="Meiryo UI" w:eastAsia="Meiryo UI" w:hAnsi="Meiryo UI" w:hint="eastAsia"/>
          <w:sz w:val="22"/>
        </w:rPr>
        <w:t>参考資料　:「オープンデータQ&amp;A」</w:t>
      </w:r>
    </w:p>
    <w:p w:rsidR="00104B14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104B14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F9F" w:rsidRDefault="00713F9F" w:rsidP="009B751E">
      <w:r>
        <w:separator/>
      </w:r>
    </w:p>
  </w:endnote>
  <w:endnote w:type="continuationSeparator" w:id="0">
    <w:p w:rsidR="00713F9F" w:rsidRDefault="00713F9F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21E" w:rsidRDefault="002B521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21E" w:rsidRDefault="002B521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21E" w:rsidRDefault="002B521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F9F" w:rsidRDefault="00713F9F" w:rsidP="009B751E">
      <w:r>
        <w:separator/>
      </w:r>
    </w:p>
  </w:footnote>
  <w:footnote w:type="continuationSeparator" w:id="0">
    <w:p w:rsidR="00713F9F" w:rsidRDefault="00713F9F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21E" w:rsidRDefault="002B52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21E" w:rsidRDefault="002B521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21E" w:rsidRDefault="002B52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7FD7"/>
    <w:rsid w:val="000418B6"/>
    <w:rsid w:val="000652F1"/>
    <w:rsid w:val="00072BAC"/>
    <w:rsid w:val="000771F1"/>
    <w:rsid w:val="000806D4"/>
    <w:rsid w:val="00083F4C"/>
    <w:rsid w:val="000F3880"/>
    <w:rsid w:val="00104B14"/>
    <w:rsid w:val="0011339E"/>
    <w:rsid w:val="00136961"/>
    <w:rsid w:val="00140B2E"/>
    <w:rsid w:val="00163B12"/>
    <w:rsid w:val="00187505"/>
    <w:rsid w:val="001A769A"/>
    <w:rsid w:val="001B0C50"/>
    <w:rsid w:val="001B26B7"/>
    <w:rsid w:val="001B2FC5"/>
    <w:rsid w:val="001B4282"/>
    <w:rsid w:val="001C3F8B"/>
    <w:rsid w:val="001C4AF2"/>
    <w:rsid w:val="001F41A7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B521E"/>
    <w:rsid w:val="002E4D4E"/>
    <w:rsid w:val="002F6361"/>
    <w:rsid w:val="003030C2"/>
    <w:rsid w:val="00321D72"/>
    <w:rsid w:val="003578F5"/>
    <w:rsid w:val="003B09E4"/>
    <w:rsid w:val="003F0558"/>
    <w:rsid w:val="0041296B"/>
    <w:rsid w:val="004363EB"/>
    <w:rsid w:val="004426A2"/>
    <w:rsid w:val="0045535E"/>
    <w:rsid w:val="0047670A"/>
    <w:rsid w:val="00481BD9"/>
    <w:rsid w:val="004A4430"/>
    <w:rsid w:val="004D01FA"/>
    <w:rsid w:val="004F7C7C"/>
    <w:rsid w:val="005104D8"/>
    <w:rsid w:val="005404CC"/>
    <w:rsid w:val="0056272A"/>
    <w:rsid w:val="005C314B"/>
    <w:rsid w:val="005F75B4"/>
    <w:rsid w:val="0060105E"/>
    <w:rsid w:val="00633A0D"/>
    <w:rsid w:val="006424C8"/>
    <w:rsid w:val="006679A2"/>
    <w:rsid w:val="00676BF6"/>
    <w:rsid w:val="00691569"/>
    <w:rsid w:val="006D7DA5"/>
    <w:rsid w:val="00700A96"/>
    <w:rsid w:val="00713F9F"/>
    <w:rsid w:val="00714B3E"/>
    <w:rsid w:val="007228B5"/>
    <w:rsid w:val="00741230"/>
    <w:rsid w:val="007837EF"/>
    <w:rsid w:val="007A1D5A"/>
    <w:rsid w:val="007B16AA"/>
    <w:rsid w:val="007B7DCB"/>
    <w:rsid w:val="007D2983"/>
    <w:rsid w:val="00810799"/>
    <w:rsid w:val="00840148"/>
    <w:rsid w:val="00890642"/>
    <w:rsid w:val="0089253E"/>
    <w:rsid w:val="008925FE"/>
    <w:rsid w:val="00897079"/>
    <w:rsid w:val="00906C01"/>
    <w:rsid w:val="00922D4A"/>
    <w:rsid w:val="00931BBC"/>
    <w:rsid w:val="00941242"/>
    <w:rsid w:val="00961EEC"/>
    <w:rsid w:val="00963A92"/>
    <w:rsid w:val="0099181F"/>
    <w:rsid w:val="009B751E"/>
    <w:rsid w:val="00A1790E"/>
    <w:rsid w:val="00A846F7"/>
    <w:rsid w:val="00AB6721"/>
    <w:rsid w:val="00AC5D1B"/>
    <w:rsid w:val="00AE7D0B"/>
    <w:rsid w:val="00B36D85"/>
    <w:rsid w:val="00B615F6"/>
    <w:rsid w:val="00B65C85"/>
    <w:rsid w:val="00B73409"/>
    <w:rsid w:val="00B75256"/>
    <w:rsid w:val="00BA3F4A"/>
    <w:rsid w:val="00BB5FFF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70264"/>
    <w:rsid w:val="00C72B67"/>
    <w:rsid w:val="00C752A1"/>
    <w:rsid w:val="00CA1594"/>
    <w:rsid w:val="00CC459A"/>
    <w:rsid w:val="00CD658E"/>
    <w:rsid w:val="00CF033A"/>
    <w:rsid w:val="00D0612D"/>
    <w:rsid w:val="00D5466C"/>
    <w:rsid w:val="00DA70E5"/>
    <w:rsid w:val="00DB3EC1"/>
    <w:rsid w:val="00DC7C2A"/>
    <w:rsid w:val="00DF64A3"/>
    <w:rsid w:val="00E050F1"/>
    <w:rsid w:val="00E1613E"/>
    <w:rsid w:val="00E35C8F"/>
    <w:rsid w:val="00E726AD"/>
    <w:rsid w:val="00E97891"/>
    <w:rsid w:val="00EB4E53"/>
    <w:rsid w:val="00EC110D"/>
    <w:rsid w:val="00ED39DD"/>
    <w:rsid w:val="00EE0B56"/>
    <w:rsid w:val="00EF0749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892DD717.dotm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2018-11-30T11:48:00Z</dcterms:created>
  <dcterms:modified xsi:type="dcterms:W3CDTF">2018-11-30T11:49:00Z</dcterms:modified>
</cp:coreProperties>
</file>