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4D0491">
        <w:rPr>
          <w:rFonts w:ascii="Meiryo UI" w:eastAsia="Meiryo UI" w:hAnsi="Meiryo UI" w:hint="eastAsia"/>
          <w:sz w:val="36"/>
          <w:szCs w:val="36"/>
          <w:u w:val="single"/>
        </w:rPr>
        <w:t>沖縄県那覇</w:t>
      </w:r>
      <w:r w:rsidR="00885799"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:rsidR="006D7DA5" w:rsidRPr="004D0491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4D0491">
        <w:rPr>
          <w:rFonts w:ascii="Meiryo UI" w:eastAsia="Meiryo UI" w:hAnsi="Meiryo UI"/>
          <w:sz w:val="22"/>
          <w:szCs w:val="22"/>
        </w:rPr>
        <w:t>21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4D0491">
        <w:rPr>
          <w:rFonts w:ascii="Meiryo UI" w:eastAsia="Meiryo UI" w:hAnsi="Meiryo UI" w:hint="eastAsia"/>
          <w:sz w:val="22"/>
          <w:szCs w:val="22"/>
        </w:rPr>
        <w:t>月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  <w:r w:rsidR="00C25223" w:rsidRPr="00F52763">
        <w:rPr>
          <w:rFonts w:ascii="Meiryo UI" w:eastAsia="Meiryo UI" w:hAnsi="Meiryo UI"/>
          <w:sz w:val="22"/>
          <w:szCs w:val="22"/>
        </w:rPr>
        <w:t xml:space="preserve"> 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4D0491">
        <w:rPr>
          <w:rFonts w:ascii="Meiryo UI" w:eastAsia="Meiryo UI" w:hAnsi="Meiryo UI" w:hint="eastAsia"/>
          <w:sz w:val="22"/>
          <w:szCs w:val="22"/>
        </w:rPr>
        <w:t>那覇</w:t>
      </w:r>
      <w:r w:rsidR="00D51CE4" w:rsidRPr="00D51CE4">
        <w:rPr>
          <w:rFonts w:ascii="Meiryo UI" w:eastAsia="Meiryo UI" w:hAnsi="Meiryo UI" w:hint="eastAsia"/>
          <w:sz w:val="22"/>
          <w:szCs w:val="22"/>
        </w:rPr>
        <w:t>市役所</w:t>
      </w:r>
      <w:r w:rsidR="00C25223" w:rsidRPr="00C25223">
        <w:rPr>
          <w:rFonts w:ascii="Meiryo UI" w:eastAsia="Meiryo UI" w:hAnsi="Meiryo UI" w:hint="eastAsia"/>
          <w:sz w:val="22"/>
          <w:szCs w:val="22"/>
        </w:rPr>
        <w:t>１００１会議室</w:t>
      </w:r>
      <w:r w:rsidR="000049EE">
        <w:rPr>
          <w:rFonts w:ascii="Meiryo UI" w:eastAsia="Meiryo UI" w:hAnsi="Meiryo UI" w:hint="eastAsia"/>
          <w:sz w:val="22"/>
          <w:szCs w:val="22"/>
        </w:rPr>
        <w:t>（</w:t>
      </w:r>
      <w:r w:rsidR="000049EE" w:rsidRPr="000049EE">
        <w:rPr>
          <w:rFonts w:ascii="Meiryo UI" w:eastAsia="Meiryo UI" w:hAnsi="Meiryo UI" w:hint="eastAsia"/>
          <w:sz w:val="22"/>
          <w:szCs w:val="22"/>
        </w:rPr>
        <w:t>那覇市泉崎１丁目１番１号</w:t>
      </w:r>
      <w:r w:rsidR="000049EE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4D0491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853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02"/>
        <w:gridCol w:w="4474"/>
      </w:tblGrid>
      <w:tr w:rsidR="00F52763" w:rsidRPr="00F52763" w:rsidTr="004D0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02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474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7F7BF8">
        <w:trPr>
          <w:trHeight w:val="806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474" w:type="dxa"/>
            <w:vAlign w:val="center"/>
          </w:tcPr>
          <w:p w:rsidR="00037ED9" w:rsidRDefault="00422E9F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那覇市</w:t>
            </w:r>
            <w:r w:rsidR="001616E4" w:rsidRPr="001616E4">
              <w:rPr>
                <w:rFonts w:ascii="Meiryo UI" w:eastAsia="Meiryo UI" w:hAnsi="Meiryo UI" w:cs="Meiryo UI" w:hint="eastAsia"/>
                <w:sz w:val="19"/>
                <w:szCs w:val="19"/>
              </w:rPr>
              <w:t>企画財務部</w:t>
            </w:r>
            <w:r w:rsidRPr="00422E9F">
              <w:rPr>
                <w:rFonts w:ascii="Meiryo UI" w:eastAsia="Meiryo UI" w:hAnsi="Meiryo UI" w:cs="Meiryo UI" w:hint="eastAsia"/>
                <w:sz w:val="19"/>
                <w:szCs w:val="19"/>
              </w:rPr>
              <w:t>情報政策課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課長</w:t>
            </w:r>
          </w:p>
          <w:p w:rsidR="00F52763" w:rsidRPr="00F52763" w:rsidRDefault="00422E9F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22E9F">
              <w:rPr>
                <w:rFonts w:ascii="Meiryo UI" w:eastAsia="Meiryo UI" w:hAnsi="Meiryo UI" w:cs="Meiryo UI" w:hint="eastAsia"/>
                <w:sz w:val="20"/>
                <w:szCs w:val="20"/>
              </w:rPr>
              <w:t>當間　薫</w:t>
            </w:r>
          </w:p>
        </w:tc>
      </w:tr>
      <w:tr w:rsidR="00F52763" w:rsidRPr="00F52763" w:rsidTr="004D0491">
        <w:trPr>
          <w:trHeight w:val="397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F52763" w:rsidRPr="00F52763" w:rsidRDefault="0041685B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="00E04E7E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F52763" w:rsidRPr="00F52763" w:rsidRDefault="005F75B4" w:rsidP="000652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474" w:type="dxa"/>
            <w:vAlign w:val="center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52763" w:rsidRPr="00F52763" w:rsidTr="004D0491">
        <w:trPr>
          <w:trHeight w:val="850"/>
        </w:trPr>
        <w:tc>
          <w:tcPr>
            <w:tcW w:w="1126" w:type="dxa"/>
            <w:vAlign w:val="center"/>
          </w:tcPr>
          <w:p w:rsidR="00F52763" w:rsidRPr="00F52763" w:rsidRDefault="00E04E7E" w:rsidP="000652F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D0491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1685B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52763" w:rsidRPr="00F52763" w:rsidRDefault="000652F1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  <w:vAlign w:val="center"/>
          </w:tcPr>
          <w:p w:rsidR="00CD658E" w:rsidRDefault="004D0491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F52763" w:rsidRPr="00CD658E" w:rsidRDefault="00F52763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="0099181F"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474" w:type="dxa"/>
            <w:vAlign w:val="center"/>
          </w:tcPr>
          <w:p w:rsidR="00037ED9" w:rsidRDefault="004D0491" w:rsidP="00037ED9">
            <w:pPr>
              <w:pStyle w:val="a3"/>
              <w:rPr>
                <w:rFonts w:ascii="Meiryo UI" w:eastAsia="Meiryo UI" w:hAnsi="Meiryo UI" w:cs="Meiryo UI"/>
              </w:rPr>
            </w:pPr>
            <w:r w:rsidRPr="004D0491">
              <w:rPr>
                <w:rFonts w:ascii="Meiryo UI" w:eastAsia="Meiryo UI" w:hAnsi="Meiryo UI" w:cs="Meiryo UI" w:hint="eastAsia"/>
              </w:rPr>
              <w:t>特定非営利活動法人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4D0491">
              <w:rPr>
                <w:rFonts w:ascii="Meiryo UI" w:eastAsia="Meiryo UI" w:hAnsi="Meiryo UI" w:cs="Meiryo UI" w:hint="eastAsia"/>
              </w:rPr>
              <w:t>地域情報化モデル研究会</w:t>
            </w:r>
          </w:p>
          <w:p w:rsidR="001F41A7" w:rsidRPr="00E04E7E" w:rsidRDefault="004D0491" w:rsidP="004D0491">
            <w:pPr>
              <w:pStyle w:val="a3"/>
            </w:pPr>
            <w:r>
              <w:rPr>
                <w:rFonts w:ascii="Meiryo UI" w:eastAsia="Meiryo UI" w:hAnsi="Meiryo UI" w:cs="Meiryo UI" w:hint="eastAsia"/>
              </w:rPr>
              <w:t>米田</w:t>
            </w:r>
            <w:r w:rsidR="00885799" w:rsidRPr="0041685B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剛</w:t>
            </w:r>
          </w:p>
        </w:tc>
      </w:tr>
      <w:tr w:rsidR="00E04E7E" w:rsidRPr="00F52763" w:rsidTr="004D0491">
        <w:trPr>
          <w:trHeight w:val="397"/>
        </w:trPr>
        <w:tc>
          <w:tcPr>
            <w:tcW w:w="1126" w:type="dxa"/>
            <w:vAlign w:val="center"/>
          </w:tcPr>
          <w:p w:rsidR="00E04E7E" w:rsidRDefault="00037ED9" w:rsidP="00E04E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4D0491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41685B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E04E7E" w:rsidRDefault="004D0491" w:rsidP="00E04E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E04E7E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474" w:type="dxa"/>
            <w:vAlign w:val="center"/>
          </w:tcPr>
          <w:p w:rsidR="00E04E7E" w:rsidRPr="00F52763" w:rsidRDefault="00E04E7E" w:rsidP="00E04E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4D0491">
        <w:trPr>
          <w:trHeight w:val="850"/>
        </w:trPr>
        <w:tc>
          <w:tcPr>
            <w:tcW w:w="1126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D0491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D0491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F52763" w:rsidRDefault="00037ED9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D0491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197418" w:rsidRDefault="004D0491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474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197418" w:rsidRPr="00F52763" w:rsidRDefault="00043B93" w:rsidP="00043B9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水谷</w:t>
            </w:r>
            <w:r w:rsidR="00037ED9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043B93">
              <w:rPr>
                <w:rFonts w:ascii="Meiryo UI" w:eastAsia="Meiryo UI" w:hAnsi="Meiryo UI" w:cs="Meiryo UI" w:hint="eastAsia"/>
                <w:sz w:val="20"/>
                <w:szCs w:val="20"/>
              </w:rPr>
              <w:t>晃絵</w:t>
            </w:r>
          </w:p>
        </w:tc>
      </w:tr>
      <w:tr w:rsidR="00197418" w:rsidRPr="00F52763" w:rsidTr="004D0491">
        <w:trPr>
          <w:trHeight w:val="397"/>
        </w:trPr>
        <w:tc>
          <w:tcPr>
            <w:tcW w:w="112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15:30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474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4D0491">
        <w:trPr>
          <w:trHeight w:val="850"/>
        </w:trPr>
        <w:tc>
          <w:tcPr>
            <w:tcW w:w="112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15:40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402" w:type="dxa"/>
            <w:vAlign w:val="center"/>
          </w:tcPr>
          <w:p w:rsidR="00197418" w:rsidRDefault="00197418" w:rsidP="00197418">
            <w:pPr>
              <w:spacing w:line="300" w:lineRule="exact"/>
              <w:ind w:left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B  </w:t>
            </w:r>
            <w:r w:rsidR="004D0491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講義③</w:t>
            </w:r>
          </w:p>
          <w:p w:rsidR="00197418" w:rsidRPr="00A1790E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474" w:type="dxa"/>
            <w:vAlign w:val="center"/>
          </w:tcPr>
          <w:p w:rsidR="004D0491" w:rsidRDefault="004D0491" w:rsidP="004D049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D51CE4" w:rsidRPr="00F52763" w:rsidRDefault="00043B93" w:rsidP="001616E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水谷　</w:t>
            </w:r>
            <w:r w:rsidRPr="00043B93">
              <w:rPr>
                <w:rFonts w:ascii="Meiryo UI" w:eastAsia="Meiryo UI" w:hAnsi="Meiryo UI" w:cs="Meiryo UI" w:hint="eastAsia"/>
                <w:sz w:val="20"/>
                <w:szCs w:val="20"/>
              </w:rPr>
              <w:t>晃絵</w:t>
            </w:r>
          </w:p>
        </w:tc>
      </w:tr>
      <w:tr w:rsidR="001616E4" w:rsidRPr="00F52763" w:rsidTr="004D0491">
        <w:trPr>
          <w:trHeight w:val="850"/>
        </w:trPr>
        <w:tc>
          <w:tcPr>
            <w:tcW w:w="1126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1616E4" w:rsidRPr="005F75B4" w:rsidRDefault="001616E4" w:rsidP="001616E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474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1616E4" w:rsidRPr="00F52763" w:rsidTr="004D0491">
        <w:trPr>
          <w:trHeight w:val="850"/>
        </w:trPr>
        <w:tc>
          <w:tcPr>
            <w:tcW w:w="1126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1616E4" w:rsidRPr="005F75B4" w:rsidRDefault="001616E4" w:rsidP="001616E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474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1616E4" w:rsidRPr="00F52763" w:rsidTr="004D0491">
        <w:trPr>
          <w:trHeight w:val="397"/>
        </w:trPr>
        <w:tc>
          <w:tcPr>
            <w:tcW w:w="1126" w:type="dxa"/>
            <w:vAlign w:val="center"/>
          </w:tcPr>
          <w:p w:rsidR="001616E4" w:rsidRPr="00F52763" w:rsidRDefault="001616E4" w:rsidP="001616E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1616E4" w:rsidRPr="00F52763" w:rsidRDefault="001616E4" w:rsidP="001616E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616E4" w:rsidRPr="00F52763" w:rsidRDefault="001616E4" w:rsidP="001616E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474" w:type="dxa"/>
            <w:vAlign w:val="center"/>
          </w:tcPr>
          <w:p w:rsidR="001616E4" w:rsidRPr="004426A2" w:rsidRDefault="001616E4" w:rsidP="001616E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4D0491" w:rsidP="00D51CE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那覇市</w:t>
      </w:r>
      <w:r w:rsidRPr="004D0491">
        <w:rPr>
          <w:rFonts w:ascii="Meiryo UI" w:eastAsia="Meiryo UI" w:hAnsi="Meiryo UI" w:hint="eastAsia"/>
          <w:sz w:val="22"/>
        </w:rPr>
        <w:t>企画財務部情報政策課</w:t>
      </w:r>
      <w:r w:rsidR="00197418">
        <w:rPr>
          <w:rFonts w:ascii="Meiryo UI" w:eastAsia="Meiryo UI" w:hAnsi="Meiryo UI" w:hint="eastAsia"/>
          <w:sz w:val="22"/>
        </w:rPr>
        <w:t xml:space="preserve">　</w:t>
      </w:r>
      <w:r w:rsidR="001616E4" w:rsidRPr="001616E4">
        <w:rPr>
          <w:rFonts w:ascii="Meiryo UI" w:eastAsia="Meiryo UI" w:hAnsi="Meiryo UI" w:hint="eastAsia"/>
          <w:sz w:val="22"/>
        </w:rPr>
        <w:t>大城みなみ</w:t>
      </w: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9F" w:rsidRDefault="00713F9F" w:rsidP="009B751E">
      <w:r>
        <w:separator/>
      </w:r>
    </w:p>
  </w:endnote>
  <w:endnote w:type="continuationSeparator" w:id="0">
    <w:p w:rsidR="00713F9F" w:rsidRDefault="00713F9F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DA" w:rsidRDefault="00F153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DA" w:rsidRDefault="00F153D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DA" w:rsidRDefault="00F153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9F" w:rsidRDefault="00713F9F" w:rsidP="009B751E">
      <w:r>
        <w:separator/>
      </w:r>
    </w:p>
  </w:footnote>
  <w:footnote w:type="continuationSeparator" w:id="0">
    <w:p w:rsidR="00713F9F" w:rsidRDefault="00713F9F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DA" w:rsidRDefault="00F153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DA" w:rsidRDefault="00F153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3DA" w:rsidRDefault="00F153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49EE"/>
    <w:rsid w:val="00037ED9"/>
    <w:rsid w:val="00037FD7"/>
    <w:rsid w:val="000418B6"/>
    <w:rsid w:val="00043B93"/>
    <w:rsid w:val="000652F1"/>
    <w:rsid w:val="00072BAC"/>
    <w:rsid w:val="000771F1"/>
    <w:rsid w:val="000806D4"/>
    <w:rsid w:val="00083F4C"/>
    <w:rsid w:val="000F3880"/>
    <w:rsid w:val="00104B14"/>
    <w:rsid w:val="0011339E"/>
    <w:rsid w:val="00136961"/>
    <w:rsid w:val="00140B2E"/>
    <w:rsid w:val="00152493"/>
    <w:rsid w:val="001616E4"/>
    <w:rsid w:val="00163B12"/>
    <w:rsid w:val="00187505"/>
    <w:rsid w:val="00197418"/>
    <w:rsid w:val="001A769A"/>
    <w:rsid w:val="001B0C50"/>
    <w:rsid w:val="001B26B7"/>
    <w:rsid w:val="001B2FC5"/>
    <w:rsid w:val="001B4282"/>
    <w:rsid w:val="001C3F8B"/>
    <w:rsid w:val="001C4AF2"/>
    <w:rsid w:val="001F41A7"/>
    <w:rsid w:val="001F5A55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B09E4"/>
    <w:rsid w:val="003F0558"/>
    <w:rsid w:val="00410E9D"/>
    <w:rsid w:val="0041296B"/>
    <w:rsid w:val="0041685B"/>
    <w:rsid w:val="00422E9F"/>
    <w:rsid w:val="00432D59"/>
    <w:rsid w:val="004363EB"/>
    <w:rsid w:val="004426A2"/>
    <w:rsid w:val="0045535E"/>
    <w:rsid w:val="0047670A"/>
    <w:rsid w:val="00481BD9"/>
    <w:rsid w:val="004A4430"/>
    <w:rsid w:val="004D01FA"/>
    <w:rsid w:val="004D0491"/>
    <w:rsid w:val="004F7C7C"/>
    <w:rsid w:val="005104D8"/>
    <w:rsid w:val="005404CC"/>
    <w:rsid w:val="0056272A"/>
    <w:rsid w:val="005B113D"/>
    <w:rsid w:val="005C314B"/>
    <w:rsid w:val="005D2E50"/>
    <w:rsid w:val="005D3ACE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830"/>
    <w:rsid w:val="00713F9F"/>
    <w:rsid w:val="00714B3E"/>
    <w:rsid w:val="007228B5"/>
    <w:rsid w:val="00741230"/>
    <w:rsid w:val="007837EF"/>
    <w:rsid w:val="007A1D5A"/>
    <w:rsid w:val="007B16AA"/>
    <w:rsid w:val="007B1947"/>
    <w:rsid w:val="007B7DCB"/>
    <w:rsid w:val="007D2983"/>
    <w:rsid w:val="007F7BF8"/>
    <w:rsid w:val="00810799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1EEC"/>
    <w:rsid w:val="00963A92"/>
    <w:rsid w:val="0099181F"/>
    <w:rsid w:val="009B751E"/>
    <w:rsid w:val="009C53B3"/>
    <w:rsid w:val="00A1790E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B5FFF"/>
    <w:rsid w:val="00C05922"/>
    <w:rsid w:val="00C064CA"/>
    <w:rsid w:val="00C23A3D"/>
    <w:rsid w:val="00C23EDA"/>
    <w:rsid w:val="00C241D3"/>
    <w:rsid w:val="00C25223"/>
    <w:rsid w:val="00C25F33"/>
    <w:rsid w:val="00C35E03"/>
    <w:rsid w:val="00C44387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51CE4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53DA"/>
    <w:rsid w:val="00F161E5"/>
    <w:rsid w:val="00F3654E"/>
    <w:rsid w:val="00F52763"/>
    <w:rsid w:val="00F56EA4"/>
    <w:rsid w:val="00F85E81"/>
    <w:rsid w:val="00F8795E"/>
    <w:rsid w:val="00F951E1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BA4AD9D9.dotm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2019-01-16T06:30:00Z</dcterms:created>
  <dcterms:modified xsi:type="dcterms:W3CDTF">2019-01-16T06:30:00Z</dcterms:modified>
</cp:coreProperties>
</file>