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1A134A">
        <w:rPr>
          <w:rFonts w:ascii="Meiryo UI" w:eastAsia="Meiryo UI" w:hAnsi="Meiryo UI" w:hint="eastAsia"/>
          <w:sz w:val="36"/>
          <w:szCs w:val="36"/>
          <w:u w:val="single"/>
        </w:rPr>
        <w:t>島根</w:t>
      </w:r>
      <w:r w:rsidR="00037ED9">
        <w:rPr>
          <w:rFonts w:ascii="Meiryo UI" w:eastAsia="Meiryo UI" w:hAnsi="Meiryo UI" w:hint="eastAsia"/>
          <w:sz w:val="36"/>
          <w:szCs w:val="36"/>
          <w:u w:val="single"/>
        </w:rPr>
        <w:t>県</w:t>
      </w:r>
      <w:r w:rsidR="001A134A">
        <w:rPr>
          <w:rFonts w:ascii="Meiryo UI" w:eastAsia="Meiryo UI" w:hAnsi="Meiryo UI" w:hint="eastAsia"/>
          <w:sz w:val="36"/>
          <w:szCs w:val="36"/>
          <w:u w:val="single"/>
        </w:rPr>
        <w:t>美郷町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年1月</w:t>
      </w:r>
      <w:r w:rsidR="001A134A">
        <w:rPr>
          <w:rFonts w:ascii="Meiryo UI" w:eastAsia="Meiryo UI" w:hAnsi="Meiryo UI"/>
          <w:sz w:val="22"/>
          <w:szCs w:val="22"/>
        </w:rPr>
        <w:t>24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1A134A">
        <w:rPr>
          <w:rFonts w:ascii="Meiryo UI" w:eastAsia="Meiryo UI" w:hAnsi="Meiryo UI" w:hint="eastAsia"/>
          <w:sz w:val="22"/>
          <w:szCs w:val="22"/>
        </w:rPr>
        <w:t>木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13:3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:3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1A134A">
        <w:rPr>
          <w:rFonts w:ascii="Meiryo UI" w:eastAsia="Meiryo UI" w:hAnsi="Meiryo UI" w:hint="eastAsia"/>
          <w:sz w:val="22"/>
          <w:szCs w:val="22"/>
        </w:rPr>
        <w:t>美郷町役場</w:t>
      </w:r>
      <w:r w:rsidR="001A134A" w:rsidRPr="001A134A">
        <w:rPr>
          <w:rFonts w:ascii="Meiryo UI" w:eastAsia="Meiryo UI" w:hAnsi="Meiryo UI" w:hint="eastAsia"/>
          <w:sz w:val="22"/>
          <w:szCs w:val="22"/>
        </w:rPr>
        <w:t>みさと館　1F町民ホール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1A134A">
        <w:rPr>
          <w:rFonts w:ascii="Meiryo UI" w:eastAsia="Meiryo UI" w:hAnsi="Meiryo UI" w:hint="eastAsia"/>
          <w:sz w:val="22"/>
          <w:szCs w:val="22"/>
        </w:rPr>
        <w:t>美郷町粕渕1</w:t>
      </w:r>
      <w:r w:rsidR="001A134A">
        <w:rPr>
          <w:rFonts w:ascii="Meiryo UI" w:eastAsia="Meiryo UI" w:hAnsi="Meiryo UI"/>
          <w:sz w:val="22"/>
          <w:szCs w:val="22"/>
        </w:rPr>
        <w:t>68</w:t>
      </w:r>
      <w:r w:rsidR="001A134A">
        <w:rPr>
          <w:rFonts w:ascii="Meiryo UI" w:eastAsia="Meiryo UI" w:hAnsi="Meiryo UI" w:hint="eastAsia"/>
          <w:sz w:val="22"/>
          <w:szCs w:val="22"/>
        </w:rPr>
        <w:t>番地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41296B" w:rsidRPr="008F1BF9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685"/>
        <w:gridCol w:w="4253"/>
      </w:tblGrid>
      <w:tr w:rsidR="00F52763" w:rsidRPr="00F52763" w:rsidTr="001C3C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685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253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962CC3">
        <w:trPr>
          <w:trHeight w:val="823"/>
        </w:trPr>
        <w:tc>
          <w:tcPr>
            <w:tcW w:w="1126" w:type="dxa"/>
            <w:vAlign w:val="center"/>
          </w:tcPr>
          <w:p w:rsidR="00F52763" w:rsidRPr="00F52763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253" w:type="dxa"/>
            <w:vAlign w:val="center"/>
          </w:tcPr>
          <w:p w:rsidR="001A134A" w:rsidRDefault="001A134A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美郷町</w:t>
            </w:r>
            <w:r w:rsidRPr="001A134A">
              <w:rPr>
                <w:rFonts w:ascii="Meiryo UI" w:eastAsia="Meiryo UI" w:hAnsi="Meiryo UI" w:cs="Meiryo UI" w:hint="eastAsia"/>
                <w:sz w:val="19"/>
                <w:szCs w:val="19"/>
              </w:rPr>
              <w:t>企画財政課　課長</w:t>
            </w:r>
          </w:p>
          <w:p w:rsidR="00F52763" w:rsidRPr="00F52763" w:rsidRDefault="001A134A" w:rsidP="001A134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A134A">
              <w:rPr>
                <w:rFonts w:ascii="Meiryo UI" w:eastAsia="Meiryo UI" w:hAnsi="Meiryo UI" w:cs="Meiryo UI" w:hint="eastAsia"/>
                <w:sz w:val="19"/>
                <w:szCs w:val="19"/>
              </w:rPr>
              <w:t>井上 陽生</w:t>
            </w:r>
          </w:p>
        </w:tc>
      </w:tr>
      <w:tr w:rsidR="00F52763" w:rsidRPr="00F52763" w:rsidTr="001C3C0F">
        <w:trPr>
          <w:trHeight w:val="397"/>
        </w:trPr>
        <w:tc>
          <w:tcPr>
            <w:tcW w:w="1126" w:type="dxa"/>
            <w:vAlign w:val="center"/>
          </w:tcPr>
          <w:p w:rsidR="00F52763" w:rsidRPr="00F52763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F52763" w:rsidRPr="00F52763" w:rsidRDefault="0041685B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="00E04E7E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F52763" w:rsidRPr="00F52763" w:rsidRDefault="005F75B4" w:rsidP="000652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253" w:type="dxa"/>
            <w:vAlign w:val="center"/>
          </w:tcPr>
          <w:p w:rsidR="002A5B42" w:rsidRPr="00F52763" w:rsidRDefault="002A5B42" w:rsidP="0084014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037ED9" w:rsidRPr="00F52763" w:rsidTr="00503E94">
        <w:trPr>
          <w:trHeight w:val="1220"/>
        </w:trPr>
        <w:tc>
          <w:tcPr>
            <w:tcW w:w="1126" w:type="dxa"/>
            <w:vAlign w:val="center"/>
          </w:tcPr>
          <w:p w:rsidR="00037ED9" w:rsidRDefault="00037ED9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13:45</w:t>
            </w:r>
          </w:p>
        </w:tc>
        <w:tc>
          <w:tcPr>
            <w:tcW w:w="851" w:type="dxa"/>
            <w:vAlign w:val="center"/>
          </w:tcPr>
          <w:p w:rsidR="00037ED9" w:rsidRDefault="00037ED9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037ED9" w:rsidRPr="00F15445" w:rsidRDefault="00037ED9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15445"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:rsidR="00C15EB4" w:rsidRDefault="00C15EB4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島根県の</w:t>
            </w:r>
            <w:r w:rsidR="00131A62" w:rsidRPr="00F15445">
              <w:rPr>
                <w:rFonts w:ascii="Meiryo UI" w:eastAsia="Meiryo UI" w:hAnsi="Meiryo UI" w:cs="Meiryo UI" w:hint="eastAsia"/>
                <w:sz w:val="20"/>
                <w:szCs w:val="20"/>
              </w:rPr>
              <w:t>官民データ</w:t>
            </w:r>
            <w:r w:rsidR="00037ED9" w:rsidRPr="00F15445">
              <w:rPr>
                <w:rFonts w:ascii="Meiryo UI" w:eastAsia="Meiryo UI" w:hAnsi="Meiryo UI" w:cs="Meiryo UI" w:hint="eastAsia"/>
                <w:sz w:val="20"/>
                <w:szCs w:val="20"/>
              </w:rPr>
              <w:t>活用推進</w:t>
            </w:r>
            <w:r w:rsidR="00131A62" w:rsidRPr="00F15445">
              <w:rPr>
                <w:rFonts w:ascii="Meiryo UI" w:eastAsia="Meiryo UI" w:hAnsi="Meiryo UI" w:cs="Meiryo UI" w:hint="eastAsia"/>
                <w:sz w:val="20"/>
                <w:szCs w:val="20"/>
              </w:rPr>
              <w:t>計画</w:t>
            </w:r>
            <w:r w:rsidR="00037ED9" w:rsidRPr="00F15445">
              <w:rPr>
                <w:rFonts w:ascii="Meiryo UI" w:eastAsia="Meiryo UI" w:hAnsi="Meiryo UI" w:cs="Meiryo UI" w:hint="eastAsia"/>
                <w:sz w:val="20"/>
                <w:szCs w:val="20"/>
              </w:rPr>
              <w:t>の</w:t>
            </w:r>
          </w:p>
          <w:p w:rsidR="00037ED9" w:rsidRPr="00F15445" w:rsidRDefault="00FF0244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15445">
              <w:rPr>
                <w:rFonts w:ascii="Meiryo UI" w:eastAsia="Meiryo UI" w:hAnsi="Meiryo UI" w:cs="Meiryo UI" w:hint="eastAsia"/>
                <w:sz w:val="20"/>
                <w:szCs w:val="20"/>
              </w:rPr>
              <w:t>取組み</w:t>
            </w:r>
          </w:p>
        </w:tc>
        <w:tc>
          <w:tcPr>
            <w:tcW w:w="4253" w:type="dxa"/>
            <w:vAlign w:val="center"/>
          </w:tcPr>
          <w:p w:rsidR="00C15EB4" w:rsidRDefault="00C15EB4" w:rsidP="00C22A9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15EB4">
              <w:rPr>
                <w:rFonts w:ascii="Meiryo UI" w:eastAsia="Meiryo UI" w:hAnsi="Meiryo UI" w:cs="Meiryo UI" w:hint="eastAsia"/>
                <w:sz w:val="20"/>
                <w:szCs w:val="20"/>
              </w:rPr>
              <w:t>島根県地域振興部情報政策課</w:t>
            </w:r>
          </w:p>
          <w:p w:rsidR="00C15EB4" w:rsidRDefault="00C15EB4" w:rsidP="00C22A9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15EB4">
              <w:rPr>
                <w:rFonts w:ascii="Meiryo UI" w:eastAsia="Meiryo UI" w:hAnsi="Meiryo UI" w:cs="Meiryo UI" w:hint="eastAsia"/>
                <w:sz w:val="20"/>
                <w:szCs w:val="20"/>
              </w:rPr>
              <w:t>情報政策グループリーダー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Pr="00C15EB4">
              <w:rPr>
                <w:rFonts w:ascii="Meiryo UI" w:eastAsia="Meiryo UI" w:hAnsi="Meiryo UI" w:cs="Meiryo UI" w:hint="eastAsia"/>
                <w:sz w:val="20"/>
                <w:szCs w:val="20"/>
              </w:rPr>
              <w:t>田坂 裕嗣</w:t>
            </w:r>
          </w:p>
          <w:p w:rsidR="00037ED9" w:rsidRPr="00F15445" w:rsidRDefault="00131A62" w:rsidP="00C15EB4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15445">
              <w:rPr>
                <w:rFonts w:ascii="Meiryo UI" w:eastAsia="Meiryo UI" w:hAnsi="Meiryo UI" w:cs="Meiryo UI" w:hint="eastAsia"/>
                <w:sz w:val="20"/>
                <w:szCs w:val="20"/>
              </w:rPr>
              <w:t>主任主事</w:t>
            </w:r>
            <w:r w:rsidR="00C15EB4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="00C22A9E" w:rsidRPr="00F15445">
              <w:rPr>
                <w:rFonts w:ascii="Meiryo UI" w:eastAsia="Meiryo UI" w:hAnsi="Meiryo UI" w:cs="Meiryo UI" w:hint="eastAsia"/>
                <w:sz w:val="20"/>
                <w:szCs w:val="20"/>
              </w:rPr>
              <w:t>広瀬</w:t>
            </w:r>
            <w:r w:rsidRPr="00F15445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研一郎</w:t>
            </w:r>
          </w:p>
        </w:tc>
      </w:tr>
      <w:tr w:rsidR="00F52763" w:rsidRPr="00F52763" w:rsidTr="001C3C0F">
        <w:trPr>
          <w:trHeight w:val="850"/>
        </w:trPr>
        <w:tc>
          <w:tcPr>
            <w:tcW w:w="1126" w:type="dxa"/>
            <w:vAlign w:val="center"/>
          </w:tcPr>
          <w:p w:rsidR="00F52763" w:rsidRPr="00F52763" w:rsidRDefault="00E04E7E" w:rsidP="000652F1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00</w:t>
            </w:r>
          </w:p>
        </w:tc>
        <w:tc>
          <w:tcPr>
            <w:tcW w:w="851" w:type="dxa"/>
            <w:vAlign w:val="center"/>
          </w:tcPr>
          <w:p w:rsidR="00F52763" w:rsidRPr="00F52763" w:rsidRDefault="000652F1" w:rsidP="00321D7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  <w:vAlign w:val="center"/>
          </w:tcPr>
          <w:p w:rsidR="00CD658E" w:rsidRDefault="00037ED9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F52763" w:rsidRPr="00CD658E" w:rsidRDefault="00F52763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="0099181F"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253" w:type="dxa"/>
            <w:vAlign w:val="center"/>
          </w:tcPr>
          <w:p w:rsidR="001A134A" w:rsidRPr="00034149" w:rsidRDefault="001A134A" w:rsidP="00C22A9E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034149">
              <w:rPr>
                <w:rFonts w:ascii="Meiryo UI" w:eastAsia="Meiryo UI" w:hAnsi="Meiryo UI" w:cs="Meiryo UI" w:hint="eastAsia"/>
              </w:rPr>
              <w:t>島根大学法文学部法経学科</w:t>
            </w:r>
            <w:r w:rsidR="00C22A9E" w:rsidRPr="00034149">
              <w:rPr>
                <w:rFonts w:ascii="Meiryo UI" w:eastAsia="Meiryo UI" w:hAnsi="Meiryo UI" w:cs="Meiryo UI" w:hint="eastAsia"/>
              </w:rPr>
              <w:t xml:space="preserve">　教授</w:t>
            </w:r>
          </w:p>
          <w:p w:rsidR="001F41A7" w:rsidRPr="00034149" w:rsidRDefault="001A134A" w:rsidP="001A134A">
            <w:pPr>
              <w:pStyle w:val="a3"/>
            </w:pPr>
            <w:r w:rsidRPr="00034149">
              <w:rPr>
                <w:rFonts w:ascii="Meiryo UI" w:eastAsia="Meiryo UI" w:hAnsi="Meiryo UI" w:cs="Meiryo UI" w:hint="eastAsia"/>
              </w:rPr>
              <w:t>野田</w:t>
            </w:r>
            <w:r w:rsidR="00131A62" w:rsidRPr="00034149">
              <w:rPr>
                <w:rFonts w:ascii="Meiryo UI" w:eastAsia="Meiryo UI" w:hAnsi="Meiryo UI" w:cs="Meiryo UI" w:hint="eastAsia"/>
              </w:rPr>
              <w:t xml:space="preserve">　</w:t>
            </w:r>
            <w:r w:rsidRPr="00034149">
              <w:rPr>
                <w:rFonts w:ascii="Meiryo UI" w:eastAsia="Meiryo UI" w:hAnsi="Meiryo UI" w:cs="Meiryo UI" w:hint="eastAsia"/>
              </w:rPr>
              <w:t>哲夫</w:t>
            </w:r>
          </w:p>
        </w:tc>
      </w:tr>
      <w:tr w:rsidR="00E04E7E" w:rsidRPr="00F52763" w:rsidTr="001C3C0F">
        <w:trPr>
          <w:trHeight w:val="397"/>
        </w:trPr>
        <w:tc>
          <w:tcPr>
            <w:tcW w:w="1126" w:type="dxa"/>
            <w:vAlign w:val="center"/>
          </w:tcPr>
          <w:p w:rsidR="00E04E7E" w:rsidRDefault="00037ED9" w:rsidP="00E04E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E04E7E" w:rsidRDefault="0041685B" w:rsidP="00E04E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197418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E04E7E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253" w:type="dxa"/>
            <w:vAlign w:val="center"/>
          </w:tcPr>
          <w:p w:rsidR="00E04E7E" w:rsidRPr="00034149" w:rsidRDefault="00E04E7E" w:rsidP="00E04E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197418" w:rsidRPr="00F52763" w:rsidTr="001C3C0F">
        <w:trPr>
          <w:trHeight w:val="850"/>
        </w:trPr>
        <w:tc>
          <w:tcPr>
            <w:tcW w:w="1126" w:type="dxa"/>
            <w:vAlign w:val="center"/>
          </w:tcPr>
          <w:p w:rsidR="00197418" w:rsidRPr="00F52763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D51CE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197418" w:rsidRPr="00F52763" w:rsidRDefault="00FF0244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  <w:r w:rsidR="00197418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197418" w:rsidRDefault="00D51CE4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197418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253" w:type="dxa"/>
            <w:vAlign w:val="center"/>
          </w:tcPr>
          <w:p w:rsidR="00197418" w:rsidRPr="00034149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34149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197418" w:rsidRPr="00034149" w:rsidRDefault="00037ED9" w:rsidP="00037ED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34149">
              <w:rPr>
                <w:rFonts w:ascii="Meiryo UI" w:eastAsia="Meiryo UI" w:hAnsi="Meiryo UI" w:cs="Meiryo UI" w:hint="eastAsia"/>
                <w:sz w:val="20"/>
                <w:szCs w:val="20"/>
              </w:rPr>
              <w:t>岩崎　英</w:t>
            </w:r>
          </w:p>
        </w:tc>
      </w:tr>
      <w:tr w:rsidR="00197418" w:rsidRPr="00F52763" w:rsidTr="001C3C0F">
        <w:trPr>
          <w:trHeight w:val="397"/>
        </w:trPr>
        <w:tc>
          <w:tcPr>
            <w:tcW w:w="1126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15:3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253" w:type="dxa"/>
            <w:vAlign w:val="center"/>
          </w:tcPr>
          <w:p w:rsidR="00197418" w:rsidRPr="00034149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197418" w:rsidRPr="00F52763" w:rsidTr="001C3C0F">
        <w:trPr>
          <w:trHeight w:val="850"/>
        </w:trPr>
        <w:tc>
          <w:tcPr>
            <w:tcW w:w="1126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15:4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197418" w:rsidRDefault="00197418" w:rsidP="00197418">
            <w:pPr>
              <w:spacing w:line="300" w:lineRule="exact"/>
              <w:ind w:left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B  </w:t>
            </w:r>
            <w:r w:rsidR="00D51CE4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講義④</w:t>
            </w:r>
          </w:p>
          <w:p w:rsidR="00197418" w:rsidRPr="00A1790E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253" w:type="dxa"/>
            <w:vAlign w:val="center"/>
          </w:tcPr>
          <w:p w:rsidR="008F1BF9" w:rsidRPr="00034149" w:rsidRDefault="008F1BF9" w:rsidP="008F1BF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34149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8F1BF9" w:rsidRDefault="008F1BF9" w:rsidP="008F1BF9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034149">
              <w:rPr>
                <w:rFonts w:ascii="Meiryo UI" w:eastAsia="Meiryo UI" w:hAnsi="Meiryo UI" w:cs="Meiryo UI" w:hint="eastAsia"/>
                <w:szCs w:val="20"/>
              </w:rPr>
              <w:t>岩崎　英</w:t>
            </w:r>
          </w:p>
          <w:p w:rsidR="008F1BF9" w:rsidRDefault="008F1BF9" w:rsidP="00C22A9E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</w:p>
          <w:p w:rsidR="00C22A9E" w:rsidRPr="00034149" w:rsidRDefault="00C22A9E" w:rsidP="00C22A9E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034149">
              <w:rPr>
                <w:rFonts w:ascii="Meiryo UI" w:eastAsia="Meiryo UI" w:hAnsi="Meiryo UI" w:cs="Meiryo UI" w:hint="eastAsia"/>
              </w:rPr>
              <w:t>島根大学法文学部法経学科　教授</w:t>
            </w:r>
          </w:p>
          <w:p w:rsidR="00D51CE4" w:rsidRPr="00034149" w:rsidRDefault="00C22A9E" w:rsidP="00C22A9E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034149">
              <w:rPr>
                <w:rFonts w:ascii="Meiryo UI" w:eastAsia="Meiryo UI" w:hAnsi="Meiryo UI" w:cs="Meiryo UI" w:hint="eastAsia"/>
              </w:rPr>
              <w:t>野田</w:t>
            </w:r>
            <w:r w:rsidR="00131A62" w:rsidRPr="00034149">
              <w:rPr>
                <w:rFonts w:ascii="Meiryo UI" w:eastAsia="Meiryo UI" w:hAnsi="Meiryo UI" w:cs="Meiryo UI" w:hint="eastAsia"/>
              </w:rPr>
              <w:t xml:space="preserve">　</w:t>
            </w:r>
            <w:r w:rsidRPr="00034149">
              <w:rPr>
                <w:rFonts w:ascii="Meiryo UI" w:eastAsia="Meiryo UI" w:hAnsi="Meiryo UI" w:cs="Meiryo UI" w:hint="eastAsia"/>
              </w:rPr>
              <w:t>哲夫</w:t>
            </w:r>
          </w:p>
        </w:tc>
      </w:tr>
      <w:tr w:rsidR="00197418" w:rsidRPr="00F52763" w:rsidTr="00962CC3">
        <w:trPr>
          <w:trHeight w:val="724"/>
        </w:trPr>
        <w:tc>
          <w:tcPr>
            <w:tcW w:w="1126" w:type="dxa"/>
            <w:vAlign w:val="center"/>
          </w:tcPr>
          <w:p w:rsidR="00197418" w:rsidRPr="00F52763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197418" w:rsidRPr="00F52763" w:rsidRDefault="00FF0244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197418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197418" w:rsidRPr="005F75B4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253" w:type="dxa"/>
            <w:vAlign w:val="center"/>
          </w:tcPr>
          <w:p w:rsidR="00197418" w:rsidRPr="00F52763" w:rsidRDefault="00C22A9E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197418" w:rsidRPr="00F52763" w:rsidTr="00962CC3">
        <w:trPr>
          <w:trHeight w:val="691"/>
        </w:trPr>
        <w:tc>
          <w:tcPr>
            <w:tcW w:w="1126" w:type="dxa"/>
            <w:vAlign w:val="center"/>
          </w:tcPr>
          <w:p w:rsidR="00197418" w:rsidRPr="00F52763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197418" w:rsidRPr="00F52763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197418" w:rsidRPr="005F75B4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253" w:type="dxa"/>
            <w:vAlign w:val="center"/>
          </w:tcPr>
          <w:p w:rsidR="00197418" w:rsidRPr="00F52763" w:rsidRDefault="00C22A9E" w:rsidP="0041685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197418" w:rsidRPr="00F52763" w:rsidTr="001C3C0F">
        <w:trPr>
          <w:trHeight w:val="397"/>
        </w:trPr>
        <w:tc>
          <w:tcPr>
            <w:tcW w:w="1126" w:type="dxa"/>
            <w:vAlign w:val="center"/>
          </w:tcPr>
          <w:p w:rsidR="00197418" w:rsidRPr="00F52763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:rsidR="00197418" w:rsidRPr="00F52763" w:rsidRDefault="00197418" w:rsidP="00197418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197418" w:rsidRPr="00F52763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253" w:type="dxa"/>
            <w:vAlign w:val="center"/>
          </w:tcPr>
          <w:p w:rsidR="00197418" w:rsidRPr="004426A2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5D2E50" w:rsidRDefault="00C22A9E" w:rsidP="00D51CE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C22A9E">
        <w:rPr>
          <w:rFonts w:ascii="Meiryo UI" w:eastAsia="Meiryo UI" w:hAnsi="Meiryo UI" w:hint="eastAsia"/>
          <w:sz w:val="22"/>
        </w:rPr>
        <w:t>美郷町企画財政課　佐竹 一輝</w:t>
      </w:r>
    </w:p>
    <w:p w:rsidR="00707830" w:rsidRPr="005D2E50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RPr="005D2E50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C0B1B"/>
    <w:rsid w:val="000F3880"/>
    <w:rsid w:val="00104B14"/>
    <w:rsid w:val="0011339E"/>
    <w:rsid w:val="00131A62"/>
    <w:rsid w:val="00136961"/>
    <w:rsid w:val="00140B2E"/>
    <w:rsid w:val="00143F34"/>
    <w:rsid w:val="00152493"/>
    <w:rsid w:val="00163B12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207EB4"/>
    <w:rsid w:val="00215CCD"/>
    <w:rsid w:val="0025186D"/>
    <w:rsid w:val="00252C2C"/>
    <w:rsid w:val="00253CDD"/>
    <w:rsid w:val="002706FB"/>
    <w:rsid w:val="00280C7F"/>
    <w:rsid w:val="002A5B42"/>
    <w:rsid w:val="002A74AA"/>
    <w:rsid w:val="002E4D4E"/>
    <w:rsid w:val="002F6361"/>
    <w:rsid w:val="003030C2"/>
    <w:rsid w:val="00321D72"/>
    <w:rsid w:val="003578F5"/>
    <w:rsid w:val="003B09E4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D01FA"/>
    <w:rsid w:val="004F7C7C"/>
    <w:rsid w:val="00503E94"/>
    <w:rsid w:val="005104D8"/>
    <w:rsid w:val="005404CC"/>
    <w:rsid w:val="0056272A"/>
    <w:rsid w:val="005714CE"/>
    <w:rsid w:val="00580885"/>
    <w:rsid w:val="005B113D"/>
    <w:rsid w:val="005C314B"/>
    <w:rsid w:val="005D2E50"/>
    <w:rsid w:val="005F75B4"/>
    <w:rsid w:val="0060105E"/>
    <w:rsid w:val="00633A0D"/>
    <w:rsid w:val="006424C8"/>
    <w:rsid w:val="006679A2"/>
    <w:rsid w:val="00676BF6"/>
    <w:rsid w:val="00691569"/>
    <w:rsid w:val="006D7DA5"/>
    <w:rsid w:val="00700A96"/>
    <w:rsid w:val="00707277"/>
    <w:rsid w:val="00707830"/>
    <w:rsid w:val="00713F9F"/>
    <w:rsid w:val="00714B3E"/>
    <w:rsid w:val="007228B5"/>
    <w:rsid w:val="00741230"/>
    <w:rsid w:val="007837EF"/>
    <w:rsid w:val="007A1D5A"/>
    <w:rsid w:val="007B16AA"/>
    <w:rsid w:val="007B7DCB"/>
    <w:rsid w:val="007D2983"/>
    <w:rsid w:val="00810799"/>
    <w:rsid w:val="00840148"/>
    <w:rsid w:val="00885799"/>
    <w:rsid w:val="00890642"/>
    <w:rsid w:val="0089253E"/>
    <w:rsid w:val="008925FE"/>
    <w:rsid w:val="00897079"/>
    <w:rsid w:val="008F1BF9"/>
    <w:rsid w:val="00906C01"/>
    <w:rsid w:val="00922D4A"/>
    <w:rsid w:val="00931BBC"/>
    <w:rsid w:val="00941242"/>
    <w:rsid w:val="00960AB1"/>
    <w:rsid w:val="00961EEC"/>
    <w:rsid w:val="00962CC3"/>
    <w:rsid w:val="00963A92"/>
    <w:rsid w:val="0099181F"/>
    <w:rsid w:val="009B751E"/>
    <w:rsid w:val="009C53B3"/>
    <w:rsid w:val="00A1790E"/>
    <w:rsid w:val="00A846F7"/>
    <w:rsid w:val="00AB6721"/>
    <w:rsid w:val="00AC5D1B"/>
    <w:rsid w:val="00AE7D0B"/>
    <w:rsid w:val="00B36D85"/>
    <w:rsid w:val="00B615F6"/>
    <w:rsid w:val="00B65C85"/>
    <w:rsid w:val="00B73409"/>
    <w:rsid w:val="00BA3F4A"/>
    <w:rsid w:val="00BA59F7"/>
    <w:rsid w:val="00BB5FFF"/>
    <w:rsid w:val="00BE48DE"/>
    <w:rsid w:val="00C05922"/>
    <w:rsid w:val="00C064CA"/>
    <w:rsid w:val="00C15EB4"/>
    <w:rsid w:val="00C22A9E"/>
    <w:rsid w:val="00C23A3D"/>
    <w:rsid w:val="00C23EDA"/>
    <w:rsid w:val="00C241D3"/>
    <w:rsid w:val="00C25F33"/>
    <w:rsid w:val="00C35E03"/>
    <w:rsid w:val="00C44387"/>
    <w:rsid w:val="00C4738A"/>
    <w:rsid w:val="00C53275"/>
    <w:rsid w:val="00C70264"/>
    <w:rsid w:val="00C72B67"/>
    <w:rsid w:val="00C752A1"/>
    <w:rsid w:val="00CA1594"/>
    <w:rsid w:val="00CC459A"/>
    <w:rsid w:val="00CD658E"/>
    <w:rsid w:val="00CF033A"/>
    <w:rsid w:val="00D0612D"/>
    <w:rsid w:val="00D2116F"/>
    <w:rsid w:val="00D51CE4"/>
    <w:rsid w:val="00D5466C"/>
    <w:rsid w:val="00DA70E5"/>
    <w:rsid w:val="00DB3EC1"/>
    <w:rsid w:val="00DC7C2A"/>
    <w:rsid w:val="00DF0DDA"/>
    <w:rsid w:val="00DF64A3"/>
    <w:rsid w:val="00E04E7E"/>
    <w:rsid w:val="00E050F1"/>
    <w:rsid w:val="00E1613E"/>
    <w:rsid w:val="00E35C8F"/>
    <w:rsid w:val="00E47754"/>
    <w:rsid w:val="00E726AD"/>
    <w:rsid w:val="00E97891"/>
    <w:rsid w:val="00EB4E53"/>
    <w:rsid w:val="00EC110D"/>
    <w:rsid w:val="00ED39DD"/>
    <w:rsid w:val="00EE0B56"/>
    <w:rsid w:val="00EF0749"/>
    <w:rsid w:val="00F15445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62E1AE"/>
  <w15:chartTrackingRefBased/>
  <w15:docId w15:val="{39EB2955-5A03-45C0-81CB-D1490FE4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C23F1-3C54-4BAC-A36E-1B22F583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40C6A363.dotm</Template>
  <TotalTime>209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岩崎英 / IWASAKI，SUGURU</cp:lastModifiedBy>
  <cp:revision>16</cp:revision>
  <cp:lastPrinted>2018-12-07T04:54:00Z</cp:lastPrinted>
  <dcterms:created xsi:type="dcterms:W3CDTF">2018-11-19T15:13:00Z</dcterms:created>
  <dcterms:modified xsi:type="dcterms:W3CDTF">2019-01-21T23:49:00Z</dcterms:modified>
</cp:coreProperties>
</file>