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104F89">
        <w:rPr>
          <w:rFonts w:ascii="Meiryo UI" w:eastAsia="Meiryo UI" w:hAnsi="Meiryo UI" w:hint="eastAsia"/>
          <w:sz w:val="36"/>
          <w:szCs w:val="36"/>
          <w:u w:val="single"/>
        </w:rPr>
        <w:t>京都府福知山市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C50D59">
        <w:rPr>
          <w:rFonts w:ascii="Meiryo UI" w:eastAsia="Meiryo UI" w:hAnsi="Meiryo UI"/>
          <w:sz w:val="22"/>
          <w:szCs w:val="22"/>
        </w:rPr>
        <w:t>30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1A134A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104F89" w:rsidRPr="00104F89">
        <w:rPr>
          <w:rFonts w:ascii="Meiryo UI" w:eastAsia="Meiryo UI" w:hAnsi="Meiryo UI" w:hint="eastAsia"/>
          <w:sz w:val="22"/>
          <w:szCs w:val="22"/>
        </w:rPr>
        <w:t>市民交流プラザふくちやま　３階　会議室３－２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104F89" w:rsidRPr="00104F89">
        <w:rPr>
          <w:rFonts w:ascii="Meiryo UI" w:eastAsia="Meiryo UI" w:hAnsi="Meiryo UI" w:hint="eastAsia"/>
          <w:sz w:val="22"/>
          <w:szCs w:val="22"/>
        </w:rPr>
        <w:t>福知山市 駅前町４００番地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8F1BF9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Pr="00104F89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253"/>
      </w:tblGrid>
      <w:tr w:rsidR="00F52763" w:rsidRPr="00F52763" w:rsidTr="001C3C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3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962CC3">
        <w:trPr>
          <w:trHeight w:val="823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3" w:type="dxa"/>
            <w:vAlign w:val="center"/>
          </w:tcPr>
          <w:p w:rsidR="00C50D59" w:rsidRDefault="00C50D5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50D59">
              <w:rPr>
                <w:rFonts w:ascii="Meiryo UI" w:eastAsia="Meiryo UI" w:hAnsi="Meiryo UI" w:cs="Meiryo UI" w:hint="eastAsia"/>
                <w:sz w:val="19"/>
                <w:szCs w:val="19"/>
              </w:rPr>
              <w:t>福知山市市長公室理事</w:t>
            </w:r>
          </w:p>
          <w:p w:rsidR="00F52763" w:rsidRPr="00F52763" w:rsidRDefault="00C50D59" w:rsidP="00B330A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50D59">
              <w:rPr>
                <w:rFonts w:ascii="Meiryo UI" w:eastAsia="Meiryo UI" w:hAnsi="Meiryo UI" w:cs="Meiryo UI" w:hint="eastAsia"/>
                <w:sz w:val="19"/>
                <w:szCs w:val="19"/>
              </w:rPr>
              <w:t>森田　賢</w:t>
            </w:r>
          </w:p>
        </w:tc>
      </w:tr>
      <w:tr w:rsidR="00F52763" w:rsidRPr="00F52763" w:rsidTr="001C3C0F">
        <w:trPr>
          <w:trHeight w:val="397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F52763" w:rsidRDefault="0041685B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E04E7E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F52763" w:rsidRPr="00F52763" w:rsidRDefault="005F75B4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3" w:type="dxa"/>
            <w:vAlign w:val="center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037ED9" w:rsidRPr="00F52763" w:rsidTr="00D1785D">
        <w:trPr>
          <w:trHeight w:val="756"/>
        </w:trPr>
        <w:tc>
          <w:tcPr>
            <w:tcW w:w="1126" w:type="dxa"/>
            <w:vAlign w:val="center"/>
          </w:tcPr>
          <w:p w:rsidR="00037ED9" w:rsidRDefault="00037ED9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037ED9" w:rsidRDefault="00037ED9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037ED9" w:rsidRPr="00F15445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15445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037ED9" w:rsidRPr="00F15445" w:rsidRDefault="00FF3552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F3552">
              <w:rPr>
                <w:rFonts w:ascii="Meiryo UI" w:eastAsia="Meiryo UI" w:hAnsi="Meiryo UI" w:cs="Meiryo UI" w:hint="eastAsia"/>
                <w:sz w:val="20"/>
                <w:szCs w:val="20"/>
              </w:rPr>
              <w:t>官民データ活用推進基本法と計画について</w:t>
            </w:r>
          </w:p>
        </w:tc>
        <w:tc>
          <w:tcPr>
            <w:tcW w:w="4253" w:type="dxa"/>
            <w:vAlign w:val="center"/>
          </w:tcPr>
          <w:p w:rsidR="00B330A3" w:rsidRPr="00B330A3" w:rsidRDefault="00B330A3" w:rsidP="00B330A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330A3">
              <w:rPr>
                <w:rFonts w:ascii="Meiryo UI" w:eastAsia="Meiryo UI" w:hAnsi="Meiryo UI" w:cs="Meiryo UI" w:hint="eastAsia"/>
                <w:sz w:val="20"/>
                <w:szCs w:val="20"/>
              </w:rPr>
              <w:t>京都府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B330A3">
              <w:rPr>
                <w:rFonts w:ascii="Meiryo UI" w:eastAsia="Meiryo UI" w:hAnsi="Meiryo UI" w:cs="Meiryo UI" w:hint="eastAsia"/>
                <w:sz w:val="20"/>
                <w:szCs w:val="20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B330A3">
              <w:rPr>
                <w:rFonts w:ascii="Meiryo UI" w:eastAsia="Meiryo UI" w:hAnsi="Meiryo UI" w:cs="Meiryo UI" w:hint="eastAsia"/>
                <w:sz w:val="20"/>
                <w:szCs w:val="20"/>
              </w:rPr>
              <w:t>主査</w:t>
            </w:r>
          </w:p>
          <w:p w:rsidR="00037ED9" w:rsidRPr="00F15445" w:rsidRDefault="00B330A3" w:rsidP="00B330A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330A3">
              <w:rPr>
                <w:rFonts w:ascii="Meiryo UI" w:eastAsia="Meiryo UI" w:hAnsi="Meiryo UI" w:cs="Meiryo UI" w:hint="eastAsia"/>
                <w:sz w:val="20"/>
                <w:szCs w:val="20"/>
              </w:rPr>
              <w:t>東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B330A3">
              <w:rPr>
                <w:rFonts w:ascii="Meiryo UI" w:eastAsia="Meiryo UI" w:hAnsi="Meiryo UI" w:cs="Meiryo UI" w:hint="eastAsia"/>
                <w:sz w:val="20"/>
                <w:szCs w:val="20"/>
              </w:rPr>
              <w:t>健二郎</w:t>
            </w:r>
          </w:p>
        </w:tc>
      </w:tr>
      <w:tr w:rsidR="00F52763" w:rsidRPr="00F52763" w:rsidTr="001C3C0F">
        <w:trPr>
          <w:trHeight w:val="850"/>
        </w:trPr>
        <w:tc>
          <w:tcPr>
            <w:tcW w:w="1126" w:type="dxa"/>
            <w:vAlign w:val="center"/>
          </w:tcPr>
          <w:p w:rsidR="00F52763" w:rsidRPr="00F52763" w:rsidRDefault="00E04E7E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  <w:vAlign w:val="center"/>
          </w:tcPr>
          <w:p w:rsidR="00F52763" w:rsidRPr="00F52763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  <w:vAlign w:val="center"/>
          </w:tcPr>
          <w:p w:rsidR="00CD658E" w:rsidRDefault="00037ED9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F52763" w:rsidRPr="00CD658E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="0099181F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253" w:type="dxa"/>
            <w:vAlign w:val="center"/>
          </w:tcPr>
          <w:p w:rsidR="00B330A3" w:rsidRPr="00B330A3" w:rsidRDefault="00B330A3" w:rsidP="00B330A3">
            <w:pPr>
              <w:pStyle w:val="a3"/>
              <w:rPr>
                <w:rFonts w:ascii="Meiryo UI" w:eastAsia="Meiryo UI" w:hAnsi="Meiryo UI" w:cs="Meiryo UI"/>
              </w:rPr>
            </w:pPr>
            <w:r w:rsidRPr="00B330A3">
              <w:rPr>
                <w:rFonts w:ascii="Meiryo UI" w:eastAsia="Meiryo UI" w:hAnsi="Meiryo UI" w:cs="Meiryo UI" w:hint="eastAsia"/>
              </w:rPr>
              <w:t>奈良先端科学技術大学院大学　准教授</w:t>
            </w:r>
          </w:p>
          <w:p w:rsidR="001F41A7" w:rsidRPr="00034149" w:rsidRDefault="00B330A3" w:rsidP="00B330A3">
            <w:pPr>
              <w:pStyle w:val="a3"/>
            </w:pPr>
            <w:r w:rsidRPr="00B330A3">
              <w:rPr>
                <w:rFonts w:ascii="Meiryo UI" w:eastAsia="Meiryo UI" w:hAnsi="Meiryo UI" w:cs="Meiryo UI" w:hint="eastAsia"/>
              </w:rPr>
              <w:t>新井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B330A3">
              <w:rPr>
                <w:rFonts w:ascii="Meiryo UI" w:eastAsia="Meiryo UI" w:hAnsi="Meiryo UI" w:cs="Meiryo UI" w:hint="eastAsia"/>
              </w:rPr>
              <w:t>イスマイル</w:t>
            </w:r>
          </w:p>
        </w:tc>
      </w:tr>
      <w:tr w:rsidR="00E04E7E" w:rsidRPr="00F52763" w:rsidTr="001C3C0F">
        <w:trPr>
          <w:trHeight w:val="397"/>
        </w:trPr>
        <w:tc>
          <w:tcPr>
            <w:tcW w:w="1126" w:type="dxa"/>
            <w:vAlign w:val="center"/>
          </w:tcPr>
          <w:p w:rsidR="00E04E7E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E04E7E" w:rsidRDefault="0041685B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E04E7E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E04E7E" w:rsidRPr="00034149" w:rsidRDefault="00E04E7E" w:rsidP="00E04E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C3C0F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D51CE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F52763" w:rsidRDefault="005603A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97418" w:rsidRDefault="00D51CE4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253" w:type="dxa"/>
            <w:vAlign w:val="center"/>
          </w:tcPr>
          <w:p w:rsidR="00197418" w:rsidRPr="0003414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197418" w:rsidRPr="00034149" w:rsidRDefault="007D24F9" w:rsidP="007D24F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松田</w:t>
            </w:r>
            <w:r w:rsidR="00037ED9"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純一</w:t>
            </w:r>
          </w:p>
        </w:tc>
      </w:tr>
      <w:tr w:rsidR="00197418" w:rsidRPr="00F52763" w:rsidTr="001C3C0F">
        <w:trPr>
          <w:trHeight w:val="397"/>
        </w:trPr>
        <w:tc>
          <w:tcPr>
            <w:tcW w:w="1126" w:type="dxa"/>
            <w:vAlign w:val="center"/>
          </w:tcPr>
          <w:p w:rsidR="00197418" w:rsidRDefault="00197418" w:rsidP="005603A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5603A8"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197418" w:rsidRPr="0003414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717845" w:rsidRPr="00F52763" w:rsidTr="001C3C0F">
        <w:trPr>
          <w:trHeight w:val="850"/>
        </w:trPr>
        <w:tc>
          <w:tcPr>
            <w:tcW w:w="1126" w:type="dxa"/>
            <w:vAlign w:val="center"/>
          </w:tcPr>
          <w:p w:rsidR="00717845" w:rsidRDefault="00717845" w:rsidP="005603A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15:4</w:t>
            </w:r>
            <w:r w:rsidR="005603A8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717845" w:rsidRDefault="005603A8" w:rsidP="00717845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  <w:r w:rsidR="00717845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17845" w:rsidRDefault="00717845" w:rsidP="0071784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:rsidR="00717845" w:rsidRDefault="00717845" w:rsidP="0071784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253" w:type="dxa"/>
            <w:vAlign w:val="center"/>
          </w:tcPr>
          <w:p w:rsidR="00717845" w:rsidRPr="00B330A3" w:rsidRDefault="00717845" w:rsidP="00717845">
            <w:pPr>
              <w:pStyle w:val="a3"/>
              <w:rPr>
                <w:rFonts w:ascii="Meiryo UI" w:eastAsia="Meiryo UI" w:hAnsi="Meiryo UI" w:cs="Meiryo UI"/>
              </w:rPr>
            </w:pPr>
            <w:r w:rsidRPr="00B330A3">
              <w:rPr>
                <w:rFonts w:ascii="Meiryo UI" w:eastAsia="Meiryo UI" w:hAnsi="Meiryo UI" w:cs="Meiryo UI" w:hint="eastAsia"/>
              </w:rPr>
              <w:t>奈良先端科学技術大学院大学　准教授</w:t>
            </w:r>
          </w:p>
          <w:p w:rsidR="00717845" w:rsidRPr="00034149" w:rsidRDefault="00717845" w:rsidP="00717845">
            <w:pPr>
              <w:pStyle w:val="a3"/>
            </w:pPr>
            <w:r w:rsidRPr="00B330A3">
              <w:rPr>
                <w:rFonts w:ascii="Meiryo UI" w:eastAsia="Meiryo UI" w:hAnsi="Meiryo UI" w:cs="Meiryo UI" w:hint="eastAsia"/>
              </w:rPr>
              <w:t>新井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B330A3">
              <w:rPr>
                <w:rFonts w:ascii="Meiryo UI" w:eastAsia="Meiryo UI" w:hAnsi="Meiryo UI" w:cs="Meiryo UI" w:hint="eastAsia"/>
              </w:rPr>
              <w:t>イスマイル</w:t>
            </w:r>
          </w:p>
        </w:tc>
      </w:tr>
      <w:tr w:rsidR="00197418" w:rsidRPr="00F52763" w:rsidTr="00962CC3">
        <w:trPr>
          <w:trHeight w:val="724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FF024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F52763" w:rsidRDefault="00FF0244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253" w:type="dxa"/>
            <w:vAlign w:val="center"/>
          </w:tcPr>
          <w:p w:rsidR="00197418" w:rsidRPr="00F52763" w:rsidRDefault="00C22A9E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97418" w:rsidRPr="00F52763" w:rsidTr="00962CC3">
        <w:trPr>
          <w:trHeight w:val="691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253" w:type="dxa"/>
            <w:vAlign w:val="center"/>
          </w:tcPr>
          <w:p w:rsidR="00197418" w:rsidRPr="00F52763" w:rsidRDefault="00C22A9E" w:rsidP="0041685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197418" w:rsidRPr="00F52763" w:rsidTr="001C3C0F">
        <w:trPr>
          <w:trHeight w:val="397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253" w:type="dxa"/>
            <w:vAlign w:val="center"/>
          </w:tcPr>
          <w:p w:rsidR="00197418" w:rsidRPr="004426A2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C50D59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C50D59">
        <w:rPr>
          <w:rFonts w:ascii="Meiryo UI" w:eastAsia="Meiryo UI" w:hAnsi="Meiryo UI" w:hint="eastAsia"/>
          <w:sz w:val="22"/>
        </w:rPr>
        <w:t xml:space="preserve">福知山市情報推進課　</w:t>
      </w:r>
      <w:r w:rsidRPr="007651DC">
        <w:rPr>
          <w:rFonts w:ascii="Meiryo UI" w:eastAsia="Meiryo UI" w:hAnsi="Meiryo UI" w:hint="eastAsia"/>
          <w:sz w:val="22"/>
        </w:rPr>
        <w:t>四方</w:t>
      </w:r>
      <w:r w:rsidR="00F1076E">
        <w:rPr>
          <w:rFonts w:ascii="Meiryo UI" w:eastAsia="Meiryo UI" w:hAnsi="Meiryo UI" w:hint="eastAsia"/>
          <w:sz w:val="22"/>
        </w:rPr>
        <w:t>、</w:t>
      </w:r>
      <w:r w:rsidRPr="007651DC">
        <w:rPr>
          <w:rFonts w:ascii="Meiryo UI" w:eastAsia="Meiryo UI" w:hAnsi="Meiryo UI" w:hint="eastAsia"/>
          <w:sz w:val="22"/>
        </w:rPr>
        <w:t>蘆田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CB7" w:rsidRDefault="00A01C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F3880"/>
    <w:rsid w:val="00104B14"/>
    <w:rsid w:val="00104F89"/>
    <w:rsid w:val="0011339E"/>
    <w:rsid w:val="00131A62"/>
    <w:rsid w:val="00136961"/>
    <w:rsid w:val="00140B2E"/>
    <w:rsid w:val="00143F34"/>
    <w:rsid w:val="00152493"/>
    <w:rsid w:val="00163B12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C5F17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03E94"/>
    <w:rsid w:val="005104D8"/>
    <w:rsid w:val="005404CC"/>
    <w:rsid w:val="005603A8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17845"/>
    <w:rsid w:val="007228B5"/>
    <w:rsid w:val="00741230"/>
    <w:rsid w:val="007651DC"/>
    <w:rsid w:val="007837EF"/>
    <w:rsid w:val="007A1D5A"/>
    <w:rsid w:val="007B16AA"/>
    <w:rsid w:val="007B7DCB"/>
    <w:rsid w:val="007D24F9"/>
    <w:rsid w:val="007D2983"/>
    <w:rsid w:val="00810799"/>
    <w:rsid w:val="00840148"/>
    <w:rsid w:val="00885799"/>
    <w:rsid w:val="00890642"/>
    <w:rsid w:val="0089253E"/>
    <w:rsid w:val="008925FE"/>
    <w:rsid w:val="00897079"/>
    <w:rsid w:val="008F1BF9"/>
    <w:rsid w:val="00906C01"/>
    <w:rsid w:val="00922D4A"/>
    <w:rsid w:val="00931BBC"/>
    <w:rsid w:val="00941242"/>
    <w:rsid w:val="00960AB1"/>
    <w:rsid w:val="00961EEC"/>
    <w:rsid w:val="00962CC3"/>
    <w:rsid w:val="00963A92"/>
    <w:rsid w:val="0099181F"/>
    <w:rsid w:val="009B751E"/>
    <w:rsid w:val="009C53B3"/>
    <w:rsid w:val="00A01CB7"/>
    <w:rsid w:val="00A1790E"/>
    <w:rsid w:val="00A846F7"/>
    <w:rsid w:val="00AB6721"/>
    <w:rsid w:val="00AC5D1B"/>
    <w:rsid w:val="00AE7D0B"/>
    <w:rsid w:val="00B330A3"/>
    <w:rsid w:val="00B36D85"/>
    <w:rsid w:val="00B615F6"/>
    <w:rsid w:val="00B65C85"/>
    <w:rsid w:val="00B73409"/>
    <w:rsid w:val="00BA3F4A"/>
    <w:rsid w:val="00BA59F7"/>
    <w:rsid w:val="00BB5FFF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0D59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1785D"/>
    <w:rsid w:val="00D2116F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076E"/>
    <w:rsid w:val="00F15445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  <w:rsid w:val="00FF0244"/>
    <w:rsid w:val="00FF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2D79E02A.dotm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2019-02-01T05:42:00Z</dcterms:created>
  <dcterms:modified xsi:type="dcterms:W3CDTF">2019-02-01T05:42:00Z</dcterms:modified>
</cp:coreProperties>
</file>