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BD22AF">
        <w:rPr>
          <w:rFonts w:ascii="Meiryo UI" w:eastAsia="Meiryo UI" w:hAnsi="Meiryo UI" w:hint="eastAsia"/>
          <w:sz w:val="36"/>
          <w:szCs w:val="36"/>
          <w:u w:val="single"/>
        </w:rPr>
        <w:t>愛知県春日井市・碧南市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BD22AF">
        <w:rPr>
          <w:rFonts w:ascii="Meiryo UI" w:eastAsia="Meiryo UI" w:hAnsi="Meiryo UI"/>
          <w:sz w:val="22"/>
          <w:szCs w:val="22"/>
        </w:rPr>
        <w:t>2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BD22AF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1A134A">
        <w:rPr>
          <w:rFonts w:ascii="Meiryo UI" w:eastAsia="Meiryo UI" w:hAnsi="Meiryo UI" w:hint="eastAsia"/>
          <w:sz w:val="22"/>
          <w:szCs w:val="22"/>
        </w:rPr>
        <w:t>木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13:3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:3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BD22AF">
        <w:rPr>
          <w:rFonts w:ascii="Meiryo UI" w:eastAsia="Meiryo UI" w:hAnsi="Meiryo UI" w:hint="eastAsia"/>
          <w:sz w:val="22"/>
          <w:szCs w:val="22"/>
        </w:rPr>
        <w:t>愛知県自治センター第603会議室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BD22AF" w:rsidRPr="00BD22AF">
        <w:rPr>
          <w:rFonts w:ascii="Meiryo UI" w:eastAsia="Meiryo UI" w:hAnsi="Meiryo UI" w:hint="eastAsia"/>
          <w:sz w:val="22"/>
          <w:szCs w:val="22"/>
        </w:rPr>
        <w:t>名古屋市中区三の丸 3-1-2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41296B" w:rsidRPr="005F75B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2835"/>
        <w:gridCol w:w="5103"/>
      </w:tblGrid>
      <w:tr w:rsidR="00F52763" w:rsidRPr="00F52763" w:rsidTr="00772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772789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:rsidR="00F52763" w:rsidRPr="00772789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2835" w:type="dxa"/>
          </w:tcPr>
          <w:p w:rsidR="00F52763" w:rsidRPr="00772789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103" w:type="dxa"/>
          </w:tcPr>
          <w:p w:rsidR="00F52763" w:rsidRPr="00772789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担当</w:t>
            </w:r>
            <w:r w:rsidR="003030C2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（敬称</w:t>
            </w:r>
            <w:r w:rsidR="003030C2" w:rsidRPr="00772789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="003030C2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F52763" w:rsidRPr="00F52763" w:rsidTr="00772789">
        <w:trPr>
          <w:trHeight w:val="823"/>
        </w:trPr>
        <w:tc>
          <w:tcPr>
            <w:tcW w:w="1126" w:type="dxa"/>
            <w:vAlign w:val="center"/>
          </w:tcPr>
          <w:p w:rsidR="00F52763" w:rsidRPr="00772789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13:3</w:t>
            </w:r>
            <w:r w:rsidR="00F52763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F52763" w:rsidRPr="00772789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F52763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2835" w:type="dxa"/>
            <w:vAlign w:val="center"/>
          </w:tcPr>
          <w:p w:rsidR="00F52763" w:rsidRPr="00772789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103" w:type="dxa"/>
            <w:vAlign w:val="center"/>
          </w:tcPr>
          <w:p w:rsidR="009B3CB5" w:rsidRPr="00772789" w:rsidRDefault="009B3CB5" w:rsidP="009B3CB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春日井市総務部情報システム課ＩＣＴ推進室　室長</w:t>
            </w:r>
          </w:p>
          <w:p w:rsidR="00F52763" w:rsidRPr="00772789" w:rsidRDefault="009B3CB5" w:rsidP="009B3CB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荻野　史彦</w:t>
            </w:r>
          </w:p>
        </w:tc>
      </w:tr>
      <w:tr w:rsidR="00F52763" w:rsidRPr="00F52763" w:rsidTr="00772789">
        <w:trPr>
          <w:trHeight w:val="679"/>
        </w:trPr>
        <w:tc>
          <w:tcPr>
            <w:tcW w:w="1126" w:type="dxa"/>
            <w:vAlign w:val="center"/>
          </w:tcPr>
          <w:p w:rsidR="00F52763" w:rsidRPr="00772789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:rsidR="00F52763" w:rsidRPr="00772789" w:rsidRDefault="0041685B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="00E04E7E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2835" w:type="dxa"/>
            <w:vAlign w:val="center"/>
          </w:tcPr>
          <w:p w:rsidR="00F52763" w:rsidRPr="00772789" w:rsidRDefault="005F75B4" w:rsidP="000652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受講者自己紹介</w:t>
            </w:r>
          </w:p>
        </w:tc>
        <w:tc>
          <w:tcPr>
            <w:tcW w:w="5103" w:type="dxa"/>
            <w:vAlign w:val="center"/>
          </w:tcPr>
          <w:p w:rsidR="002A5B42" w:rsidRPr="00772789" w:rsidRDefault="002A5B42" w:rsidP="0084014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F52763" w:rsidRPr="00F52763" w:rsidTr="00772789">
        <w:trPr>
          <w:trHeight w:val="850"/>
        </w:trPr>
        <w:tc>
          <w:tcPr>
            <w:tcW w:w="1126" w:type="dxa"/>
            <w:vAlign w:val="center"/>
          </w:tcPr>
          <w:p w:rsidR="00F52763" w:rsidRPr="00772789" w:rsidRDefault="00E04E7E" w:rsidP="000652F1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</w:t>
            </w:r>
            <w:r w:rsidR="00BD22AF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3</w:t>
            </w:r>
            <w:r w:rsidR="002A74AA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:</w:t>
            </w:r>
            <w:r w:rsidR="00BD22AF" w:rsidRPr="00772789"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F52763" w:rsidRPr="00772789" w:rsidRDefault="000652F1" w:rsidP="00321D7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700A96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0分</w:t>
            </w:r>
          </w:p>
        </w:tc>
        <w:tc>
          <w:tcPr>
            <w:tcW w:w="2835" w:type="dxa"/>
            <w:vAlign w:val="center"/>
          </w:tcPr>
          <w:p w:rsidR="00CD658E" w:rsidRPr="00772789" w:rsidRDefault="00D27FC8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:rsidR="00F52763" w:rsidRPr="00772789" w:rsidRDefault="00F52763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772789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="0099181F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772789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5103" w:type="dxa"/>
            <w:vAlign w:val="center"/>
          </w:tcPr>
          <w:p w:rsidR="001A134A" w:rsidRPr="00772789" w:rsidRDefault="00D966FC" w:rsidP="00C22A9E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名古屋大学大学院情報学研究科</w:t>
            </w:r>
            <w:r w:rsidR="00C22A9E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講師</w:t>
            </w:r>
          </w:p>
          <w:p w:rsidR="001F41A7" w:rsidRPr="00772789" w:rsidRDefault="00D966FC" w:rsidP="00D966FC">
            <w:pPr>
              <w:pStyle w:val="a3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浦田</w:t>
            </w:r>
            <w:r w:rsidR="00131A62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</w:t>
            </w: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真由</w:t>
            </w:r>
          </w:p>
        </w:tc>
      </w:tr>
      <w:tr w:rsidR="00E04E7E" w:rsidRPr="00F52763" w:rsidTr="00772789">
        <w:trPr>
          <w:trHeight w:val="397"/>
        </w:trPr>
        <w:tc>
          <w:tcPr>
            <w:tcW w:w="1126" w:type="dxa"/>
            <w:vAlign w:val="center"/>
          </w:tcPr>
          <w:p w:rsidR="00E04E7E" w:rsidRPr="00772789" w:rsidRDefault="00037ED9" w:rsidP="00E04E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BD22AF" w:rsidRPr="00772789">
              <w:rPr>
                <w:rFonts w:ascii="Meiryo UI" w:eastAsia="Meiryo UI" w:hAnsi="Meiryo UI" w:cs="Meiryo UI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:rsidR="00E04E7E" w:rsidRPr="00772789" w:rsidRDefault="00BD22AF" w:rsidP="00E04E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10</w:t>
            </w:r>
            <w:r w:rsidR="00197418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2835" w:type="dxa"/>
            <w:vAlign w:val="center"/>
          </w:tcPr>
          <w:p w:rsidR="00E04E7E" w:rsidRPr="00772789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103" w:type="dxa"/>
            <w:vAlign w:val="center"/>
          </w:tcPr>
          <w:p w:rsidR="00E04E7E" w:rsidRPr="00772789" w:rsidRDefault="00E04E7E" w:rsidP="00E04E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197418" w:rsidRPr="00F52763" w:rsidTr="00772789">
        <w:trPr>
          <w:trHeight w:val="850"/>
        </w:trPr>
        <w:tc>
          <w:tcPr>
            <w:tcW w:w="1126" w:type="dxa"/>
            <w:vAlign w:val="center"/>
          </w:tcPr>
          <w:p w:rsidR="00197418" w:rsidRPr="00772789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BD22AF" w:rsidRPr="00772789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FF0244" w:rsidRPr="00772789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197418" w:rsidRPr="00772789" w:rsidRDefault="00BD22AF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/>
                <w:sz w:val="22"/>
                <w:szCs w:val="22"/>
              </w:rPr>
              <w:t>40</w:t>
            </w:r>
            <w:r w:rsidR="00197418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2835" w:type="dxa"/>
            <w:vAlign w:val="center"/>
          </w:tcPr>
          <w:p w:rsidR="00197418" w:rsidRPr="00772789" w:rsidRDefault="00D27FC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:rsidR="00197418" w:rsidRPr="00772789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103" w:type="dxa"/>
            <w:vAlign w:val="center"/>
          </w:tcPr>
          <w:p w:rsidR="00197418" w:rsidRPr="00772789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　公共システム事業部</w:t>
            </w:r>
          </w:p>
          <w:p w:rsidR="00197418" w:rsidRPr="00772789" w:rsidRDefault="00BD22AF" w:rsidP="00BD22A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水谷</w:t>
            </w:r>
            <w:r w:rsidR="006966FF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晃絵</w:t>
            </w:r>
          </w:p>
        </w:tc>
      </w:tr>
      <w:tr w:rsidR="00197418" w:rsidRPr="00F52763" w:rsidTr="00772789">
        <w:trPr>
          <w:trHeight w:val="397"/>
        </w:trPr>
        <w:tc>
          <w:tcPr>
            <w:tcW w:w="1126" w:type="dxa"/>
            <w:vAlign w:val="center"/>
          </w:tcPr>
          <w:p w:rsidR="00197418" w:rsidRPr="00772789" w:rsidRDefault="00BD22AF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15:2</w:t>
            </w:r>
            <w:r w:rsidRPr="00772789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197418" w:rsidRPr="00772789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2835" w:type="dxa"/>
            <w:vAlign w:val="center"/>
          </w:tcPr>
          <w:p w:rsidR="00197418" w:rsidRPr="00772789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103" w:type="dxa"/>
            <w:vAlign w:val="center"/>
          </w:tcPr>
          <w:p w:rsidR="00197418" w:rsidRPr="00772789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197418" w:rsidRPr="00F52763" w:rsidTr="00772789">
        <w:trPr>
          <w:trHeight w:val="850"/>
        </w:trPr>
        <w:tc>
          <w:tcPr>
            <w:tcW w:w="1126" w:type="dxa"/>
            <w:vAlign w:val="center"/>
          </w:tcPr>
          <w:p w:rsidR="00197418" w:rsidRPr="00772789" w:rsidRDefault="00BD22AF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15:3</w:t>
            </w:r>
            <w:r w:rsidRPr="00772789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197418" w:rsidRPr="00772789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3</w:t>
            </w:r>
            <w:r w:rsidR="00FF0244" w:rsidRPr="00772789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2835" w:type="dxa"/>
            <w:vAlign w:val="center"/>
          </w:tcPr>
          <w:p w:rsidR="00197418" w:rsidRPr="00772789" w:rsidRDefault="00197418" w:rsidP="00197418">
            <w:pPr>
              <w:spacing w:line="300" w:lineRule="exact"/>
              <w:ind w:left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/>
                <w:sz w:val="22"/>
                <w:szCs w:val="22"/>
              </w:rPr>
              <w:t xml:space="preserve">B  </w:t>
            </w:r>
            <w:r w:rsidR="00D27FC8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　講義③</w:t>
            </w:r>
          </w:p>
          <w:p w:rsidR="00197418" w:rsidRPr="00772789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103" w:type="dxa"/>
            <w:vAlign w:val="center"/>
          </w:tcPr>
          <w:p w:rsidR="00D966FC" w:rsidRPr="00772789" w:rsidRDefault="00D966FC" w:rsidP="00D966FC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名古屋大学大学院情報学研究科　講師</w:t>
            </w:r>
          </w:p>
          <w:p w:rsidR="00D51CE4" w:rsidRPr="00772789" w:rsidRDefault="00D966FC" w:rsidP="00D966FC">
            <w:pPr>
              <w:pStyle w:val="a3"/>
              <w:ind w:left="0" w:firstLine="0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浦田　真由</w:t>
            </w:r>
          </w:p>
        </w:tc>
      </w:tr>
      <w:tr w:rsidR="00197418" w:rsidRPr="00F52763" w:rsidTr="00772789">
        <w:trPr>
          <w:trHeight w:val="724"/>
        </w:trPr>
        <w:tc>
          <w:tcPr>
            <w:tcW w:w="1126" w:type="dxa"/>
            <w:vAlign w:val="center"/>
          </w:tcPr>
          <w:p w:rsidR="00197418" w:rsidRPr="00772789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Pr="00772789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BD22AF" w:rsidRPr="00772789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197418" w:rsidRPr="00772789" w:rsidRDefault="00D966FC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/>
                <w:sz w:val="22"/>
                <w:szCs w:val="22"/>
              </w:rPr>
              <w:t>10</w:t>
            </w:r>
            <w:r w:rsidR="00197418"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2835" w:type="dxa"/>
            <w:vAlign w:val="center"/>
          </w:tcPr>
          <w:p w:rsidR="00197418" w:rsidRPr="00772789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</w:p>
        </w:tc>
        <w:tc>
          <w:tcPr>
            <w:tcW w:w="5103" w:type="dxa"/>
            <w:vAlign w:val="center"/>
          </w:tcPr>
          <w:p w:rsidR="00197418" w:rsidRPr="00772789" w:rsidRDefault="00C22A9E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197418" w:rsidRPr="00F52763" w:rsidTr="00772789">
        <w:trPr>
          <w:trHeight w:val="691"/>
        </w:trPr>
        <w:tc>
          <w:tcPr>
            <w:tcW w:w="1126" w:type="dxa"/>
            <w:vAlign w:val="center"/>
          </w:tcPr>
          <w:p w:rsidR="00197418" w:rsidRPr="00772789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</w:t>
            </w:r>
            <w:r w:rsidRPr="00772789">
              <w:rPr>
                <w:rFonts w:ascii="Meiryo UI" w:eastAsia="Meiryo UI" w:hAnsi="Meiryo UI" w:cs="Meiryo UI"/>
                <w:sz w:val="22"/>
                <w:szCs w:val="22"/>
              </w:rPr>
              <w:t>6</w:t>
            </w: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:</w:t>
            </w:r>
            <w:r w:rsidR="00D966FC" w:rsidRPr="00772789">
              <w:rPr>
                <w:rFonts w:ascii="Meiryo UI" w:eastAsia="Meiryo UI" w:hAnsi="Meiryo UI" w:cs="Meiryo UI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197418" w:rsidRPr="00772789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2835" w:type="dxa"/>
            <w:vAlign w:val="center"/>
          </w:tcPr>
          <w:p w:rsidR="00197418" w:rsidRPr="00772789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103" w:type="dxa"/>
            <w:vAlign w:val="center"/>
          </w:tcPr>
          <w:p w:rsidR="00197418" w:rsidRPr="00772789" w:rsidRDefault="00C22A9E" w:rsidP="0041685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197418" w:rsidRPr="00F52763" w:rsidTr="00772789">
        <w:trPr>
          <w:trHeight w:val="397"/>
        </w:trPr>
        <w:tc>
          <w:tcPr>
            <w:tcW w:w="1126" w:type="dxa"/>
            <w:vAlign w:val="center"/>
          </w:tcPr>
          <w:p w:rsidR="00197418" w:rsidRPr="00772789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:rsidR="00197418" w:rsidRPr="00772789" w:rsidRDefault="00197418" w:rsidP="00197418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197418" w:rsidRPr="00772789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72789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103" w:type="dxa"/>
            <w:vAlign w:val="center"/>
          </w:tcPr>
          <w:p w:rsidR="00197418" w:rsidRPr="00772789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5D2E50" w:rsidRDefault="00185A20" w:rsidP="00D51CE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9A3BBC">
        <w:rPr>
          <w:rFonts w:ascii="Meiryo UI" w:eastAsia="Meiryo UI" w:hAnsi="Meiryo UI" w:hint="eastAsia"/>
          <w:sz w:val="22"/>
        </w:rPr>
        <w:t xml:space="preserve">日立製作所　公共システム事業部　</w:t>
      </w:r>
      <w:r>
        <w:rPr>
          <w:rFonts w:ascii="Meiryo UI" w:eastAsia="Meiryo UI" w:hAnsi="Meiryo UI" w:hint="eastAsia"/>
          <w:sz w:val="22"/>
        </w:rPr>
        <w:t>岩崎　英</w:t>
      </w:r>
    </w:p>
    <w:p w:rsidR="00707830" w:rsidRPr="005D2E50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RPr="005D2E50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9F7" w:rsidRDefault="00BA59F7" w:rsidP="009B751E">
      <w:r>
        <w:separator/>
      </w:r>
    </w:p>
  </w:endnote>
  <w:endnote w:type="continuationSeparator" w:id="0">
    <w:p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87E" w:rsidRDefault="00A5187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87E" w:rsidRDefault="00A5187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87E" w:rsidRDefault="00A518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9F7" w:rsidRDefault="00BA59F7" w:rsidP="009B751E">
      <w:r>
        <w:separator/>
      </w:r>
    </w:p>
  </w:footnote>
  <w:footnote w:type="continuationSeparator" w:id="0">
    <w:p w:rsidR="00BA59F7" w:rsidRDefault="00BA59F7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87E" w:rsidRDefault="00A5187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87E" w:rsidRDefault="00A5187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87E" w:rsidRDefault="00A5187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C0B1B"/>
    <w:rsid w:val="000F3880"/>
    <w:rsid w:val="00104B14"/>
    <w:rsid w:val="0011339E"/>
    <w:rsid w:val="00131A62"/>
    <w:rsid w:val="00136961"/>
    <w:rsid w:val="00140B2E"/>
    <w:rsid w:val="00143F34"/>
    <w:rsid w:val="00152493"/>
    <w:rsid w:val="001558CE"/>
    <w:rsid w:val="00163B12"/>
    <w:rsid w:val="00185A20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207EB4"/>
    <w:rsid w:val="00215CCD"/>
    <w:rsid w:val="0025186D"/>
    <w:rsid w:val="00252C2C"/>
    <w:rsid w:val="00253CDD"/>
    <w:rsid w:val="002706FB"/>
    <w:rsid w:val="00280C7F"/>
    <w:rsid w:val="002A5B42"/>
    <w:rsid w:val="002A74AA"/>
    <w:rsid w:val="002E4D4E"/>
    <w:rsid w:val="002F6361"/>
    <w:rsid w:val="003030C2"/>
    <w:rsid w:val="00321D72"/>
    <w:rsid w:val="003578F5"/>
    <w:rsid w:val="003B09E4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D01FA"/>
    <w:rsid w:val="004F7C7C"/>
    <w:rsid w:val="00503E94"/>
    <w:rsid w:val="005104D8"/>
    <w:rsid w:val="005404CC"/>
    <w:rsid w:val="0056272A"/>
    <w:rsid w:val="005714CE"/>
    <w:rsid w:val="00580885"/>
    <w:rsid w:val="005B113D"/>
    <w:rsid w:val="005C314B"/>
    <w:rsid w:val="005D2E50"/>
    <w:rsid w:val="005F75B4"/>
    <w:rsid w:val="0060105E"/>
    <w:rsid w:val="00633A0D"/>
    <w:rsid w:val="006424C8"/>
    <w:rsid w:val="006679A2"/>
    <w:rsid w:val="00676BF6"/>
    <w:rsid w:val="00691569"/>
    <w:rsid w:val="006966FF"/>
    <w:rsid w:val="006D7DA5"/>
    <w:rsid w:val="00700A96"/>
    <w:rsid w:val="00707277"/>
    <w:rsid w:val="00707830"/>
    <w:rsid w:val="00713F9F"/>
    <w:rsid w:val="00714B3E"/>
    <w:rsid w:val="007228B5"/>
    <w:rsid w:val="00741230"/>
    <w:rsid w:val="00772789"/>
    <w:rsid w:val="007837EF"/>
    <w:rsid w:val="007A1D5A"/>
    <w:rsid w:val="007B16AA"/>
    <w:rsid w:val="007B7DCB"/>
    <w:rsid w:val="007D2983"/>
    <w:rsid w:val="00810799"/>
    <w:rsid w:val="00823871"/>
    <w:rsid w:val="00840148"/>
    <w:rsid w:val="00885799"/>
    <w:rsid w:val="00890642"/>
    <w:rsid w:val="0089253E"/>
    <w:rsid w:val="008925FE"/>
    <w:rsid w:val="00897079"/>
    <w:rsid w:val="00906C01"/>
    <w:rsid w:val="00922D4A"/>
    <w:rsid w:val="00931BBC"/>
    <w:rsid w:val="00941242"/>
    <w:rsid w:val="00960AB1"/>
    <w:rsid w:val="00961EEC"/>
    <w:rsid w:val="00962CC3"/>
    <w:rsid w:val="00963A92"/>
    <w:rsid w:val="0099181F"/>
    <w:rsid w:val="009B3CB5"/>
    <w:rsid w:val="009B751E"/>
    <w:rsid w:val="009C53B3"/>
    <w:rsid w:val="00A1790E"/>
    <w:rsid w:val="00A5187E"/>
    <w:rsid w:val="00A846F7"/>
    <w:rsid w:val="00AB6721"/>
    <w:rsid w:val="00AC5D1B"/>
    <w:rsid w:val="00AE7D0B"/>
    <w:rsid w:val="00B36D85"/>
    <w:rsid w:val="00B615F6"/>
    <w:rsid w:val="00B65C85"/>
    <w:rsid w:val="00B73409"/>
    <w:rsid w:val="00BA3F4A"/>
    <w:rsid w:val="00BA59F7"/>
    <w:rsid w:val="00BB5FFF"/>
    <w:rsid w:val="00BD22AF"/>
    <w:rsid w:val="00BE48DE"/>
    <w:rsid w:val="00C05922"/>
    <w:rsid w:val="00C064CA"/>
    <w:rsid w:val="00C15EB4"/>
    <w:rsid w:val="00C22A9E"/>
    <w:rsid w:val="00C23A3D"/>
    <w:rsid w:val="00C23EDA"/>
    <w:rsid w:val="00C241D3"/>
    <w:rsid w:val="00C25F33"/>
    <w:rsid w:val="00C35E03"/>
    <w:rsid w:val="00C44387"/>
    <w:rsid w:val="00C4738A"/>
    <w:rsid w:val="00C53275"/>
    <w:rsid w:val="00C70264"/>
    <w:rsid w:val="00C72B67"/>
    <w:rsid w:val="00C752A1"/>
    <w:rsid w:val="00CA1594"/>
    <w:rsid w:val="00CC459A"/>
    <w:rsid w:val="00CD658E"/>
    <w:rsid w:val="00CF033A"/>
    <w:rsid w:val="00D0612D"/>
    <w:rsid w:val="00D2116F"/>
    <w:rsid w:val="00D27FC8"/>
    <w:rsid w:val="00D51CE4"/>
    <w:rsid w:val="00D5466C"/>
    <w:rsid w:val="00D966FC"/>
    <w:rsid w:val="00DA70E5"/>
    <w:rsid w:val="00DB3EC1"/>
    <w:rsid w:val="00DC7C2A"/>
    <w:rsid w:val="00DF0DDA"/>
    <w:rsid w:val="00DF64A3"/>
    <w:rsid w:val="00E04E7E"/>
    <w:rsid w:val="00E050F1"/>
    <w:rsid w:val="00E1613E"/>
    <w:rsid w:val="00E35C8F"/>
    <w:rsid w:val="00E47754"/>
    <w:rsid w:val="00E726AD"/>
    <w:rsid w:val="00E97891"/>
    <w:rsid w:val="00EB4E53"/>
    <w:rsid w:val="00EC110D"/>
    <w:rsid w:val="00ED39DD"/>
    <w:rsid w:val="00EE0B56"/>
    <w:rsid w:val="00EF0749"/>
    <w:rsid w:val="00F15445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16A207D8.dotm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2019-02-04T04:34:00Z</dcterms:created>
  <dcterms:modified xsi:type="dcterms:W3CDTF">2019-02-04T04:35:00Z</dcterms:modified>
</cp:coreProperties>
</file>