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AB5EDE">
        <w:rPr>
          <w:rFonts w:ascii="Meiryo UI" w:eastAsia="Meiryo UI" w:hAnsi="Meiryo UI" w:hint="eastAsia"/>
          <w:sz w:val="36"/>
          <w:szCs w:val="36"/>
          <w:u w:val="single"/>
        </w:rPr>
        <w:t>北海道更別村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2939C6" w:rsidRPr="002939C6">
        <w:rPr>
          <w:rFonts w:ascii="Meiryo UI" w:eastAsia="Meiryo UI" w:hAnsi="Meiryo UI" w:hint="eastAsia"/>
          <w:sz w:val="22"/>
          <w:szCs w:val="22"/>
        </w:rPr>
        <w:t>2019年2月14日（木） 13:30～16:40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2939C6" w:rsidRPr="002939C6">
        <w:rPr>
          <w:rFonts w:ascii="Meiryo UI" w:eastAsia="Meiryo UI" w:hAnsi="Meiryo UI" w:hint="eastAsia"/>
          <w:sz w:val="22"/>
          <w:szCs w:val="22"/>
        </w:rPr>
        <w:t>更別村　3F大会議室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BD294C">
        <w:rPr>
          <w:rFonts w:ascii="Meiryo UI" w:eastAsia="Meiryo UI" w:hAnsi="Meiryo UI" w:hint="eastAsia"/>
          <w:sz w:val="22"/>
          <w:szCs w:val="22"/>
        </w:rPr>
        <w:t>更別村字更別南1線93番地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BD294C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253"/>
      </w:tblGrid>
      <w:tr w:rsidR="00F52763" w:rsidRPr="00F52763" w:rsidTr="00794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772789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:rsidR="00F52763" w:rsidRPr="00772789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685" w:type="dxa"/>
          </w:tcPr>
          <w:p w:rsidR="00F52763" w:rsidRPr="00772789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4253" w:type="dxa"/>
          </w:tcPr>
          <w:p w:rsidR="00F52763" w:rsidRPr="00772789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担当</w:t>
            </w:r>
            <w:r w:rsidR="003030C2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（敬称</w:t>
            </w:r>
            <w:r w:rsidR="003030C2" w:rsidRPr="00772789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="003030C2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3C50AD" w:rsidRPr="00F52763" w:rsidTr="00F94FC1">
        <w:trPr>
          <w:trHeight w:val="593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13:</w:t>
            </w: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更別村　村長　西山　猛</w:t>
            </w:r>
          </w:p>
        </w:tc>
      </w:tr>
      <w:tr w:rsidR="003C50AD" w:rsidRPr="00F52763" w:rsidTr="00F94FC1">
        <w:trPr>
          <w:trHeight w:val="397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講師紹介・受講者自己紹介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C50AD" w:rsidRPr="00F52763" w:rsidTr="00F94FC1">
        <w:trPr>
          <w:trHeight w:val="952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13:40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15分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講義①オープンデータ</w:t>
            </w:r>
            <w:r w:rsidRPr="002F24D8">
              <w:rPr>
                <w:rFonts w:ascii="Meiryo UI" w:eastAsia="Meiryo UI" w:hAnsi="Meiryo UI" w:cs="Meiryo UI"/>
                <w:sz w:val="22"/>
                <w:szCs w:val="22"/>
              </w:rPr>
              <w:t>の意義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森町 総務課 情報管理係長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山形　巧哉</w:t>
            </w:r>
          </w:p>
        </w:tc>
      </w:tr>
      <w:tr w:rsidR="003C50AD" w:rsidRPr="00F52763" w:rsidTr="00F94FC1">
        <w:trPr>
          <w:trHeight w:val="798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13:55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35分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2F24D8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公開・活用例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室蘭市 経済部　観光課長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丸田　之人</w:t>
            </w:r>
          </w:p>
        </w:tc>
      </w:tr>
      <w:tr w:rsidR="003C50AD" w:rsidRPr="00F52763" w:rsidTr="00F94FC1">
        <w:trPr>
          <w:trHeight w:val="1366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14:30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5E07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20分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北海道の</w:t>
            </w:r>
            <w:r w:rsidRPr="002F24D8">
              <w:rPr>
                <w:rFonts w:ascii="Meiryo UI" w:eastAsia="Meiryo UI" w:hAnsi="Meiryo UI" w:cs="Meiryo UI"/>
                <w:sz w:val="22"/>
                <w:szCs w:val="22"/>
              </w:rPr>
              <w:t>官民データ</w:t>
            </w: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活用</w:t>
            </w:r>
            <w:r w:rsidRPr="002F24D8">
              <w:rPr>
                <w:rFonts w:ascii="Meiryo UI" w:eastAsia="Meiryo UI" w:hAnsi="Meiryo UI" w:cs="Meiryo UI"/>
                <w:sz w:val="22"/>
                <w:szCs w:val="22"/>
              </w:rPr>
              <w:t>推進計画</w:t>
            </w:r>
          </w:p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北海道オープンデータポータルの紹介</w:t>
            </w:r>
          </w:p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道内の取組状況</w:t>
            </w:r>
          </w:p>
        </w:tc>
        <w:tc>
          <w:tcPr>
            <w:tcW w:w="4253" w:type="dxa"/>
            <w:vAlign w:val="center"/>
          </w:tcPr>
          <w:p w:rsidR="00794915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北海道 総合政策部 情報統計局 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情報政策課 主査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喜多　耕一</w:t>
            </w:r>
          </w:p>
        </w:tc>
      </w:tr>
      <w:tr w:rsidR="003C50AD" w:rsidRPr="00F52763" w:rsidTr="00BD294C">
        <w:trPr>
          <w:trHeight w:val="397"/>
        </w:trPr>
        <w:tc>
          <w:tcPr>
            <w:tcW w:w="1126" w:type="dxa"/>
            <w:shd w:val="clear" w:color="auto" w:fill="DEEAF6" w:themeFill="accent1" w:themeFillTint="33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14:50</w:t>
            </w:r>
          </w:p>
        </w:tc>
        <w:tc>
          <w:tcPr>
            <w:tcW w:w="851" w:type="dxa"/>
            <w:shd w:val="clear" w:color="auto" w:fill="DEEAF6" w:themeFill="accent1" w:themeFillTint="33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685" w:type="dxa"/>
            <w:shd w:val="clear" w:color="auto" w:fill="DEEAF6" w:themeFill="accent1" w:themeFillTint="33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＜休憩＞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C50AD" w:rsidRPr="00F52763" w:rsidTr="00F94FC1">
        <w:trPr>
          <w:trHeight w:val="757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0分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:rsidR="003C50AD" w:rsidRPr="00B81E10" w:rsidRDefault="00B81E10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水谷　晃絵</w:t>
            </w:r>
          </w:p>
        </w:tc>
      </w:tr>
      <w:tr w:rsidR="003C50AD" w:rsidRPr="00F52763" w:rsidTr="00F94FC1">
        <w:trPr>
          <w:trHeight w:val="1993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60分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更別村 企画政策課 政策調整係長 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今野　雅裕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室蘭市 経済部　観光課長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丸田　之人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森町 総務課 情報管理係長</w:t>
            </w:r>
          </w:p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B81E10">
              <w:rPr>
                <w:rFonts w:ascii="Meiryo UI" w:eastAsia="Meiryo UI" w:hAnsi="Meiryo UI" w:cs="Meiryo UI" w:hint="eastAsia"/>
                <w:sz w:val="22"/>
                <w:szCs w:val="22"/>
              </w:rPr>
              <w:t>山形　巧哉</w:t>
            </w:r>
          </w:p>
        </w:tc>
      </w:tr>
      <w:tr w:rsidR="003C50AD" w:rsidRPr="00F52763" w:rsidTr="00F94FC1">
        <w:trPr>
          <w:trHeight w:val="397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16:20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質疑応答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C50AD" w:rsidRPr="00F52763" w:rsidTr="00F94FC1">
        <w:trPr>
          <w:trHeight w:val="397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685" w:type="dxa"/>
            <w:vAlign w:val="center"/>
          </w:tcPr>
          <w:p w:rsidR="003C50AD" w:rsidRPr="002F24D8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F24D8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C50AD" w:rsidRPr="00F52763" w:rsidTr="00F94FC1">
        <w:trPr>
          <w:trHeight w:val="397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/>
                <w:sz w:val="22"/>
                <w:szCs w:val="22"/>
              </w:rPr>
              <w:t>16:35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685" w:type="dxa"/>
            <w:vAlign w:val="center"/>
          </w:tcPr>
          <w:p w:rsidR="003C50AD" w:rsidRPr="00805582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05582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3C50AD" w:rsidRPr="00F52763" w:rsidTr="00F94FC1">
        <w:trPr>
          <w:trHeight w:val="397"/>
        </w:trPr>
        <w:tc>
          <w:tcPr>
            <w:tcW w:w="1126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3C50AD">
              <w:rPr>
                <w:rFonts w:ascii="Meiryo UI" w:eastAsia="Meiryo UI" w:hAnsi="Meiryo UI" w:cs="Meiryo UI" w:hint="eastAsia"/>
                <w:sz w:val="22"/>
                <w:szCs w:val="22"/>
              </w:rPr>
              <w:t>16:40</w:t>
            </w:r>
          </w:p>
        </w:tc>
        <w:tc>
          <w:tcPr>
            <w:tcW w:w="851" w:type="dxa"/>
            <w:vAlign w:val="center"/>
          </w:tcPr>
          <w:p w:rsidR="003C50AD" w:rsidRPr="003C50AD" w:rsidRDefault="003C50AD" w:rsidP="00F94F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3C50AD" w:rsidRPr="00805582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05582">
              <w:rPr>
                <w:rFonts w:ascii="Meiryo UI" w:eastAsia="Meiryo UI" w:hAnsi="Meiryo UI" w:cs="Meiryo UI" w:hint="eastAsia"/>
                <w:sz w:val="22"/>
                <w:szCs w:val="22"/>
              </w:rPr>
              <w:t>フォトセッション</w:t>
            </w:r>
          </w:p>
          <w:p w:rsidR="003C50AD" w:rsidRPr="00805582" w:rsidRDefault="003C50AD" w:rsidP="007A6C8A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05582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253" w:type="dxa"/>
            <w:vAlign w:val="center"/>
          </w:tcPr>
          <w:p w:rsidR="003C50AD" w:rsidRPr="00B81E10" w:rsidRDefault="003C50AD" w:rsidP="007A6C8A">
            <w:pPr>
              <w:spacing w:line="300" w:lineRule="exact"/>
              <w:contextualSpacing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BF312E" w:rsidRDefault="00BF312E" w:rsidP="00BF312E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F52763">
        <w:rPr>
          <w:rFonts w:ascii="Meiryo UI" w:eastAsia="Meiryo UI" w:hAnsi="Meiryo UI" w:hint="eastAsia"/>
          <w:sz w:val="22"/>
        </w:rPr>
        <w:t>○</w:t>
      </w:r>
      <w:r>
        <w:rPr>
          <w:rFonts w:ascii="Meiryo UI" w:eastAsia="Meiryo UI" w:hAnsi="Meiryo UI" w:hint="eastAsia"/>
          <w:sz w:val="22"/>
        </w:rPr>
        <w:t>参考資料　:「オープンデータQ&amp;A」</w:t>
      </w:r>
    </w:p>
    <w:p w:rsidR="00252C2C" w:rsidRPr="00BF312E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D6" w:rsidRDefault="004B21D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D6" w:rsidRDefault="004B21D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D6" w:rsidRDefault="004B21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D6" w:rsidRDefault="004B21D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D6" w:rsidRDefault="004B21D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1D6" w:rsidRDefault="004B21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C0B1B"/>
    <w:rsid w:val="000F3880"/>
    <w:rsid w:val="00104B14"/>
    <w:rsid w:val="0011339E"/>
    <w:rsid w:val="00117062"/>
    <w:rsid w:val="00131A62"/>
    <w:rsid w:val="00136445"/>
    <w:rsid w:val="00136961"/>
    <w:rsid w:val="00140B2E"/>
    <w:rsid w:val="00143F34"/>
    <w:rsid w:val="00152493"/>
    <w:rsid w:val="001558CE"/>
    <w:rsid w:val="00163B12"/>
    <w:rsid w:val="00185A20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207EB4"/>
    <w:rsid w:val="00215CCD"/>
    <w:rsid w:val="0025186D"/>
    <w:rsid w:val="00252C2C"/>
    <w:rsid w:val="00253CDD"/>
    <w:rsid w:val="002706FB"/>
    <w:rsid w:val="00280C7F"/>
    <w:rsid w:val="002939C6"/>
    <w:rsid w:val="002A5B42"/>
    <w:rsid w:val="002A74AA"/>
    <w:rsid w:val="002E4D4E"/>
    <w:rsid w:val="002F24D8"/>
    <w:rsid w:val="002F6361"/>
    <w:rsid w:val="003030C2"/>
    <w:rsid w:val="00321D72"/>
    <w:rsid w:val="003578F5"/>
    <w:rsid w:val="003B09E4"/>
    <w:rsid w:val="003C50AD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B21D6"/>
    <w:rsid w:val="004D01FA"/>
    <w:rsid w:val="004F7C7C"/>
    <w:rsid w:val="00503E94"/>
    <w:rsid w:val="005104D8"/>
    <w:rsid w:val="005404CC"/>
    <w:rsid w:val="0056272A"/>
    <w:rsid w:val="005714CE"/>
    <w:rsid w:val="00580885"/>
    <w:rsid w:val="005B113D"/>
    <w:rsid w:val="005C314B"/>
    <w:rsid w:val="005D2E50"/>
    <w:rsid w:val="005E07C1"/>
    <w:rsid w:val="005F75B4"/>
    <w:rsid w:val="0060105E"/>
    <w:rsid w:val="00633A0D"/>
    <w:rsid w:val="006424C8"/>
    <w:rsid w:val="006679A2"/>
    <w:rsid w:val="00676BF6"/>
    <w:rsid w:val="00691569"/>
    <w:rsid w:val="006966FF"/>
    <w:rsid w:val="006D7DA5"/>
    <w:rsid w:val="00700A96"/>
    <w:rsid w:val="00707277"/>
    <w:rsid w:val="00707830"/>
    <w:rsid w:val="00713F9F"/>
    <w:rsid w:val="00714B3E"/>
    <w:rsid w:val="007228B5"/>
    <w:rsid w:val="00741230"/>
    <w:rsid w:val="00772789"/>
    <w:rsid w:val="007837EF"/>
    <w:rsid w:val="00794915"/>
    <w:rsid w:val="007A1D5A"/>
    <w:rsid w:val="007A6C8A"/>
    <w:rsid w:val="007B16AA"/>
    <w:rsid w:val="007B7DCB"/>
    <w:rsid w:val="007D2983"/>
    <w:rsid w:val="00805582"/>
    <w:rsid w:val="00810799"/>
    <w:rsid w:val="00823871"/>
    <w:rsid w:val="00831056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0AB1"/>
    <w:rsid w:val="00961EEC"/>
    <w:rsid w:val="00962CC3"/>
    <w:rsid w:val="00963A92"/>
    <w:rsid w:val="0099181F"/>
    <w:rsid w:val="009B3CB5"/>
    <w:rsid w:val="009B751E"/>
    <w:rsid w:val="009C53B3"/>
    <w:rsid w:val="00A1790E"/>
    <w:rsid w:val="00A846F7"/>
    <w:rsid w:val="00A873FF"/>
    <w:rsid w:val="00AB5EDE"/>
    <w:rsid w:val="00AB6721"/>
    <w:rsid w:val="00AC5D1B"/>
    <w:rsid w:val="00AE7D0B"/>
    <w:rsid w:val="00B36D85"/>
    <w:rsid w:val="00B615F6"/>
    <w:rsid w:val="00B65C85"/>
    <w:rsid w:val="00B73409"/>
    <w:rsid w:val="00B81E10"/>
    <w:rsid w:val="00BA3F4A"/>
    <w:rsid w:val="00BA59F7"/>
    <w:rsid w:val="00BB5FFF"/>
    <w:rsid w:val="00BD22AF"/>
    <w:rsid w:val="00BD294C"/>
    <w:rsid w:val="00BE48DE"/>
    <w:rsid w:val="00BF312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B2325"/>
    <w:rsid w:val="00CC459A"/>
    <w:rsid w:val="00CD658E"/>
    <w:rsid w:val="00CF033A"/>
    <w:rsid w:val="00D0612D"/>
    <w:rsid w:val="00D2116F"/>
    <w:rsid w:val="00D27FC8"/>
    <w:rsid w:val="00D51CE4"/>
    <w:rsid w:val="00D5466C"/>
    <w:rsid w:val="00D966F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C3870"/>
    <w:rsid w:val="00ED39DD"/>
    <w:rsid w:val="00EE0B56"/>
    <w:rsid w:val="00EF0749"/>
    <w:rsid w:val="00F15445"/>
    <w:rsid w:val="00F161E5"/>
    <w:rsid w:val="00F3654E"/>
    <w:rsid w:val="00F52763"/>
    <w:rsid w:val="00F56EA4"/>
    <w:rsid w:val="00F85E81"/>
    <w:rsid w:val="00F8795E"/>
    <w:rsid w:val="00F94FC1"/>
    <w:rsid w:val="00F95D87"/>
    <w:rsid w:val="00FA0052"/>
    <w:rsid w:val="00FA2E68"/>
    <w:rsid w:val="00FA4510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E2EE8A28.dotm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2019-02-08T06:54:00Z</dcterms:created>
  <dcterms:modified xsi:type="dcterms:W3CDTF">2019-02-08T06:55:00Z</dcterms:modified>
</cp:coreProperties>
</file>