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7A4BDC">
        <w:rPr>
          <w:rFonts w:ascii="Meiryo UI" w:eastAsia="Meiryo UI" w:hAnsi="Meiryo UI" w:hint="eastAsia"/>
          <w:sz w:val="36"/>
          <w:szCs w:val="36"/>
          <w:u w:val="single"/>
        </w:rPr>
        <w:t>熊本県熊本市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78734B">
        <w:rPr>
          <w:rFonts w:ascii="Meiryo UI" w:eastAsia="Meiryo UI" w:hAnsi="Meiryo UI"/>
          <w:sz w:val="22"/>
          <w:szCs w:val="22"/>
        </w:rPr>
        <w:t>2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3E016D">
        <w:rPr>
          <w:rFonts w:ascii="Meiryo UI" w:eastAsia="Meiryo UI" w:hAnsi="Meiryo UI"/>
          <w:sz w:val="22"/>
          <w:szCs w:val="22"/>
        </w:rPr>
        <w:t>20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3E016D">
        <w:rPr>
          <w:rFonts w:ascii="Meiryo UI" w:eastAsia="Meiryo UI" w:hAnsi="Meiryo UI" w:hint="eastAsia"/>
          <w:sz w:val="22"/>
          <w:szCs w:val="22"/>
        </w:rPr>
        <w:t>水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</w:t>
      </w:r>
      <w:r w:rsidR="00B01C78">
        <w:rPr>
          <w:rFonts w:ascii="Meiryo UI" w:eastAsia="Meiryo UI" w:hAnsi="Meiryo UI"/>
          <w:sz w:val="22"/>
          <w:szCs w:val="22"/>
        </w:rPr>
        <w:t>15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</w:t>
      </w:r>
      <w:r w:rsidR="00B01C78">
        <w:rPr>
          <w:rFonts w:ascii="Meiryo UI" w:eastAsia="Meiryo UI" w:hAnsi="Meiryo UI"/>
          <w:sz w:val="22"/>
          <w:szCs w:val="22"/>
        </w:rPr>
        <w:t>00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BD598B" w:rsidRPr="00BD598B">
        <w:rPr>
          <w:rFonts w:ascii="Meiryo UI" w:eastAsia="Meiryo UI" w:hAnsi="Meiryo UI" w:hint="eastAsia"/>
          <w:sz w:val="22"/>
          <w:szCs w:val="22"/>
        </w:rPr>
        <w:t>熊本市役所別館8F会議室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DD7CBC" w:rsidRPr="00DD7CBC">
        <w:rPr>
          <w:rFonts w:ascii="Meiryo UI" w:eastAsia="Meiryo UI" w:hAnsi="Meiryo UI" w:hint="eastAsia"/>
          <w:sz w:val="22"/>
          <w:szCs w:val="22"/>
        </w:rPr>
        <w:t>熊本市中央区手取本町1番1号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:rsidR="0041296B" w:rsidRPr="000E186F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Pr="00DD7CBC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685"/>
        <w:gridCol w:w="4253"/>
      </w:tblGrid>
      <w:tr w:rsidR="0078734B" w:rsidRPr="00F52763" w:rsidTr="00982E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685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253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1F6282" w:rsidRPr="00F52763" w:rsidTr="00D10467">
        <w:trPr>
          <w:trHeight w:val="806"/>
        </w:trPr>
        <w:tc>
          <w:tcPr>
            <w:tcW w:w="1126" w:type="dxa"/>
            <w:vAlign w:val="center"/>
          </w:tcPr>
          <w:p w:rsidR="001F6282" w:rsidRPr="00ED28B0" w:rsidRDefault="001F6282" w:rsidP="00D1046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13:15</w:t>
            </w:r>
          </w:p>
        </w:tc>
        <w:tc>
          <w:tcPr>
            <w:tcW w:w="851" w:type="dxa"/>
            <w:vAlign w:val="center"/>
          </w:tcPr>
          <w:p w:rsidR="001F6282" w:rsidRPr="00ED28B0" w:rsidRDefault="001F6282" w:rsidP="00D10467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:rsidR="001F6282" w:rsidRPr="00F52763" w:rsidRDefault="001F6282" w:rsidP="001F62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253" w:type="dxa"/>
            <w:vAlign w:val="center"/>
          </w:tcPr>
          <w:p w:rsidR="001F6282" w:rsidRPr="00CC0CDB" w:rsidRDefault="001F6282" w:rsidP="001F6282">
            <w:pPr>
              <w:pStyle w:val="a3"/>
              <w:rPr>
                <w:rFonts w:ascii="Meiryo UI" w:eastAsia="Meiryo UI" w:hAnsi="Meiryo UI" w:cs="Meiryo UI"/>
              </w:rPr>
            </w:pPr>
            <w:r w:rsidRPr="00CC0CDB">
              <w:rPr>
                <w:rFonts w:ascii="Meiryo UI" w:eastAsia="Meiryo UI" w:hAnsi="Meiryo UI" w:cs="Meiryo UI" w:hint="eastAsia"/>
              </w:rPr>
              <w:t>熊本市総務局行政管理部情報政策課　課長</w:t>
            </w:r>
          </w:p>
          <w:p w:rsidR="001F6282" w:rsidRPr="009A1F0B" w:rsidRDefault="001F6282" w:rsidP="001F6282">
            <w:pPr>
              <w:pStyle w:val="a3"/>
              <w:rPr>
                <w:rFonts w:ascii="Meiryo UI" w:eastAsia="Meiryo UI" w:hAnsi="Meiryo UI" w:cs="Meiryo UI"/>
              </w:rPr>
            </w:pPr>
            <w:r w:rsidRPr="00CC0CDB">
              <w:rPr>
                <w:rFonts w:ascii="Meiryo UI" w:eastAsia="Meiryo UI" w:hAnsi="Meiryo UI" w:cs="Meiryo UI" w:hint="eastAsia"/>
              </w:rPr>
              <w:t>岩﨑　高児</w:t>
            </w:r>
          </w:p>
        </w:tc>
      </w:tr>
      <w:tr w:rsidR="001F6282" w:rsidRPr="00F52763" w:rsidTr="00D10467">
        <w:trPr>
          <w:trHeight w:val="679"/>
        </w:trPr>
        <w:tc>
          <w:tcPr>
            <w:tcW w:w="1126" w:type="dxa"/>
            <w:vAlign w:val="center"/>
          </w:tcPr>
          <w:p w:rsidR="001F6282" w:rsidRPr="00ED28B0" w:rsidRDefault="001F6282" w:rsidP="00D1046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13:20</w:t>
            </w:r>
          </w:p>
        </w:tc>
        <w:tc>
          <w:tcPr>
            <w:tcW w:w="851" w:type="dxa"/>
            <w:vAlign w:val="center"/>
          </w:tcPr>
          <w:p w:rsidR="001F6282" w:rsidRPr="00ED28B0" w:rsidRDefault="001F6282" w:rsidP="00D10467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:rsidR="001F6282" w:rsidRPr="00F52763" w:rsidRDefault="001F6282" w:rsidP="001F62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253" w:type="dxa"/>
            <w:vAlign w:val="center"/>
          </w:tcPr>
          <w:p w:rsidR="001F6282" w:rsidRPr="00F52763" w:rsidRDefault="001F6282" w:rsidP="001F62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1F6282" w:rsidRPr="00F52763" w:rsidTr="00D10467">
        <w:trPr>
          <w:trHeight w:val="850"/>
        </w:trPr>
        <w:tc>
          <w:tcPr>
            <w:tcW w:w="1126" w:type="dxa"/>
            <w:vAlign w:val="center"/>
          </w:tcPr>
          <w:p w:rsidR="001F6282" w:rsidRPr="00ED28B0" w:rsidRDefault="001F6282" w:rsidP="00D1046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13:30</w:t>
            </w:r>
          </w:p>
        </w:tc>
        <w:tc>
          <w:tcPr>
            <w:tcW w:w="851" w:type="dxa"/>
            <w:vAlign w:val="center"/>
          </w:tcPr>
          <w:p w:rsidR="001F6282" w:rsidRPr="00ED28B0" w:rsidRDefault="001F6282" w:rsidP="00D10467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50分</w:t>
            </w:r>
          </w:p>
        </w:tc>
        <w:tc>
          <w:tcPr>
            <w:tcW w:w="3685" w:type="dxa"/>
            <w:vAlign w:val="center"/>
          </w:tcPr>
          <w:p w:rsidR="001F6282" w:rsidRDefault="001F6282" w:rsidP="001F62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:rsidR="001F6282" w:rsidRPr="00CD658E" w:rsidRDefault="001F6282" w:rsidP="001F62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4253" w:type="dxa"/>
            <w:vAlign w:val="center"/>
          </w:tcPr>
          <w:p w:rsidR="004C4CDE" w:rsidRPr="004C4CDE" w:rsidRDefault="004C4CDE" w:rsidP="004C4CDE">
            <w:pPr>
              <w:pStyle w:val="a3"/>
              <w:rPr>
                <w:rFonts w:ascii="Meiryo UI" w:eastAsia="Meiryo UI" w:hAnsi="Meiryo UI" w:cs="Meiryo UI"/>
              </w:rPr>
            </w:pPr>
            <w:r w:rsidRPr="004C4CDE">
              <w:rPr>
                <w:rFonts w:ascii="Meiryo UI" w:eastAsia="Meiryo UI" w:hAnsi="Meiryo UI" w:cs="Meiryo UI" w:hint="eastAsia"/>
              </w:rPr>
              <w:t xml:space="preserve">株式会社　ローカルメディアラボ　代表取締役　</w:t>
            </w:r>
          </w:p>
          <w:p w:rsidR="001F6282" w:rsidRPr="00034149" w:rsidRDefault="004C4CDE" w:rsidP="00D305B7">
            <w:pPr>
              <w:pStyle w:val="a3"/>
            </w:pPr>
            <w:r w:rsidRPr="004C4CDE">
              <w:rPr>
                <w:rFonts w:ascii="Meiryo UI" w:eastAsia="Meiryo UI" w:hAnsi="Meiryo UI" w:cs="Meiryo UI" w:hint="eastAsia"/>
              </w:rPr>
              <w:t>牛島　清豪</w:t>
            </w:r>
          </w:p>
        </w:tc>
      </w:tr>
      <w:tr w:rsidR="001F6282" w:rsidRPr="00F52763" w:rsidTr="00D10467">
        <w:trPr>
          <w:trHeight w:val="397"/>
        </w:trPr>
        <w:tc>
          <w:tcPr>
            <w:tcW w:w="1126" w:type="dxa"/>
            <w:vAlign w:val="center"/>
          </w:tcPr>
          <w:p w:rsidR="001F6282" w:rsidRPr="00ED28B0" w:rsidRDefault="001F6282" w:rsidP="00D1046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14:20</w:t>
            </w:r>
          </w:p>
        </w:tc>
        <w:tc>
          <w:tcPr>
            <w:tcW w:w="851" w:type="dxa"/>
            <w:vAlign w:val="center"/>
          </w:tcPr>
          <w:p w:rsidR="001F6282" w:rsidRPr="00ED28B0" w:rsidRDefault="00FE7C52" w:rsidP="00D10467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="001F6282"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1F6282" w:rsidRDefault="001F6282" w:rsidP="001F62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253" w:type="dxa"/>
            <w:vAlign w:val="center"/>
          </w:tcPr>
          <w:p w:rsidR="001F6282" w:rsidRPr="00034149" w:rsidRDefault="001F6282" w:rsidP="001F62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1F6282" w:rsidRPr="00F52763" w:rsidTr="00D10467">
        <w:trPr>
          <w:trHeight w:val="850"/>
        </w:trPr>
        <w:tc>
          <w:tcPr>
            <w:tcW w:w="1126" w:type="dxa"/>
            <w:vAlign w:val="center"/>
          </w:tcPr>
          <w:p w:rsidR="001F6282" w:rsidRPr="00ED28B0" w:rsidRDefault="00FE7C52" w:rsidP="00D1046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14:30</w:t>
            </w:r>
          </w:p>
        </w:tc>
        <w:tc>
          <w:tcPr>
            <w:tcW w:w="851" w:type="dxa"/>
            <w:vAlign w:val="center"/>
          </w:tcPr>
          <w:p w:rsidR="001F6282" w:rsidRPr="00ED28B0" w:rsidRDefault="001F6282" w:rsidP="00D10467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35分</w:t>
            </w:r>
          </w:p>
        </w:tc>
        <w:tc>
          <w:tcPr>
            <w:tcW w:w="3685" w:type="dxa"/>
            <w:vAlign w:val="center"/>
          </w:tcPr>
          <w:p w:rsidR="001F6282" w:rsidRDefault="001F6282" w:rsidP="001F62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  <w:bookmarkStart w:id="0" w:name="_GoBack"/>
            <w:bookmarkEnd w:id="0"/>
          </w:p>
          <w:p w:rsidR="001F6282" w:rsidRDefault="001F6282" w:rsidP="001F62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253" w:type="dxa"/>
            <w:vAlign w:val="center"/>
          </w:tcPr>
          <w:p w:rsidR="001F6282" w:rsidRPr="00034149" w:rsidRDefault="001F6282" w:rsidP="001F62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34149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</w:p>
          <w:p w:rsidR="001F6282" w:rsidRPr="00034149" w:rsidRDefault="001F6282" w:rsidP="001F62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岩崎　英</w:t>
            </w:r>
          </w:p>
        </w:tc>
      </w:tr>
      <w:tr w:rsidR="001F6282" w:rsidRPr="00F52763" w:rsidTr="00D10467">
        <w:trPr>
          <w:trHeight w:val="397"/>
        </w:trPr>
        <w:tc>
          <w:tcPr>
            <w:tcW w:w="1126" w:type="dxa"/>
            <w:vAlign w:val="center"/>
          </w:tcPr>
          <w:p w:rsidR="001F6282" w:rsidRPr="00ED28B0" w:rsidRDefault="00FE7C52" w:rsidP="00D1046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15:05</w:t>
            </w:r>
          </w:p>
        </w:tc>
        <w:tc>
          <w:tcPr>
            <w:tcW w:w="851" w:type="dxa"/>
            <w:vAlign w:val="center"/>
          </w:tcPr>
          <w:p w:rsidR="001F6282" w:rsidRPr="00ED28B0" w:rsidRDefault="00FE7C52" w:rsidP="00D10467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1F6282"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1F6282" w:rsidRDefault="001F6282" w:rsidP="001F62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253" w:type="dxa"/>
            <w:vAlign w:val="center"/>
          </w:tcPr>
          <w:p w:rsidR="001F6282" w:rsidRPr="00034149" w:rsidRDefault="001F6282" w:rsidP="001F62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77170" w:rsidRPr="00F52763" w:rsidTr="00D10467">
        <w:trPr>
          <w:trHeight w:val="850"/>
        </w:trPr>
        <w:tc>
          <w:tcPr>
            <w:tcW w:w="1126" w:type="dxa"/>
            <w:vAlign w:val="center"/>
          </w:tcPr>
          <w:p w:rsidR="00977170" w:rsidRPr="00ED28B0" w:rsidRDefault="00977170" w:rsidP="00977170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15:10</w:t>
            </w:r>
          </w:p>
        </w:tc>
        <w:tc>
          <w:tcPr>
            <w:tcW w:w="851" w:type="dxa"/>
            <w:vAlign w:val="center"/>
          </w:tcPr>
          <w:p w:rsidR="00977170" w:rsidRPr="00ED28B0" w:rsidRDefault="00977170" w:rsidP="0097717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35分</w:t>
            </w:r>
          </w:p>
        </w:tc>
        <w:tc>
          <w:tcPr>
            <w:tcW w:w="3685" w:type="dxa"/>
            <w:vAlign w:val="center"/>
          </w:tcPr>
          <w:p w:rsidR="00CA5869" w:rsidRDefault="00977170" w:rsidP="00CA586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:rsidR="00977170" w:rsidRPr="00A1790E" w:rsidRDefault="00977170" w:rsidP="00CA586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4253" w:type="dxa"/>
            <w:vAlign w:val="center"/>
          </w:tcPr>
          <w:p w:rsidR="00977170" w:rsidRPr="004C4CDE" w:rsidRDefault="00977170" w:rsidP="00977170">
            <w:pPr>
              <w:pStyle w:val="a3"/>
              <w:rPr>
                <w:rFonts w:ascii="Meiryo UI" w:eastAsia="Meiryo UI" w:hAnsi="Meiryo UI" w:cs="Meiryo UI"/>
              </w:rPr>
            </w:pPr>
            <w:r w:rsidRPr="004C4CDE">
              <w:rPr>
                <w:rFonts w:ascii="Meiryo UI" w:eastAsia="Meiryo UI" w:hAnsi="Meiryo UI" w:cs="Meiryo UI" w:hint="eastAsia"/>
              </w:rPr>
              <w:t xml:space="preserve">株式会社　ローカルメディアラボ　代表取締役　</w:t>
            </w:r>
          </w:p>
          <w:p w:rsidR="00977170" w:rsidRPr="00034149" w:rsidRDefault="00977170" w:rsidP="00977170">
            <w:pPr>
              <w:pStyle w:val="a3"/>
            </w:pPr>
            <w:r w:rsidRPr="004C4CDE">
              <w:rPr>
                <w:rFonts w:ascii="Meiryo UI" w:eastAsia="Meiryo UI" w:hAnsi="Meiryo UI" w:cs="Meiryo UI" w:hint="eastAsia"/>
              </w:rPr>
              <w:t>牛島　清豪</w:t>
            </w:r>
          </w:p>
        </w:tc>
      </w:tr>
      <w:tr w:rsidR="008B6E9E" w:rsidRPr="00F52763" w:rsidTr="00D10467">
        <w:trPr>
          <w:trHeight w:val="724"/>
        </w:trPr>
        <w:tc>
          <w:tcPr>
            <w:tcW w:w="1126" w:type="dxa"/>
            <w:vAlign w:val="center"/>
          </w:tcPr>
          <w:p w:rsidR="008B6E9E" w:rsidRPr="00ED28B0" w:rsidRDefault="008B6E9E" w:rsidP="00D1046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15:45</w:t>
            </w:r>
          </w:p>
        </w:tc>
        <w:tc>
          <w:tcPr>
            <w:tcW w:w="851" w:type="dxa"/>
            <w:vAlign w:val="center"/>
          </w:tcPr>
          <w:p w:rsidR="008B6E9E" w:rsidRPr="00ED28B0" w:rsidRDefault="008B6E9E" w:rsidP="00D10467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:rsidR="008B6E9E" w:rsidRPr="005F75B4" w:rsidRDefault="008B6E9E" w:rsidP="003A6ED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253" w:type="dxa"/>
            <w:vAlign w:val="center"/>
          </w:tcPr>
          <w:p w:rsidR="008B6E9E" w:rsidRPr="00F52763" w:rsidRDefault="008B6E9E" w:rsidP="008B6E9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8B6E9E" w:rsidRPr="00F52763" w:rsidTr="00D10467">
        <w:trPr>
          <w:trHeight w:val="691"/>
        </w:trPr>
        <w:tc>
          <w:tcPr>
            <w:tcW w:w="1126" w:type="dxa"/>
            <w:vAlign w:val="center"/>
          </w:tcPr>
          <w:p w:rsidR="008B6E9E" w:rsidRPr="00ED28B0" w:rsidRDefault="008B6E9E" w:rsidP="00D1046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15:50</w:t>
            </w:r>
          </w:p>
        </w:tc>
        <w:tc>
          <w:tcPr>
            <w:tcW w:w="851" w:type="dxa"/>
            <w:vAlign w:val="center"/>
          </w:tcPr>
          <w:p w:rsidR="008B6E9E" w:rsidRPr="00ED28B0" w:rsidRDefault="008B6E9E" w:rsidP="00D10467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D28B0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:rsidR="008B6E9E" w:rsidRPr="005F75B4" w:rsidRDefault="008B6E9E" w:rsidP="008B6E9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253" w:type="dxa"/>
            <w:vAlign w:val="center"/>
          </w:tcPr>
          <w:p w:rsidR="008B6E9E" w:rsidRPr="00F52763" w:rsidRDefault="008B6E9E" w:rsidP="008B6E9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8B6E9E" w:rsidRPr="00F52763" w:rsidTr="00D10467">
        <w:trPr>
          <w:trHeight w:val="397"/>
        </w:trPr>
        <w:tc>
          <w:tcPr>
            <w:tcW w:w="1126" w:type="dxa"/>
            <w:vAlign w:val="center"/>
          </w:tcPr>
          <w:p w:rsidR="008B6E9E" w:rsidRPr="00ED28B0" w:rsidRDefault="008B6E9E" w:rsidP="00D1046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B6E9E" w:rsidRPr="00ED28B0" w:rsidRDefault="008B6E9E" w:rsidP="00D10467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8B6E9E" w:rsidRPr="00F52763" w:rsidRDefault="008B6E9E" w:rsidP="008B6E9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253" w:type="dxa"/>
            <w:vAlign w:val="center"/>
          </w:tcPr>
          <w:p w:rsidR="008B6E9E" w:rsidRPr="004426A2" w:rsidRDefault="008B6E9E" w:rsidP="008B6E9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5D2E50" w:rsidRDefault="000E186F" w:rsidP="000E186F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0E186F">
        <w:rPr>
          <w:rFonts w:ascii="Meiryo UI" w:eastAsia="Meiryo UI" w:hAnsi="Meiryo UI" w:hint="eastAsia"/>
          <w:sz w:val="22"/>
        </w:rPr>
        <w:t>熊本市総務局行政管理部情報政策課</w:t>
      </w:r>
      <w:r>
        <w:rPr>
          <w:rFonts w:ascii="Meiryo UI" w:eastAsia="Meiryo UI" w:hAnsi="Meiryo UI" w:hint="eastAsia"/>
          <w:sz w:val="22"/>
        </w:rPr>
        <w:t xml:space="preserve">　</w:t>
      </w:r>
      <w:r w:rsidRPr="000E186F">
        <w:rPr>
          <w:rFonts w:ascii="Meiryo UI" w:eastAsia="Meiryo UI" w:hAnsi="Meiryo UI" w:hint="eastAsia"/>
          <w:sz w:val="22"/>
        </w:rPr>
        <w:t>上田　憲幸</w:t>
      </w:r>
    </w:p>
    <w:p w:rsidR="00707830" w:rsidRPr="00E241B4" w:rsidRDefault="00707830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707830" w:rsidRPr="00E241B4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1B4" w:rsidRDefault="00E241B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1B4" w:rsidRDefault="00E241B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1B4" w:rsidRDefault="00E241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1B4" w:rsidRDefault="00E241B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1B4" w:rsidRDefault="00E241B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1B4" w:rsidRDefault="00E241B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C0B1B"/>
    <w:rsid w:val="000E186F"/>
    <w:rsid w:val="000F3880"/>
    <w:rsid w:val="00104B14"/>
    <w:rsid w:val="0011339E"/>
    <w:rsid w:val="00131578"/>
    <w:rsid w:val="00131A62"/>
    <w:rsid w:val="00136961"/>
    <w:rsid w:val="0013736E"/>
    <w:rsid w:val="00140B2E"/>
    <w:rsid w:val="00143F34"/>
    <w:rsid w:val="00152493"/>
    <w:rsid w:val="00163B12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6282"/>
    <w:rsid w:val="00207EB4"/>
    <w:rsid w:val="00215CCD"/>
    <w:rsid w:val="0025186D"/>
    <w:rsid w:val="00252C2C"/>
    <w:rsid w:val="00253CDD"/>
    <w:rsid w:val="002706FB"/>
    <w:rsid w:val="00280C7F"/>
    <w:rsid w:val="002A5B42"/>
    <w:rsid w:val="002A74AA"/>
    <w:rsid w:val="002E4D4E"/>
    <w:rsid w:val="002F6361"/>
    <w:rsid w:val="003030C2"/>
    <w:rsid w:val="00321D72"/>
    <w:rsid w:val="003578F5"/>
    <w:rsid w:val="003A6292"/>
    <w:rsid w:val="003A6ED2"/>
    <w:rsid w:val="003B09E4"/>
    <w:rsid w:val="003E016D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C4CDE"/>
    <w:rsid w:val="004D01FA"/>
    <w:rsid w:val="004F7C7C"/>
    <w:rsid w:val="00503E94"/>
    <w:rsid w:val="005104D8"/>
    <w:rsid w:val="005404CC"/>
    <w:rsid w:val="0056272A"/>
    <w:rsid w:val="005714CE"/>
    <w:rsid w:val="00580885"/>
    <w:rsid w:val="005B113D"/>
    <w:rsid w:val="005C314B"/>
    <w:rsid w:val="005D2E50"/>
    <w:rsid w:val="005F75B4"/>
    <w:rsid w:val="0060105E"/>
    <w:rsid w:val="00633A0D"/>
    <w:rsid w:val="006424C8"/>
    <w:rsid w:val="006679A2"/>
    <w:rsid w:val="00676BF6"/>
    <w:rsid w:val="00691569"/>
    <w:rsid w:val="006D7DA5"/>
    <w:rsid w:val="00700A96"/>
    <w:rsid w:val="00707277"/>
    <w:rsid w:val="00707830"/>
    <w:rsid w:val="00713F9F"/>
    <w:rsid w:val="00714B3E"/>
    <w:rsid w:val="007228B5"/>
    <w:rsid w:val="00741230"/>
    <w:rsid w:val="007837EF"/>
    <w:rsid w:val="0078734B"/>
    <w:rsid w:val="007A1D5A"/>
    <w:rsid w:val="007A4BDC"/>
    <w:rsid w:val="007B16AA"/>
    <w:rsid w:val="007B7DCB"/>
    <w:rsid w:val="007D2983"/>
    <w:rsid w:val="00810799"/>
    <w:rsid w:val="00840148"/>
    <w:rsid w:val="00885799"/>
    <w:rsid w:val="00890642"/>
    <w:rsid w:val="0089253E"/>
    <w:rsid w:val="008925FE"/>
    <w:rsid w:val="00897079"/>
    <w:rsid w:val="008B6E9E"/>
    <w:rsid w:val="00906C01"/>
    <w:rsid w:val="00922D4A"/>
    <w:rsid w:val="00931BBC"/>
    <w:rsid w:val="00941242"/>
    <w:rsid w:val="00960AB1"/>
    <w:rsid w:val="00961EEC"/>
    <w:rsid w:val="00962CC3"/>
    <w:rsid w:val="00963A92"/>
    <w:rsid w:val="00977170"/>
    <w:rsid w:val="0099181F"/>
    <w:rsid w:val="009963A5"/>
    <w:rsid w:val="009A1F0B"/>
    <w:rsid w:val="009B751E"/>
    <w:rsid w:val="009C53B3"/>
    <w:rsid w:val="00A1790E"/>
    <w:rsid w:val="00A846F7"/>
    <w:rsid w:val="00AB6721"/>
    <w:rsid w:val="00AC5D1B"/>
    <w:rsid w:val="00AE7D0B"/>
    <w:rsid w:val="00B01C78"/>
    <w:rsid w:val="00B36D85"/>
    <w:rsid w:val="00B615F6"/>
    <w:rsid w:val="00B65C85"/>
    <w:rsid w:val="00B73409"/>
    <w:rsid w:val="00BA3F4A"/>
    <w:rsid w:val="00BA59F7"/>
    <w:rsid w:val="00BB5FFF"/>
    <w:rsid w:val="00BD598B"/>
    <w:rsid w:val="00BE48DE"/>
    <w:rsid w:val="00C05922"/>
    <w:rsid w:val="00C064CA"/>
    <w:rsid w:val="00C15EB4"/>
    <w:rsid w:val="00C22A9E"/>
    <w:rsid w:val="00C23A3D"/>
    <w:rsid w:val="00C23EDA"/>
    <w:rsid w:val="00C241D3"/>
    <w:rsid w:val="00C25F33"/>
    <w:rsid w:val="00C35E03"/>
    <w:rsid w:val="00C44387"/>
    <w:rsid w:val="00C4738A"/>
    <w:rsid w:val="00C53275"/>
    <w:rsid w:val="00C70264"/>
    <w:rsid w:val="00C72B67"/>
    <w:rsid w:val="00C752A1"/>
    <w:rsid w:val="00CA1594"/>
    <w:rsid w:val="00CA5869"/>
    <w:rsid w:val="00CC0CDB"/>
    <w:rsid w:val="00CC459A"/>
    <w:rsid w:val="00CD658E"/>
    <w:rsid w:val="00CF033A"/>
    <w:rsid w:val="00D0612D"/>
    <w:rsid w:val="00D10467"/>
    <w:rsid w:val="00D2116F"/>
    <w:rsid w:val="00D305B7"/>
    <w:rsid w:val="00D51CE4"/>
    <w:rsid w:val="00D5466C"/>
    <w:rsid w:val="00DA70E5"/>
    <w:rsid w:val="00DB3EC1"/>
    <w:rsid w:val="00DC7C2A"/>
    <w:rsid w:val="00DD7CBC"/>
    <w:rsid w:val="00DF0DDA"/>
    <w:rsid w:val="00DF64A3"/>
    <w:rsid w:val="00E04E7E"/>
    <w:rsid w:val="00E050F1"/>
    <w:rsid w:val="00E1613E"/>
    <w:rsid w:val="00E241B4"/>
    <w:rsid w:val="00E35C8F"/>
    <w:rsid w:val="00E47754"/>
    <w:rsid w:val="00E726AD"/>
    <w:rsid w:val="00E8073C"/>
    <w:rsid w:val="00E97891"/>
    <w:rsid w:val="00EB4E53"/>
    <w:rsid w:val="00EC110D"/>
    <w:rsid w:val="00EC3EE2"/>
    <w:rsid w:val="00ED28B0"/>
    <w:rsid w:val="00ED39DD"/>
    <w:rsid w:val="00EE0B56"/>
    <w:rsid w:val="00EF0749"/>
    <w:rsid w:val="00F15445"/>
    <w:rsid w:val="00F161E5"/>
    <w:rsid w:val="00F3654E"/>
    <w:rsid w:val="00F52763"/>
    <w:rsid w:val="00F56EA4"/>
    <w:rsid w:val="00F70293"/>
    <w:rsid w:val="00F85E81"/>
    <w:rsid w:val="00F8795E"/>
    <w:rsid w:val="00F95D87"/>
    <w:rsid w:val="00FA0052"/>
    <w:rsid w:val="00FA2E68"/>
    <w:rsid w:val="00FB3F5E"/>
    <w:rsid w:val="00FD6C21"/>
    <w:rsid w:val="00FE7C52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C10E6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C9BCC90.dotm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2019-02-09T02:19:00Z</dcterms:created>
  <dcterms:modified xsi:type="dcterms:W3CDTF">2019-02-14T02:16:00Z</dcterms:modified>
</cp:coreProperties>
</file>