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7DCB" w:rsidRDefault="007B7DCB" w:rsidP="007D2983">
      <w:pPr>
        <w:pStyle w:val="a3"/>
        <w:spacing w:line="300" w:lineRule="exact"/>
        <w:ind w:firstLineChars="100" w:firstLine="240"/>
        <w:contextualSpacing/>
        <w:jc w:val="center"/>
        <w:rPr>
          <w:rFonts w:ascii="Meiryo UI" w:eastAsia="Meiryo UI" w:hAnsi="Meiryo UI"/>
          <w:sz w:val="24"/>
          <w:szCs w:val="24"/>
        </w:rPr>
      </w:pPr>
      <w:bookmarkStart w:id="0" w:name="_GoBack"/>
      <w:bookmarkEnd w:id="0"/>
    </w:p>
    <w:p w:rsidR="006D7DA5" w:rsidRPr="00EE0B56" w:rsidRDefault="0041296B" w:rsidP="007D2983">
      <w:pPr>
        <w:pStyle w:val="a3"/>
        <w:spacing w:line="300" w:lineRule="exact"/>
        <w:ind w:firstLineChars="100" w:firstLine="240"/>
        <w:contextualSpacing/>
        <w:jc w:val="center"/>
        <w:rPr>
          <w:rFonts w:ascii="Meiryo UI" w:eastAsia="Meiryo UI" w:hAnsi="Meiryo UI"/>
          <w:sz w:val="24"/>
          <w:szCs w:val="24"/>
        </w:rPr>
      </w:pPr>
      <w:r w:rsidRPr="00EE0B56">
        <w:rPr>
          <w:rFonts w:ascii="Meiryo UI" w:eastAsia="Meiryo UI" w:hAnsi="Meiryo UI" w:hint="eastAsia"/>
          <w:sz w:val="24"/>
          <w:szCs w:val="24"/>
        </w:rPr>
        <w:t>平成30年度</w:t>
      </w:r>
    </w:p>
    <w:p w:rsidR="0041296B" w:rsidRPr="00F52763" w:rsidRDefault="000652F1" w:rsidP="000652F1">
      <w:pPr>
        <w:pStyle w:val="a3"/>
        <w:spacing w:line="0" w:lineRule="atLeast"/>
        <w:ind w:firstLineChars="100" w:firstLine="360"/>
        <w:contextualSpacing/>
        <w:jc w:val="center"/>
        <w:rPr>
          <w:rFonts w:ascii="Meiryo UI" w:eastAsia="Meiryo UI" w:hAnsi="Meiryo UI"/>
          <w:sz w:val="36"/>
          <w:szCs w:val="36"/>
          <w:u w:val="single"/>
        </w:rPr>
      </w:pPr>
      <w:r>
        <w:rPr>
          <w:rFonts w:ascii="Meiryo UI" w:eastAsia="Meiryo UI" w:hAnsi="Meiryo UI" w:hint="eastAsia"/>
          <w:sz w:val="36"/>
          <w:szCs w:val="36"/>
          <w:u w:val="single"/>
        </w:rPr>
        <w:t>オープンデータ化支援研修</w:t>
      </w:r>
      <w:r w:rsidR="00E050F1">
        <w:rPr>
          <w:rFonts w:ascii="Meiryo UI" w:eastAsia="Meiryo UI" w:hAnsi="Meiryo UI" w:hint="eastAsia"/>
          <w:sz w:val="36"/>
          <w:szCs w:val="36"/>
          <w:u w:val="single"/>
        </w:rPr>
        <w:t>・</w:t>
      </w:r>
      <w:r w:rsidR="000C1588">
        <w:rPr>
          <w:rFonts w:ascii="Meiryo UI" w:eastAsia="Meiryo UI" w:hAnsi="Meiryo UI" w:hint="eastAsia"/>
          <w:sz w:val="36"/>
          <w:szCs w:val="36"/>
          <w:u w:val="single"/>
        </w:rPr>
        <w:t>宮崎県小林市</w:t>
      </w:r>
    </w:p>
    <w:p w:rsidR="006D7DA5" w:rsidRPr="00F52763" w:rsidRDefault="006D7DA5" w:rsidP="00C064CA">
      <w:pPr>
        <w:pStyle w:val="a3"/>
        <w:spacing w:line="0" w:lineRule="atLeas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</w:p>
    <w:p w:rsidR="0041296B" w:rsidRPr="00F52763" w:rsidRDefault="00B36D85" w:rsidP="00C064CA">
      <w:pPr>
        <w:pStyle w:val="a3"/>
        <w:spacing w:line="0" w:lineRule="atLeas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  <w:r w:rsidRPr="00F52763">
        <w:rPr>
          <w:rFonts w:ascii="Meiryo UI" w:eastAsia="Meiryo UI" w:hAnsi="Meiryo UI" w:hint="eastAsia"/>
          <w:sz w:val="22"/>
          <w:szCs w:val="22"/>
        </w:rPr>
        <w:t>○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日</w:t>
      </w:r>
      <w:r w:rsidR="006D7DA5" w:rsidRPr="00F52763">
        <w:rPr>
          <w:rFonts w:ascii="Meiryo UI" w:eastAsia="Meiryo UI" w:hAnsi="Meiryo UI" w:hint="eastAsia"/>
          <w:sz w:val="22"/>
          <w:szCs w:val="22"/>
        </w:rPr>
        <w:t xml:space="preserve">  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時：</w:t>
      </w:r>
      <w:r w:rsidR="00037ED9">
        <w:rPr>
          <w:rFonts w:ascii="Meiryo UI" w:eastAsia="Meiryo UI" w:hAnsi="Meiryo UI" w:hint="eastAsia"/>
          <w:sz w:val="22"/>
          <w:szCs w:val="22"/>
        </w:rPr>
        <w:t>201</w:t>
      </w:r>
      <w:r w:rsidR="00037ED9">
        <w:rPr>
          <w:rFonts w:ascii="Meiryo UI" w:eastAsia="Meiryo UI" w:hAnsi="Meiryo UI"/>
          <w:sz w:val="22"/>
          <w:szCs w:val="22"/>
        </w:rPr>
        <w:t>9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年</w:t>
      </w:r>
      <w:r w:rsidR="0078734B">
        <w:rPr>
          <w:rFonts w:ascii="Meiryo UI" w:eastAsia="Meiryo UI" w:hAnsi="Meiryo UI"/>
          <w:sz w:val="22"/>
          <w:szCs w:val="22"/>
        </w:rPr>
        <w:t>2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月</w:t>
      </w:r>
      <w:r w:rsidR="007876BF">
        <w:rPr>
          <w:rFonts w:ascii="Meiryo UI" w:eastAsia="Meiryo UI" w:hAnsi="Meiryo UI" w:hint="eastAsia"/>
          <w:sz w:val="22"/>
          <w:szCs w:val="22"/>
        </w:rPr>
        <w:t>22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日（</w:t>
      </w:r>
      <w:r w:rsidR="007876BF">
        <w:rPr>
          <w:rFonts w:ascii="Meiryo UI" w:eastAsia="Meiryo UI" w:hAnsi="Meiryo UI" w:hint="eastAsia"/>
          <w:sz w:val="22"/>
          <w:szCs w:val="22"/>
        </w:rPr>
        <w:t>金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）</w:t>
      </w:r>
      <w:r w:rsidR="00885799">
        <w:rPr>
          <w:rFonts w:ascii="Meiryo UI" w:eastAsia="Meiryo UI" w:hAnsi="Meiryo UI" w:hint="eastAsia"/>
          <w:sz w:val="22"/>
          <w:szCs w:val="22"/>
        </w:rPr>
        <w:t xml:space="preserve"> 13:</w:t>
      </w:r>
      <w:r w:rsidR="00A717BF">
        <w:rPr>
          <w:rFonts w:ascii="Meiryo UI" w:eastAsia="Meiryo UI" w:hAnsi="Meiryo UI"/>
          <w:sz w:val="22"/>
          <w:szCs w:val="22"/>
        </w:rPr>
        <w:t>30</w:t>
      </w:r>
      <w:r w:rsidR="006D7DA5" w:rsidRPr="00F52763">
        <w:rPr>
          <w:rFonts w:ascii="Meiryo UI" w:eastAsia="Meiryo UI" w:hAnsi="Meiryo UI" w:hint="eastAsia"/>
          <w:sz w:val="22"/>
          <w:szCs w:val="22"/>
        </w:rPr>
        <w:t>～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1</w:t>
      </w:r>
      <w:r w:rsidR="00885799">
        <w:rPr>
          <w:rFonts w:ascii="Meiryo UI" w:eastAsia="Meiryo UI" w:hAnsi="Meiryo UI"/>
          <w:sz w:val="22"/>
          <w:szCs w:val="22"/>
        </w:rPr>
        <w:t>6</w:t>
      </w:r>
      <w:r w:rsidR="00885799">
        <w:rPr>
          <w:rFonts w:ascii="Meiryo UI" w:eastAsia="Meiryo UI" w:hAnsi="Meiryo UI" w:hint="eastAsia"/>
          <w:sz w:val="22"/>
          <w:szCs w:val="22"/>
        </w:rPr>
        <w:t>:</w:t>
      </w:r>
      <w:r w:rsidR="00A717BF">
        <w:rPr>
          <w:rFonts w:ascii="Meiryo UI" w:eastAsia="Meiryo UI" w:hAnsi="Meiryo UI"/>
          <w:sz w:val="22"/>
          <w:szCs w:val="22"/>
        </w:rPr>
        <w:t>30</w:t>
      </w:r>
    </w:p>
    <w:p w:rsidR="0041296B" w:rsidRPr="00F52763" w:rsidRDefault="00B36D85" w:rsidP="00D51CE4">
      <w:pPr>
        <w:pStyle w:val="a3"/>
        <w:spacing w:line="0" w:lineRule="atLeast"/>
        <w:ind w:firstLineChars="100" w:firstLine="220"/>
        <w:contextualSpacing/>
        <w:rPr>
          <w:rFonts w:ascii="Meiryo UI" w:eastAsia="Meiryo UI" w:hAnsi="Meiryo UI"/>
          <w:sz w:val="22"/>
          <w:szCs w:val="22"/>
        </w:rPr>
      </w:pPr>
      <w:r w:rsidRPr="00F52763">
        <w:rPr>
          <w:rFonts w:ascii="Meiryo UI" w:eastAsia="Meiryo UI" w:hAnsi="Meiryo UI" w:hint="eastAsia"/>
          <w:sz w:val="22"/>
          <w:szCs w:val="22"/>
        </w:rPr>
        <w:t>○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場</w:t>
      </w:r>
      <w:r w:rsidR="006D7DA5" w:rsidRPr="00F52763">
        <w:rPr>
          <w:rFonts w:ascii="Meiryo UI" w:eastAsia="Meiryo UI" w:hAnsi="Meiryo UI" w:hint="eastAsia"/>
          <w:sz w:val="22"/>
          <w:szCs w:val="22"/>
        </w:rPr>
        <w:t xml:space="preserve">  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所：</w:t>
      </w:r>
      <w:r w:rsidR="00A717BF" w:rsidRPr="00A717BF">
        <w:rPr>
          <w:rFonts w:ascii="Meiryo UI" w:eastAsia="Meiryo UI" w:hAnsi="Meiryo UI" w:hint="eastAsia"/>
          <w:sz w:val="22"/>
          <w:szCs w:val="22"/>
        </w:rPr>
        <w:t>小林市役所　本館２階　第１会議室</w:t>
      </w:r>
      <w:r w:rsidR="00885799" w:rsidRPr="00885799">
        <w:rPr>
          <w:rFonts w:ascii="Meiryo UI" w:eastAsia="Meiryo UI" w:hAnsi="Meiryo UI" w:hint="eastAsia"/>
          <w:sz w:val="22"/>
          <w:szCs w:val="22"/>
        </w:rPr>
        <w:t>（</w:t>
      </w:r>
      <w:r w:rsidR="00A717BF" w:rsidRPr="00A717BF">
        <w:rPr>
          <w:rFonts w:ascii="Meiryo UI" w:eastAsia="Meiryo UI" w:hAnsi="Meiryo UI" w:hint="eastAsia"/>
          <w:sz w:val="22"/>
          <w:szCs w:val="22"/>
        </w:rPr>
        <w:t>宮崎県小林市細野300番地</w:t>
      </w:r>
      <w:r w:rsidR="00885799" w:rsidRPr="00885799">
        <w:rPr>
          <w:rFonts w:ascii="Meiryo UI" w:eastAsia="Meiryo UI" w:hAnsi="Meiryo UI" w:hint="eastAsia"/>
          <w:sz w:val="22"/>
          <w:szCs w:val="22"/>
        </w:rPr>
        <w:t>）</w:t>
      </w:r>
    </w:p>
    <w:p w:rsidR="0041296B" w:rsidRPr="000E186F" w:rsidRDefault="0041296B" w:rsidP="00C064CA">
      <w:pPr>
        <w:pStyle w:val="a3"/>
        <w:spacing w:line="200" w:lineRule="exac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</w:p>
    <w:p w:rsidR="00E47754" w:rsidRPr="00A717BF" w:rsidRDefault="00E47754" w:rsidP="00E47754">
      <w:pPr>
        <w:pStyle w:val="a3"/>
        <w:spacing w:line="0" w:lineRule="atLeast"/>
        <w:contextualSpacing/>
        <w:jc w:val="both"/>
        <w:rPr>
          <w:rFonts w:ascii="Meiryo UI" w:eastAsia="Meiryo UI" w:hAnsi="Meiryo UI"/>
          <w:sz w:val="22"/>
          <w:szCs w:val="22"/>
        </w:rPr>
      </w:pPr>
    </w:p>
    <w:p w:rsidR="00E47754" w:rsidRDefault="00EC110D" w:rsidP="00E47754">
      <w:pPr>
        <w:pStyle w:val="a3"/>
        <w:spacing w:line="0" w:lineRule="atLeast"/>
        <w:contextualSpacing/>
        <w:jc w:val="both"/>
        <w:rPr>
          <w:rFonts w:ascii="Meiryo UI" w:eastAsia="Meiryo UI" w:hAnsi="Meiryo UI"/>
          <w:b/>
          <w:sz w:val="22"/>
          <w:szCs w:val="22"/>
        </w:rPr>
      </w:pPr>
      <w:r w:rsidRPr="00F52763">
        <w:rPr>
          <w:rFonts w:ascii="Meiryo UI" w:eastAsia="Meiryo UI" w:hAnsi="Meiryo UI" w:hint="eastAsia"/>
          <w:b/>
          <w:sz w:val="22"/>
          <w:szCs w:val="22"/>
        </w:rPr>
        <w:t>プログラム</w:t>
      </w:r>
    </w:p>
    <w:tbl>
      <w:tblPr>
        <w:tblStyle w:val="ab"/>
        <w:tblW w:w="9915" w:type="dxa"/>
        <w:tblLayout w:type="fixed"/>
        <w:tblLook w:val="04A0" w:firstRow="1" w:lastRow="0" w:firstColumn="1" w:lastColumn="0" w:noHBand="0" w:noVBand="1"/>
      </w:tblPr>
      <w:tblGrid>
        <w:gridCol w:w="1126"/>
        <w:gridCol w:w="851"/>
        <w:gridCol w:w="3790"/>
        <w:gridCol w:w="4148"/>
      </w:tblGrid>
      <w:tr w:rsidR="0078734B" w:rsidRPr="00F52763" w:rsidTr="00DE56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126" w:type="dxa"/>
          </w:tcPr>
          <w:p w:rsidR="0078734B" w:rsidRPr="00F52763" w:rsidRDefault="0078734B" w:rsidP="00982EB2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開始時間</w:t>
            </w:r>
          </w:p>
        </w:tc>
        <w:tc>
          <w:tcPr>
            <w:tcW w:w="851" w:type="dxa"/>
          </w:tcPr>
          <w:p w:rsidR="0078734B" w:rsidRPr="00F52763" w:rsidRDefault="0078734B" w:rsidP="00982EB2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配分</w:t>
            </w:r>
          </w:p>
        </w:tc>
        <w:tc>
          <w:tcPr>
            <w:tcW w:w="3790" w:type="dxa"/>
          </w:tcPr>
          <w:p w:rsidR="0078734B" w:rsidRPr="00F52763" w:rsidRDefault="0078734B" w:rsidP="00982EB2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内容</w:t>
            </w:r>
          </w:p>
        </w:tc>
        <w:tc>
          <w:tcPr>
            <w:tcW w:w="4148" w:type="dxa"/>
          </w:tcPr>
          <w:p w:rsidR="0078734B" w:rsidRPr="00F52763" w:rsidRDefault="0078734B" w:rsidP="00982EB2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担当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（敬称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略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）</w:t>
            </w:r>
          </w:p>
        </w:tc>
      </w:tr>
      <w:tr w:rsidR="0053530D" w:rsidRPr="00F52763" w:rsidTr="009D3AC7">
        <w:trPr>
          <w:trHeight w:val="806"/>
        </w:trPr>
        <w:tc>
          <w:tcPr>
            <w:tcW w:w="1126" w:type="dxa"/>
            <w:vAlign w:val="center"/>
          </w:tcPr>
          <w:p w:rsidR="0053530D" w:rsidRPr="0053530D" w:rsidRDefault="0053530D" w:rsidP="0053530D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53530D">
              <w:rPr>
                <w:rFonts w:ascii="Meiryo UI" w:eastAsia="Meiryo UI" w:hAnsi="Meiryo UI" w:cs="Meiryo UI" w:hint="eastAsia"/>
                <w:sz w:val="20"/>
                <w:szCs w:val="20"/>
              </w:rPr>
              <w:t>13:30</w:t>
            </w:r>
          </w:p>
        </w:tc>
        <w:tc>
          <w:tcPr>
            <w:tcW w:w="851" w:type="dxa"/>
            <w:vAlign w:val="center"/>
          </w:tcPr>
          <w:p w:rsidR="0053530D" w:rsidRPr="0053530D" w:rsidRDefault="0053530D" w:rsidP="0053530D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53530D">
              <w:rPr>
                <w:rFonts w:ascii="Meiryo UI" w:eastAsia="Meiryo UI" w:hAnsi="Meiryo UI" w:cs="Meiryo UI" w:hint="eastAsia"/>
                <w:sz w:val="20"/>
                <w:szCs w:val="20"/>
              </w:rPr>
              <w:t>5分</w:t>
            </w:r>
          </w:p>
        </w:tc>
        <w:tc>
          <w:tcPr>
            <w:tcW w:w="3790" w:type="dxa"/>
            <w:vAlign w:val="center"/>
          </w:tcPr>
          <w:p w:rsidR="0053530D" w:rsidRPr="00F52763" w:rsidRDefault="0053530D" w:rsidP="0053530D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挨拶</w:t>
            </w:r>
          </w:p>
        </w:tc>
        <w:tc>
          <w:tcPr>
            <w:tcW w:w="4148" w:type="dxa"/>
            <w:vAlign w:val="center"/>
          </w:tcPr>
          <w:p w:rsidR="0053530D" w:rsidRPr="00B41B67" w:rsidRDefault="0053530D" w:rsidP="00485554">
            <w:pPr>
              <w:pStyle w:val="a3"/>
              <w:ind w:left="0" w:firstLine="0"/>
              <w:rPr>
                <w:rFonts w:ascii="Meiryo UI" w:eastAsia="Meiryo UI" w:hAnsi="Meiryo UI" w:cs="Meiryo UI"/>
              </w:rPr>
            </w:pPr>
            <w:r w:rsidRPr="00B41B67">
              <w:rPr>
                <w:rFonts w:ascii="Meiryo UI" w:eastAsia="Meiryo UI" w:hAnsi="Meiryo UI" w:cs="Meiryo UI" w:hint="eastAsia"/>
              </w:rPr>
              <w:t>小林市</w:t>
            </w:r>
            <w:r w:rsidR="005F3DF6">
              <w:rPr>
                <w:rFonts w:ascii="Meiryo UI" w:eastAsia="Meiryo UI" w:hAnsi="Meiryo UI" w:cs="Meiryo UI" w:hint="eastAsia"/>
              </w:rPr>
              <w:t xml:space="preserve"> </w:t>
            </w:r>
            <w:r w:rsidRPr="00B41B67">
              <w:rPr>
                <w:rFonts w:ascii="Meiryo UI" w:eastAsia="Meiryo UI" w:hAnsi="Meiryo UI" w:cs="Meiryo UI" w:hint="eastAsia"/>
              </w:rPr>
              <w:t>企画政策課長</w:t>
            </w:r>
          </w:p>
          <w:p w:rsidR="0053530D" w:rsidRPr="00B41B67" w:rsidRDefault="009D3AC7" w:rsidP="009D3AC7">
            <w:pPr>
              <w:pStyle w:val="a3"/>
              <w:ind w:left="0" w:firstLine="0"/>
              <w:rPr>
                <w:rFonts w:ascii="Meiryo UI" w:eastAsia="Meiryo UI" w:hAnsi="Meiryo UI" w:cs="Meiryo UI"/>
              </w:rPr>
            </w:pPr>
            <w:r w:rsidRPr="009D3AC7">
              <w:rPr>
                <w:rFonts w:ascii="Meiryo UI" w:eastAsia="Meiryo UI" w:hAnsi="Meiryo UI" w:cs="Meiryo UI" w:hint="eastAsia"/>
              </w:rPr>
              <w:t>押川　逸夫</w:t>
            </w:r>
          </w:p>
        </w:tc>
      </w:tr>
      <w:tr w:rsidR="0053530D" w:rsidRPr="00F52763" w:rsidTr="00DE5699">
        <w:trPr>
          <w:trHeight w:val="380"/>
        </w:trPr>
        <w:tc>
          <w:tcPr>
            <w:tcW w:w="1126" w:type="dxa"/>
            <w:vAlign w:val="center"/>
          </w:tcPr>
          <w:p w:rsidR="0053530D" w:rsidRPr="0053530D" w:rsidRDefault="0053530D" w:rsidP="0053530D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53530D">
              <w:rPr>
                <w:rFonts w:ascii="Meiryo UI" w:eastAsia="Meiryo UI" w:hAnsi="Meiryo UI" w:cs="Meiryo UI" w:hint="eastAsia"/>
                <w:sz w:val="20"/>
                <w:szCs w:val="20"/>
              </w:rPr>
              <w:t>13:35</w:t>
            </w:r>
          </w:p>
        </w:tc>
        <w:tc>
          <w:tcPr>
            <w:tcW w:w="851" w:type="dxa"/>
            <w:vAlign w:val="center"/>
          </w:tcPr>
          <w:p w:rsidR="0053530D" w:rsidRPr="0053530D" w:rsidRDefault="0053530D" w:rsidP="0053530D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53530D">
              <w:rPr>
                <w:rFonts w:ascii="Meiryo UI" w:eastAsia="Meiryo UI" w:hAnsi="Meiryo UI" w:cs="Meiryo UI" w:hint="eastAsia"/>
                <w:sz w:val="20"/>
                <w:szCs w:val="20"/>
              </w:rPr>
              <w:t>10分</w:t>
            </w:r>
          </w:p>
        </w:tc>
        <w:tc>
          <w:tcPr>
            <w:tcW w:w="3790" w:type="dxa"/>
            <w:vAlign w:val="center"/>
          </w:tcPr>
          <w:p w:rsidR="0053530D" w:rsidRPr="00F52763" w:rsidRDefault="0053530D" w:rsidP="0053530D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受講者自己紹介</w:t>
            </w:r>
          </w:p>
        </w:tc>
        <w:tc>
          <w:tcPr>
            <w:tcW w:w="4148" w:type="dxa"/>
            <w:vAlign w:val="center"/>
          </w:tcPr>
          <w:p w:rsidR="0053530D" w:rsidRPr="00B41B67" w:rsidRDefault="0053530D" w:rsidP="00485554">
            <w:pPr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53530D" w:rsidRPr="00F52763" w:rsidTr="007D7C82">
        <w:trPr>
          <w:trHeight w:val="850"/>
        </w:trPr>
        <w:tc>
          <w:tcPr>
            <w:tcW w:w="1126" w:type="dxa"/>
            <w:vAlign w:val="center"/>
          </w:tcPr>
          <w:p w:rsidR="0053530D" w:rsidRPr="0053530D" w:rsidRDefault="0053530D" w:rsidP="0053530D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53530D">
              <w:rPr>
                <w:rFonts w:ascii="Meiryo UI" w:eastAsia="Meiryo UI" w:hAnsi="Meiryo UI" w:cs="Meiryo UI" w:hint="eastAsia"/>
                <w:sz w:val="20"/>
                <w:szCs w:val="20"/>
              </w:rPr>
              <w:t>13:45</w:t>
            </w:r>
          </w:p>
        </w:tc>
        <w:tc>
          <w:tcPr>
            <w:tcW w:w="851" w:type="dxa"/>
            <w:vAlign w:val="center"/>
          </w:tcPr>
          <w:p w:rsidR="0053530D" w:rsidRPr="0053530D" w:rsidRDefault="0053530D" w:rsidP="0053530D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53530D">
              <w:rPr>
                <w:rFonts w:ascii="Meiryo UI" w:eastAsia="Meiryo UI" w:hAnsi="Meiryo UI" w:cs="Meiryo UI" w:hint="eastAsia"/>
                <w:sz w:val="20"/>
                <w:szCs w:val="20"/>
              </w:rPr>
              <w:t>15分</w:t>
            </w:r>
          </w:p>
        </w:tc>
        <w:tc>
          <w:tcPr>
            <w:tcW w:w="3790" w:type="dxa"/>
            <w:vAlign w:val="center"/>
          </w:tcPr>
          <w:p w:rsidR="0053530D" w:rsidRDefault="0053530D" w:rsidP="0053530D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CF5A0E">
              <w:rPr>
                <w:rFonts w:ascii="Meiryo UI" w:eastAsia="Meiryo UI" w:hAnsi="Meiryo UI" w:cs="Meiryo UI" w:hint="eastAsia"/>
                <w:sz w:val="20"/>
                <w:szCs w:val="20"/>
              </w:rPr>
              <w:t>講義①</w:t>
            </w:r>
          </w:p>
          <w:p w:rsidR="0053530D" w:rsidRPr="00CD658E" w:rsidRDefault="0053530D" w:rsidP="0053530D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CF5A0E">
              <w:rPr>
                <w:rFonts w:ascii="Meiryo UI" w:eastAsia="Meiryo UI" w:hAnsi="Meiryo UI" w:cs="Meiryo UI" w:hint="eastAsia"/>
                <w:sz w:val="20"/>
                <w:szCs w:val="20"/>
              </w:rPr>
              <w:t>官民データ活用推進基本法と計画について</w:t>
            </w:r>
          </w:p>
        </w:tc>
        <w:tc>
          <w:tcPr>
            <w:tcW w:w="4148" w:type="dxa"/>
            <w:vAlign w:val="center"/>
          </w:tcPr>
          <w:p w:rsidR="005F3DF6" w:rsidRDefault="00E809FA" w:rsidP="00485554">
            <w:pPr>
              <w:pStyle w:val="a3"/>
              <w:ind w:left="0" w:firstLine="0"/>
              <w:rPr>
                <w:rFonts w:ascii="Meiryo UI" w:eastAsia="Meiryo UI" w:hAnsi="Meiryo UI" w:cs="Meiryo UI"/>
              </w:rPr>
            </w:pPr>
            <w:r w:rsidRPr="00E809FA">
              <w:rPr>
                <w:rFonts w:ascii="Meiryo UI" w:eastAsia="Meiryo UI" w:hAnsi="Meiryo UI" w:cs="Meiryo UI" w:hint="eastAsia"/>
              </w:rPr>
              <w:t>宮崎県 総合政策部 情報政策課 情報政策課</w:t>
            </w:r>
          </w:p>
          <w:p w:rsidR="0053530D" w:rsidRPr="00B41B67" w:rsidRDefault="00E809FA" w:rsidP="00DE5699">
            <w:pPr>
              <w:pStyle w:val="a3"/>
              <w:ind w:left="0" w:firstLine="0"/>
            </w:pPr>
            <w:r w:rsidRPr="00E809FA">
              <w:rPr>
                <w:rFonts w:ascii="Meiryo UI" w:eastAsia="Meiryo UI" w:hAnsi="Meiryo UI" w:cs="Meiryo UI" w:hint="eastAsia"/>
              </w:rPr>
              <w:t>主幹</w:t>
            </w:r>
            <w:r w:rsidR="005F3DF6">
              <w:rPr>
                <w:rFonts w:ascii="Meiryo UI" w:eastAsia="Meiryo UI" w:hAnsi="Meiryo UI" w:cs="Meiryo UI" w:hint="eastAsia"/>
              </w:rPr>
              <w:t xml:space="preserve">　</w:t>
            </w:r>
            <w:r w:rsidR="005F3DF6" w:rsidRPr="005F3DF6">
              <w:rPr>
                <w:rFonts w:ascii="Meiryo UI" w:eastAsia="Meiryo UI" w:hAnsi="Meiryo UI" w:cs="Meiryo UI" w:hint="eastAsia"/>
              </w:rPr>
              <w:t>西本</w:t>
            </w:r>
            <w:r w:rsidR="005F3DF6">
              <w:rPr>
                <w:rFonts w:ascii="Meiryo UI" w:eastAsia="Meiryo UI" w:hAnsi="Meiryo UI" w:cs="Meiryo UI" w:hint="eastAsia"/>
              </w:rPr>
              <w:t xml:space="preserve">　</w:t>
            </w:r>
            <w:r w:rsidR="005F3DF6" w:rsidRPr="005F3DF6">
              <w:rPr>
                <w:rFonts w:ascii="Meiryo UI" w:eastAsia="Meiryo UI" w:hAnsi="Meiryo UI" w:cs="Meiryo UI" w:hint="eastAsia"/>
              </w:rPr>
              <w:t>謙一郎</w:t>
            </w:r>
          </w:p>
        </w:tc>
      </w:tr>
      <w:tr w:rsidR="0053530D" w:rsidRPr="00F52763" w:rsidTr="00DE5699">
        <w:trPr>
          <w:trHeight w:val="850"/>
        </w:trPr>
        <w:tc>
          <w:tcPr>
            <w:tcW w:w="1126" w:type="dxa"/>
            <w:vAlign w:val="center"/>
          </w:tcPr>
          <w:p w:rsidR="0053530D" w:rsidRPr="0053530D" w:rsidRDefault="0053530D" w:rsidP="0053530D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53530D">
              <w:rPr>
                <w:rFonts w:ascii="Meiryo UI" w:eastAsia="Meiryo UI" w:hAnsi="Meiryo UI" w:cs="Meiryo UI" w:hint="eastAsia"/>
                <w:sz w:val="20"/>
                <w:szCs w:val="20"/>
              </w:rPr>
              <w:t>14:00</w:t>
            </w:r>
          </w:p>
        </w:tc>
        <w:tc>
          <w:tcPr>
            <w:tcW w:w="851" w:type="dxa"/>
            <w:vAlign w:val="center"/>
          </w:tcPr>
          <w:p w:rsidR="0053530D" w:rsidRPr="0053530D" w:rsidRDefault="0053530D" w:rsidP="0053530D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53530D">
              <w:rPr>
                <w:rFonts w:ascii="Meiryo UI" w:eastAsia="Meiryo UI" w:hAnsi="Meiryo UI" w:cs="Meiryo UI" w:hint="eastAsia"/>
                <w:sz w:val="20"/>
                <w:szCs w:val="20"/>
              </w:rPr>
              <w:t>50分</w:t>
            </w:r>
          </w:p>
        </w:tc>
        <w:tc>
          <w:tcPr>
            <w:tcW w:w="3790" w:type="dxa"/>
            <w:vAlign w:val="center"/>
          </w:tcPr>
          <w:p w:rsidR="0053530D" w:rsidRDefault="0053530D" w:rsidP="0053530D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講義②</w:t>
            </w:r>
          </w:p>
          <w:p w:rsidR="0053530D" w:rsidRPr="00CD658E" w:rsidRDefault="0053530D" w:rsidP="0053530D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CD658E">
              <w:rPr>
                <w:rFonts w:ascii="Meiryo UI" w:eastAsia="Meiryo UI" w:hAnsi="Meiryo UI" w:cs="Meiryo UI" w:hint="eastAsia"/>
                <w:sz w:val="20"/>
                <w:szCs w:val="20"/>
              </w:rPr>
              <w:t>オープンデータ</w:t>
            </w:r>
            <w:r w:rsidRPr="00CD658E">
              <w:rPr>
                <w:rFonts w:ascii="Meiryo UI" w:eastAsia="Meiryo UI" w:hAnsi="Meiryo UI" w:cs="Meiryo UI"/>
                <w:sz w:val="20"/>
                <w:szCs w:val="20"/>
              </w:rPr>
              <w:t>の</w:t>
            </w:r>
            <w:r w:rsidRPr="00CD658E">
              <w:rPr>
                <w:rFonts w:ascii="Meiryo UI" w:eastAsia="Meiryo UI" w:hAnsi="Meiryo UI" w:cs="Meiryo UI" w:hint="eastAsia"/>
                <w:sz w:val="20"/>
                <w:szCs w:val="20"/>
              </w:rPr>
              <w:t>定義・</w:t>
            </w:r>
            <w:r w:rsidRPr="00CD658E">
              <w:rPr>
                <w:rFonts w:ascii="Meiryo UI" w:eastAsia="Meiryo UI" w:hAnsi="Meiryo UI" w:cs="Meiryo UI"/>
                <w:sz w:val="20"/>
                <w:szCs w:val="20"/>
              </w:rPr>
              <w:t>意義</w:t>
            </w:r>
          </w:p>
        </w:tc>
        <w:tc>
          <w:tcPr>
            <w:tcW w:w="4148" w:type="dxa"/>
            <w:vAlign w:val="center"/>
          </w:tcPr>
          <w:p w:rsidR="0053530D" w:rsidRPr="00BE4E04" w:rsidRDefault="0053530D" w:rsidP="00485554">
            <w:pPr>
              <w:pStyle w:val="a3"/>
              <w:ind w:left="0" w:firstLine="0"/>
              <w:rPr>
                <w:rFonts w:ascii="Meiryo UI" w:eastAsia="Meiryo UI" w:hAnsi="Meiryo UI" w:cs="Meiryo UI"/>
              </w:rPr>
            </w:pPr>
            <w:r w:rsidRPr="00BE4E04">
              <w:rPr>
                <w:rFonts w:ascii="Meiryo UI" w:eastAsia="Meiryo UI" w:hAnsi="Meiryo UI" w:cs="Meiryo UI" w:hint="eastAsia"/>
              </w:rPr>
              <w:t>公益財団法人 九州先端科学技術研究所</w:t>
            </w:r>
          </w:p>
          <w:p w:rsidR="0053530D" w:rsidRPr="00034149" w:rsidRDefault="0053530D" w:rsidP="00485554">
            <w:pPr>
              <w:pStyle w:val="a3"/>
              <w:ind w:left="0" w:firstLine="0"/>
            </w:pPr>
            <w:r w:rsidRPr="00BE4E04">
              <w:rPr>
                <w:rFonts w:ascii="Meiryo UI" w:eastAsia="Meiryo UI" w:hAnsi="Meiryo UI" w:cs="Meiryo UI" w:hint="eastAsia"/>
              </w:rPr>
              <w:t>東</w:t>
            </w:r>
            <w:r w:rsidR="005F3DF6">
              <w:rPr>
                <w:rFonts w:ascii="Meiryo UI" w:eastAsia="Meiryo UI" w:hAnsi="Meiryo UI" w:cs="Meiryo UI" w:hint="eastAsia"/>
              </w:rPr>
              <w:t xml:space="preserve">　</w:t>
            </w:r>
            <w:r w:rsidRPr="00BE4E04">
              <w:rPr>
                <w:rFonts w:ascii="Meiryo UI" w:eastAsia="Meiryo UI" w:hAnsi="Meiryo UI" w:cs="Meiryo UI" w:hint="eastAsia"/>
              </w:rPr>
              <w:t>富彦</w:t>
            </w:r>
          </w:p>
        </w:tc>
      </w:tr>
      <w:tr w:rsidR="0053530D" w:rsidRPr="00F52763" w:rsidTr="00DE5699">
        <w:trPr>
          <w:trHeight w:val="397"/>
        </w:trPr>
        <w:tc>
          <w:tcPr>
            <w:tcW w:w="1126" w:type="dxa"/>
            <w:vAlign w:val="center"/>
          </w:tcPr>
          <w:p w:rsidR="0053530D" w:rsidRPr="0053530D" w:rsidRDefault="0053530D" w:rsidP="0053530D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53530D">
              <w:rPr>
                <w:rFonts w:ascii="Meiryo UI" w:eastAsia="Meiryo UI" w:hAnsi="Meiryo UI" w:cs="Meiryo UI" w:hint="eastAsia"/>
                <w:sz w:val="20"/>
                <w:szCs w:val="20"/>
              </w:rPr>
              <w:t>14:50</w:t>
            </w:r>
          </w:p>
        </w:tc>
        <w:tc>
          <w:tcPr>
            <w:tcW w:w="851" w:type="dxa"/>
            <w:vAlign w:val="center"/>
          </w:tcPr>
          <w:p w:rsidR="0053530D" w:rsidRPr="0053530D" w:rsidRDefault="0053530D" w:rsidP="0053530D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53530D">
              <w:rPr>
                <w:rFonts w:ascii="Meiryo UI" w:eastAsia="Meiryo UI" w:hAnsi="Meiryo UI" w:cs="Meiryo UI" w:hint="eastAsia"/>
                <w:sz w:val="20"/>
                <w:szCs w:val="20"/>
              </w:rPr>
              <w:t>5分</w:t>
            </w:r>
          </w:p>
        </w:tc>
        <w:tc>
          <w:tcPr>
            <w:tcW w:w="3790" w:type="dxa"/>
            <w:vAlign w:val="center"/>
          </w:tcPr>
          <w:p w:rsidR="0053530D" w:rsidRDefault="0053530D" w:rsidP="0053530D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休憩</w:t>
            </w:r>
          </w:p>
        </w:tc>
        <w:tc>
          <w:tcPr>
            <w:tcW w:w="4148" w:type="dxa"/>
            <w:vAlign w:val="center"/>
          </w:tcPr>
          <w:p w:rsidR="0053530D" w:rsidRPr="00034149" w:rsidRDefault="0053530D" w:rsidP="00485554">
            <w:pPr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53530D" w:rsidRPr="00F52763" w:rsidTr="00DE5699">
        <w:trPr>
          <w:trHeight w:val="821"/>
        </w:trPr>
        <w:tc>
          <w:tcPr>
            <w:tcW w:w="1126" w:type="dxa"/>
            <w:vAlign w:val="center"/>
          </w:tcPr>
          <w:p w:rsidR="0053530D" w:rsidRPr="0053530D" w:rsidRDefault="0053530D" w:rsidP="0053530D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53530D">
              <w:rPr>
                <w:rFonts w:ascii="Meiryo UI" w:eastAsia="Meiryo UI" w:hAnsi="Meiryo UI" w:cs="Meiryo UI" w:hint="eastAsia"/>
                <w:sz w:val="20"/>
                <w:szCs w:val="20"/>
              </w:rPr>
              <w:t>14:55</w:t>
            </w:r>
          </w:p>
        </w:tc>
        <w:tc>
          <w:tcPr>
            <w:tcW w:w="851" w:type="dxa"/>
            <w:vAlign w:val="center"/>
          </w:tcPr>
          <w:p w:rsidR="0053530D" w:rsidRPr="0053530D" w:rsidRDefault="0053530D" w:rsidP="0053530D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53530D">
              <w:rPr>
                <w:rFonts w:ascii="Meiryo UI" w:eastAsia="Meiryo UI" w:hAnsi="Meiryo UI" w:cs="Meiryo UI" w:hint="eastAsia"/>
                <w:sz w:val="20"/>
                <w:szCs w:val="20"/>
              </w:rPr>
              <w:t>40分</w:t>
            </w:r>
          </w:p>
        </w:tc>
        <w:tc>
          <w:tcPr>
            <w:tcW w:w="3790" w:type="dxa"/>
            <w:vAlign w:val="center"/>
          </w:tcPr>
          <w:p w:rsidR="0053530D" w:rsidRDefault="0053530D" w:rsidP="0053530D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講義③</w:t>
            </w:r>
          </w:p>
          <w:p w:rsidR="0053530D" w:rsidRDefault="0053530D" w:rsidP="0053530D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作業手順の理解</w:t>
            </w:r>
          </w:p>
        </w:tc>
        <w:tc>
          <w:tcPr>
            <w:tcW w:w="4148" w:type="dxa"/>
            <w:vAlign w:val="center"/>
          </w:tcPr>
          <w:p w:rsidR="0053530D" w:rsidRPr="00034149" w:rsidRDefault="0053530D" w:rsidP="00485554">
            <w:pPr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034149">
              <w:rPr>
                <w:rFonts w:ascii="Meiryo UI" w:eastAsia="Meiryo UI" w:hAnsi="Meiryo UI" w:cs="Meiryo UI" w:hint="eastAsia"/>
                <w:sz w:val="20"/>
                <w:szCs w:val="20"/>
              </w:rPr>
              <w:t>株式会社日立製作所　公共システム事業部</w:t>
            </w:r>
          </w:p>
          <w:p w:rsidR="0053530D" w:rsidRPr="00034149" w:rsidRDefault="0053530D" w:rsidP="00485554">
            <w:pPr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松田　純一</w:t>
            </w:r>
          </w:p>
        </w:tc>
      </w:tr>
      <w:tr w:rsidR="0053530D" w:rsidRPr="00F52763" w:rsidTr="00DE5699">
        <w:trPr>
          <w:trHeight w:val="397"/>
        </w:trPr>
        <w:tc>
          <w:tcPr>
            <w:tcW w:w="1126" w:type="dxa"/>
            <w:vAlign w:val="center"/>
          </w:tcPr>
          <w:p w:rsidR="0053530D" w:rsidRPr="0053530D" w:rsidRDefault="0053530D" w:rsidP="0053530D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53530D">
              <w:rPr>
                <w:rFonts w:ascii="Meiryo UI" w:eastAsia="Meiryo UI" w:hAnsi="Meiryo UI" w:cs="Meiryo UI" w:hint="eastAsia"/>
                <w:sz w:val="20"/>
                <w:szCs w:val="20"/>
              </w:rPr>
              <w:t>15:35</w:t>
            </w:r>
          </w:p>
        </w:tc>
        <w:tc>
          <w:tcPr>
            <w:tcW w:w="851" w:type="dxa"/>
            <w:vAlign w:val="center"/>
          </w:tcPr>
          <w:p w:rsidR="0053530D" w:rsidRPr="0053530D" w:rsidRDefault="0053530D" w:rsidP="0053530D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53530D">
              <w:rPr>
                <w:rFonts w:ascii="Meiryo UI" w:eastAsia="Meiryo UI" w:hAnsi="Meiryo UI" w:cs="Meiryo UI" w:hint="eastAsia"/>
                <w:sz w:val="20"/>
                <w:szCs w:val="20"/>
              </w:rPr>
              <w:t>10分</w:t>
            </w:r>
          </w:p>
        </w:tc>
        <w:tc>
          <w:tcPr>
            <w:tcW w:w="3790" w:type="dxa"/>
            <w:vAlign w:val="center"/>
          </w:tcPr>
          <w:p w:rsidR="0053530D" w:rsidRDefault="0053530D" w:rsidP="0053530D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休憩</w:t>
            </w:r>
          </w:p>
        </w:tc>
        <w:tc>
          <w:tcPr>
            <w:tcW w:w="4148" w:type="dxa"/>
            <w:vAlign w:val="center"/>
          </w:tcPr>
          <w:p w:rsidR="0053530D" w:rsidRPr="00034149" w:rsidRDefault="0053530D" w:rsidP="00485554">
            <w:pPr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53530D" w:rsidRPr="00F52763" w:rsidTr="00DE5699">
        <w:trPr>
          <w:trHeight w:val="771"/>
        </w:trPr>
        <w:tc>
          <w:tcPr>
            <w:tcW w:w="1126" w:type="dxa"/>
            <w:vAlign w:val="center"/>
          </w:tcPr>
          <w:p w:rsidR="0053530D" w:rsidRPr="0053530D" w:rsidRDefault="0053530D" w:rsidP="0053530D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53530D">
              <w:rPr>
                <w:rFonts w:ascii="Meiryo UI" w:eastAsia="Meiryo UI" w:hAnsi="Meiryo UI" w:cs="Meiryo UI" w:hint="eastAsia"/>
                <w:sz w:val="20"/>
                <w:szCs w:val="20"/>
              </w:rPr>
              <w:t>15:45</w:t>
            </w:r>
          </w:p>
        </w:tc>
        <w:tc>
          <w:tcPr>
            <w:tcW w:w="851" w:type="dxa"/>
            <w:vAlign w:val="center"/>
          </w:tcPr>
          <w:p w:rsidR="0053530D" w:rsidRPr="0053530D" w:rsidRDefault="0053530D" w:rsidP="0053530D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53530D">
              <w:rPr>
                <w:rFonts w:ascii="Meiryo UI" w:eastAsia="Meiryo UI" w:hAnsi="Meiryo UI" w:cs="Meiryo UI" w:hint="eastAsia"/>
                <w:sz w:val="20"/>
                <w:szCs w:val="20"/>
              </w:rPr>
              <w:t>30分</w:t>
            </w:r>
          </w:p>
        </w:tc>
        <w:tc>
          <w:tcPr>
            <w:tcW w:w="3790" w:type="dxa"/>
            <w:vAlign w:val="center"/>
          </w:tcPr>
          <w:p w:rsidR="0053530D" w:rsidRDefault="0053530D" w:rsidP="0053530D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講義④</w:t>
            </w:r>
          </w:p>
          <w:p w:rsidR="0053530D" w:rsidRPr="00A1790E" w:rsidRDefault="0053530D" w:rsidP="0053530D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ミニディスカッション</w:t>
            </w:r>
          </w:p>
        </w:tc>
        <w:tc>
          <w:tcPr>
            <w:tcW w:w="4148" w:type="dxa"/>
            <w:vAlign w:val="center"/>
          </w:tcPr>
          <w:p w:rsidR="0053530D" w:rsidRPr="00BE4E04" w:rsidRDefault="0053530D" w:rsidP="00485554">
            <w:pPr>
              <w:pStyle w:val="a3"/>
              <w:ind w:left="0" w:firstLine="0"/>
              <w:rPr>
                <w:rFonts w:ascii="Meiryo UI" w:eastAsia="Meiryo UI" w:hAnsi="Meiryo UI" w:cs="Meiryo UI"/>
              </w:rPr>
            </w:pPr>
            <w:r w:rsidRPr="00BE4E04">
              <w:rPr>
                <w:rFonts w:ascii="Meiryo UI" w:eastAsia="Meiryo UI" w:hAnsi="Meiryo UI" w:cs="Meiryo UI" w:hint="eastAsia"/>
              </w:rPr>
              <w:t>公益財団法人 九州先端科学技術研究所</w:t>
            </w:r>
          </w:p>
          <w:p w:rsidR="0053530D" w:rsidRPr="00034149" w:rsidRDefault="0053530D" w:rsidP="00485554">
            <w:pPr>
              <w:pStyle w:val="a3"/>
              <w:ind w:left="0" w:firstLine="0"/>
            </w:pPr>
            <w:r w:rsidRPr="00BE4E04">
              <w:rPr>
                <w:rFonts w:ascii="Meiryo UI" w:eastAsia="Meiryo UI" w:hAnsi="Meiryo UI" w:cs="Meiryo UI" w:hint="eastAsia"/>
              </w:rPr>
              <w:t>東</w:t>
            </w:r>
            <w:r w:rsidR="005F3DF6">
              <w:rPr>
                <w:rFonts w:ascii="Meiryo UI" w:eastAsia="Meiryo UI" w:hAnsi="Meiryo UI" w:cs="Meiryo UI" w:hint="eastAsia"/>
              </w:rPr>
              <w:t xml:space="preserve">　</w:t>
            </w:r>
            <w:r w:rsidRPr="00BE4E04">
              <w:rPr>
                <w:rFonts w:ascii="Meiryo UI" w:eastAsia="Meiryo UI" w:hAnsi="Meiryo UI" w:cs="Meiryo UI" w:hint="eastAsia"/>
              </w:rPr>
              <w:t>富彦</w:t>
            </w:r>
          </w:p>
        </w:tc>
      </w:tr>
      <w:tr w:rsidR="0053530D" w:rsidRPr="00F52763" w:rsidTr="00DE5699">
        <w:trPr>
          <w:trHeight w:val="724"/>
        </w:trPr>
        <w:tc>
          <w:tcPr>
            <w:tcW w:w="1126" w:type="dxa"/>
            <w:vAlign w:val="center"/>
          </w:tcPr>
          <w:p w:rsidR="0053530D" w:rsidRPr="0053530D" w:rsidRDefault="0053530D" w:rsidP="0053530D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53530D">
              <w:rPr>
                <w:rFonts w:ascii="Meiryo UI" w:eastAsia="Meiryo UI" w:hAnsi="Meiryo UI" w:cs="Meiryo UI" w:hint="eastAsia"/>
                <w:sz w:val="20"/>
                <w:szCs w:val="20"/>
              </w:rPr>
              <w:t>16:15</w:t>
            </w:r>
          </w:p>
        </w:tc>
        <w:tc>
          <w:tcPr>
            <w:tcW w:w="851" w:type="dxa"/>
            <w:vAlign w:val="center"/>
          </w:tcPr>
          <w:p w:rsidR="0053530D" w:rsidRPr="0053530D" w:rsidRDefault="0053530D" w:rsidP="0053530D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53530D">
              <w:rPr>
                <w:rFonts w:ascii="Meiryo UI" w:eastAsia="Meiryo UI" w:hAnsi="Meiryo UI" w:cs="Meiryo UI" w:hint="eastAsia"/>
                <w:sz w:val="20"/>
                <w:szCs w:val="20"/>
              </w:rPr>
              <w:t>5分</w:t>
            </w:r>
          </w:p>
        </w:tc>
        <w:tc>
          <w:tcPr>
            <w:tcW w:w="3790" w:type="dxa"/>
            <w:vAlign w:val="center"/>
          </w:tcPr>
          <w:p w:rsidR="0053530D" w:rsidRPr="005F75B4" w:rsidRDefault="0053530D" w:rsidP="0053530D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確認テスト</w:t>
            </w:r>
          </w:p>
        </w:tc>
        <w:tc>
          <w:tcPr>
            <w:tcW w:w="4148" w:type="dxa"/>
            <w:vAlign w:val="center"/>
          </w:tcPr>
          <w:p w:rsidR="0053530D" w:rsidRPr="00F52763" w:rsidRDefault="0053530D" w:rsidP="00485554">
            <w:pPr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株式会社日立製作所</w:t>
            </w:r>
          </w:p>
        </w:tc>
      </w:tr>
      <w:tr w:rsidR="0053530D" w:rsidRPr="00F52763" w:rsidTr="00DE5699">
        <w:trPr>
          <w:trHeight w:val="691"/>
        </w:trPr>
        <w:tc>
          <w:tcPr>
            <w:tcW w:w="1126" w:type="dxa"/>
            <w:vAlign w:val="center"/>
          </w:tcPr>
          <w:p w:rsidR="0053530D" w:rsidRPr="0053530D" w:rsidRDefault="0053530D" w:rsidP="0053530D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53530D">
              <w:rPr>
                <w:rFonts w:ascii="Meiryo UI" w:eastAsia="Meiryo UI" w:hAnsi="Meiryo UI" w:cs="Meiryo UI" w:hint="eastAsia"/>
                <w:sz w:val="20"/>
                <w:szCs w:val="20"/>
              </w:rPr>
              <w:t>16:20</w:t>
            </w:r>
          </w:p>
        </w:tc>
        <w:tc>
          <w:tcPr>
            <w:tcW w:w="851" w:type="dxa"/>
            <w:vAlign w:val="center"/>
          </w:tcPr>
          <w:p w:rsidR="0053530D" w:rsidRPr="0053530D" w:rsidRDefault="0053530D" w:rsidP="0053530D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53530D">
              <w:rPr>
                <w:rFonts w:ascii="Meiryo UI" w:eastAsia="Meiryo UI" w:hAnsi="Meiryo UI" w:cs="Meiryo UI" w:hint="eastAsia"/>
                <w:sz w:val="20"/>
                <w:szCs w:val="20"/>
              </w:rPr>
              <w:t>10分</w:t>
            </w:r>
          </w:p>
        </w:tc>
        <w:tc>
          <w:tcPr>
            <w:tcW w:w="3790" w:type="dxa"/>
            <w:vAlign w:val="center"/>
          </w:tcPr>
          <w:p w:rsidR="0053530D" w:rsidRPr="005F75B4" w:rsidRDefault="0053530D" w:rsidP="0053530D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5F75B4">
              <w:rPr>
                <w:rFonts w:ascii="Meiryo UI" w:eastAsia="Meiryo UI" w:hAnsi="Meiryo UI" w:cs="Meiryo UI" w:hint="eastAsia"/>
                <w:sz w:val="20"/>
                <w:szCs w:val="20"/>
              </w:rPr>
              <w:t>アンケート</w:t>
            </w:r>
          </w:p>
        </w:tc>
        <w:tc>
          <w:tcPr>
            <w:tcW w:w="4148" w:type="dxa"/>
            <w:vAlign w:val="center"/>
          </w:tcPr>
          <w:p w:rsidR="0053530D" w:rsidRPr="00F52763" w:rsidRDefault="0053530D" w:rsidP="00485554">
            <w:pPr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株式会社日立製作所</w:t>
            </w:r>
          </w:p>
        </w:tc>
      </w:tr>
      <w:tr w:rsidR="0053530D" w:rsidRPr="00F52763" w:rsidTr="00DE5699">
        <w:trPr>
          <w:trHeight w:val="397"/>
        </w:trPr>
        <w:tc>
          <w:tcPr>
            <w:tcW w:w="1126" w:type="dxa"/>
            <w:vAlign w:val="center"/>
          </w:tcPr>
          <w:p w:rsidR="0053530D" w:rsidRPr="00ED28B0" w:rsidRDefault="00B41B67" w:rsidP="0053530D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16:30</w:t>
            </w:r>
          </w:p>
        </w:tc>
        <w:tc>
          <w:tcPr>
            <w:tcW w:w="851" w:type="dxa"/>
            <w:vAlign w:val="center"/>
          </w:tcPr>
          <w:p w:rsidR="0053530D" w:rsidRPr="00ED28B0" w:rsidRDefault="0053530D" w:rsidP="0053530D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3790" w:type="dxa"/>
            <w:vAlign w:val="center"/>
          </w:tcPr>
          <w:p w:rsidR="0053530D" w:rsidRPr="00F52763" w:rsidRDefault="0053530D" w:rsidP="0053530D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終了</w:t>
            </w:r>
          </w:p>
        </w:tc>
        <w:tc>
          <w:tcPr>
            <w:tcW w:w="4148" w:type="dxa"/>
            <w:vAlign w:val="center"/>
          </w:tcPr>
          <w:p w:rsidR="0053530D" w:rsidRPr="004426A2" w:rsidRDefault="0053530D" w:rsidP="00485554">
            <w:pPr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</w:tbl>
    <w:p w:rsidR="0078734B" w:rsidRDefault="0078734B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sz w:val="22"/>
        </w:rPr>
      </w:pPr>
    </w:p>
    <w:p w:rsidR="00197418" w:rsidRPr="00197418" w:rsidRDefault="00197418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b/>
          <w:sz w:val="22"/>
        </w:rPr>
      </w:pPr>
      <w:r w:rsidRPr="00197418">
        <w:rPr>
          <w:rFonts w:ascii="Meiryo UI" w:eastAsia="Meiryo UI" w:hAnsi="Meiryo UI" w:hint="eastAsia"/>
          <w:b/>
          <w:sz w:val="22"/>
        </w:rPr>
        <w:t>司会</w:t>
      </w:r>
      <w:r>
        <w:rPr>
          <w:rFonts w:ascii="Meiryo UI" w:eastAsia="Meiryo UI" w:hAnsi="Meiryo UI" w:hint="eastAsia"/>
          <w:b/>
          <w:sz w:val="22"/>
        </w:rPr>
        <w:t>（敬称略）</w:t>
      </w:r>
    </w:p>
    <w:p w:rsidR="005D2E50" w:rsidRDefault="002269E8" w:rsidP="000E186F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sz w:val="22"/>
        </w:rPr>
      </w:pPr>
      <w:r w:rsidRPr="004B7528">
        <w:rPr>
          <w:rFonts w:ascii="Meiryo UI" w:eastAsia="Meiryo UI" w:hAnsi="Meiryo UI" w:hint="eastAsia"/>
          <w:sz w:val="22"/>
        </w:rPr>
        <w:t>小林市企画政策課</w:t>
      </w:r>
      <w:r w:rsidR="000E186F" w:rsidRPr="004B7528">
        <w:rPr>
          <w:rFonts w:ascii="Meiryo UI" w:eastAsia="Meiryo UI" w:hAnsi="Meiryo UI" w:hint="eastAsia"/>
          <w:sz w:val="22"/>
        </w:rPr>
        <w:t xml:space="preserve">　</w:t>
      </w:r>
      <w:r w:rsidR="004A20DB" w:rsidRPr="004B7528">
        <w:rPr>
          <w:rFonts w:ascii="Meiryo UI" w:eastAsia="Meiryo UI" w:hAnsi="Meiryo UI" w:hint="eastAsia"/>
          <w:sz w:val="22"/>
        </w:rPr>
        <w:t>野口　健史</w:t>
      </w:r>
    </w:p>
    <w:p w:rsidR="00707830" w:rsidRPr="002269E8" w:rsidRDefault="00707830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sz w:val="22"/>
        </w:rPr>
      </w:pPr>
    </w:p>
    <w:sectPr w:rsidR="00707830" w:rsidRPr="002269E8" w:rsidSect="007B7DC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992" w:bottom="1418" w:left="1276" w:header="284" w:footer="397" w:gutter="0"/>
      <w:cols w:space="425"/>
      <w:docGrid w:type="lines" w:linePitch="3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59F7" w:rsidRDefault="00BA59F7" w:rsidP="009B751E">
      <w:r>
        <w:separator/>
      </w:r>
    </w:p>
  </w:endnote>
  <w:endnote w:type="continuationSeparator" w:id="0">
    <w:p w:rsidR="00BA59F7" w:rsidRDefault="00BA59F7" w:rsidP="009B7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メイリオ">
    <w:altName w:val="メイリオ"/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19F4" w:rsidRDefault="00BB19F4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19F4" w:rsidRDefault="00BB19F4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19F4" w:rsidRDefault="00BB19F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59F7" w:rsidRDefault="00BA59F7" w:rsidP="009B751E">
      <w:r>
        <w:separator/>
      </w:r>
    </w:p>
  </w:footnote>
  <w:footnote w:type="continuationSeparator" w:id="0">
    <w:p w:rsidR="00BA59F7" w:rsidRDefault="00BA59F7" w:rsidP="009B75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19F4" w:rsidRDefault="00BB19F4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19F4" w:rsidRDefault="00BB19F4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19F4" w:rsidRDefault="00BB19F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9127BA"/>
    <w:multiLevelType w:val="hybridMultilevel"/>
    <w:tmpl w:val="57E2E400"/>
    <w:lvl w:ilvl="0" w:tplc="57FCF846">
      <w:start w:val="1"/>
      <w:numFmt w:val="decimalEnclosedCircle"/>
      <w:lvlText w:val="%1"/>
      <w:lvlJc w:val="left"/>
      <w:pPr>
        <w:ind w:left="227" w:hanging="227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rawingGridVerticalSpacing w:val="399"/>
  <w:displayHorizontalDrawingGridEvery w:val="0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96B"/>
    <w:rsid w:val="00034149"/>
    <w:rsid w:val="00037ED9"/>
    <w:rsid w:val="00037FD7"/>
    <w:rsid w:val="000418B6"/>
    <w:rsid w:val="00043C33"/>
    <w:rsid w:val="000652F1"/>
    <w:rsid w:val="00072BAC"/>
    <w:rsid w:val="000771F1"/>
    <w:rsid w:val="000806D4"/>
    <w:rsid w:val="00083F4C"/>
    <w:rsid w:val="000C0B1B"/>
    <w:rsid w:val="000C1588"/>
    <w:rsid w:val="000D58D3"/>
    <w:rsid w:val="000E186F"/>
    <w:rsid w:val="000F3880"/>
    <w:rsid w:val="00104B14"/>
    <w:rsid w:val="0011339E"/>
    <w:rsid w:val="001172D1"/>
    <w:rsid w:val="00131578"/>
    <w:rsid w:val="00131A62"/>
    <w:rsid w:val="00136961"/>
    <w:rsid w:val="0013736E"/>
    <w:rsid w:val="00140B2E"/>
    <w:rsid w:val="00143F34"/>
    <w:rsid w:val="00152493"/>
    <w:rsid w:val="00163B12"/>
    <w:rsid w:val="00187505"/>
    <w:rsid w:val="00197418"/>
    <w:rsid w:val="001A134A"/>
    <w:rsid w:val="001A769A"/>
    <w:rsid w:val="001B0C50"/>
    <w:rsid w:val="001B26B7"/>
    <w:rsid w:val="001B2FC5"/>
    <w:rsid w:val="001B4282"/>
    <w:rsid w:val="001C3C0F"/>
    <w:rsid w:val="001C3F8B"/>
    <w:rsid w:val="001C4AF2"/>
    <w:rsid w:val="001D5756"/>
    <w:rsid w:val="001F41A7"/>
    <w:rsid w:val="001F6282"/>
    <w:rsid w:val="00207EB4"/>
    <w:rsid w:val="00215CCD"/>
    <w:rsid w:val="002269E8"/>
    <w:rsid w:val="0025186D"/>
    <w:rsid w:val="00252C2C"/>
    <w:rsid w:val="00253CDD"/>
    <w:rsid w:val="002706FB"/>
    <w:rsid w:val="00280C7F"/>
    <w:rsid w:val="002A5B42"/>
    <w:rsid w:val="002A74AA"/>
    <w:rsid w:val="002E4D4E"/>
    <w:rsid w:val="002F6361"/>
    <w:rsid w:val="003030C2"/>
    <w:rsid w:val="00321D72"/>
    <w:rsid w:val="003578F5"/>
    <w:rsid w:val="003A6292"/>
    <w:rsid w:val="003A6ED2"/>
    <w:rsid w:val="003B09E4"/>
    <w:rsid w:val="003E016D"/>
    <w:rsid w:val="003E6DE5"/>
    <w:rsid w:val="003F0558"/>
    <w:rsid w:val="0041296B"/>
    <w:rsid w:val="0041685B"/>
    <w:rsid w:val="0043096D"/>
    <w:rsid w:val="004363EB"/>
    <w:rsid w:val="004426A2"/>
    <w:rsid w:val="0045535E"/>
    <w:rsid w:val="0045780D"/>
    <w:rsid w:val="0047670A"/>
    <w:rsid w:val="00481BD9"/>
    <w:rsid w:val="00485554"/>
    <w:rsid w:val="004912C8"/>
    <w:rsid w:val="004A20DB"/>
    <w:rsid w:val="004A4430"/>
    <w:rsid w:val="004B7528"/>
    <w:rsid w:val="004C4CDE"/>
    <w:rsid w:val="004D01FA"/>
    <w:rsid w:val="004F7C7C"/>
    <w:rsid w:val="00503E94"/>
    <w:rsid w:val="005104D8"/>
    <w:rsid w:val="0053530D"/>
    <w:rsid w:val="005404CC"/>
    <w:rsid w:val="0056272A"/>
    <w:rsid w:val="005714CE"/>
    <w:rsid w:val="00574C2C"/>
    <w:rsid w:val="00580885"/>
    <w:rsid w:val="005B113D"/>
    <w:rsid w:val="005C314B"/>
    <w:rsid w:val="005D2E50"/>
    <w:rsid w:val="005F3DF6"/>
    <w:rsid w:val="005F75B4"/>
    <w:rsid w:val="0060105E"/>
    <w:rsid w:val="00633A0D"/>
    <w:rsid w:val="006424C8"/>
    <w:rsid w:val="006679A2"/>
    <w:rsid w:val="00676BF6"/>
    <w:rsid w:val="00691569"/>
    <w:rsid w:val="006D7DA5"/>
    <w:rsid w:val="00700A96"/>
    <w:rsid w:val="00707277"/>
    <w:rsid w:val="00707830"/>
    <w:rsid w:val="00713F9F"/>
    <w:rsid w:val="00714B3E"/>
    <w:rsid w:val="007228B5"/>
    <w:rsid w:val="00741230"/>
    <w:rsid w:val="007837EF"/>
    <w:rsid w:val="00786536"/>
    <w:rsid w:val="0078734B"/>
    <w:rsid w:val="007876BF"/>
    <w:rsid w:val="00795CA2"/>
    <w:rsid w:val="007A1D5A"/>
    <w:rsid w:val="007A4BDC"/>
    <w:rsid w:val="007B16AA"/>
    <w:rsid w:val="007B7DCB"/>
    <w:rsid w:val="007D2983"/>
    <w:rsid w:val="007D7C82"/>
    <w:rsid w:val="0080731B"/>
    <w:rsid w:val="00810799"/>
    <w:rsid w:val="00840148"/>
    <w:rsid w:val="00885799"/>
    <w:rsid w:val="00890642"/>
    <w:rsid w:val="0089253E"/>
    <w:rsid w:val="008925FE"/>
    <w:rsid w:val="00897079"/>
    <w:rsid w:val="008B6E9E"/>
    <w:rsid w:val="00906C01"/>
    <w:rsid w:val="00922D4A"/>
    <w:rsid w:val="00931BBC"/>
    <w:rsid w:val="00941242"/>
    <w:rsid w:val="00960AB1"/>
    <w:rsid w:val="00961EEC"/>
    <w:rsid w:val="00962CC3"/>
    <w:rsid w:val="00963A92"/>
    <w:rsid w:val="00972F5D"/>
    <w:rsid w:val="00977170"/>
    <w:rsid w:val="00982962"/>
    <w:rsid w:val="0099181F"/>
    <w:rsid w:val="009963A5"/>
    <w:rsid w:val="009A1F0B"/>
    <w:rsid w:val="009B751E"/>
    <w:rsid w:val="009C3D55"/>
    <w:rsid w:val="009C53B3"/>
    <w:rsid w:val="009D3AC7"/>
    <w:rsid w:val="009E55DE"/>
    <w:rsid w:val="009F68CA"/>
    <w:rsid w:val="00A1790E"/>
    <w:rsid w:val="00A5014E"/>
    <w:rsid w:val="00A5735A"/>
    <w:rsid w:val="00A717BF"/>
    <w:rsid w:val="00A846F7"/>
    <w:rsid w:val="00A96422"/>
    <w:rsid w:val="00AB6721"/>
    <w:rsid w:val="00AC5D1B"/>
    <w:rsid w:val="00AC7E98"/>
    <w:rsid w:val="00AD2A31"/>
    <w:rsid w:val="00AE7D0B"/>
    <w:rsid w:val="00AF5EF6"/>
    <w:rsid w:val="00B01C78"/>
    <w:rsid w:val="00B36D85"/>
    <w:rsid w:val="00B41B67"/>
    <w:rsid w:val="00B55CA5"/>
    <w:rsid w:val="00B615F6"/>
    <w:rsid w:val="00B65C85"/>
    <w:rsid w:val="00B73409"/>
    <w:rsid w:val="00BA3F4A"/>
    <w:rsid w:val="00BA59F7"/>
    <w:rsid w:val="00BB19F4"/>
    <w:rsid w:val="00BB5FFF"/>
    <w:rsid w:val="00BD598B"/>
    <w:rsid w:val="00BE48DE"/>
    <w:rsid w:val="00BE4E04"/>
    <w:rsid w:val="00BF1ACC"/>
    <w:rsid w:val="00C05922"/>
    <w:rsid w:val="00C064CA"/>
    <w:rsid w:val="00C15EB4"/>
    <w:rsid w:val="00C22A9E"/>
    <w:rsid w:val="00C23A3D"/>
    <w:rsid w:val="00C23EDA"/>
    <w:rsid w:val="00C241D3"/>
    <w:rsid w:val="00C25F33"/>
    <w:rsid w:val="00C35E03"/>
    <w:rsid w:val="00C44387"/>
    <w:rsid w:val="00C4738A"/>
    <w:rsid w:val="00C53275"/>
    <w:rsid w:val="00C70264"/>
    <w:rsid w:val="00C72B67"/>
    <w:rsid w:val="00C752A1"/>
    <w:rsid w:val="00C849FB"/>
    <w:rsid w:val="00C9519C"/>
    <w:rsid w:val="00CA1594"/>
    <w:rsid w:val="00CA5869"/>
    <w:rsid w:val="00CC0CDB"/>
    <w:rsid w:val="00CC459A"/>
    <w:rsid w:val="00CD658E"/>
    <w:rsid w:val="00CF033A"/>
    <w:rsid w:val="00D0612D"/>
    <w:rsid w:val="00D10467"/>
    <w:rsid w:val="00D2116F"/>
    <w:rsid w:val="00D305B7"/>
    <w:rsid w:val="00D51CE4"/>
    <w:rsid w:val="00D5466C"/>
    <w:rsid w:val="00D60C31"/>
    <w:rsid w:val="00DA70E5"/>
    <w:rsid w:val="00DB3EC1"/>
    <w:rsid w:val="00DC7C2A"/>
    <w:rsid w:val="00DD7CBC"/>
    <w:rsid w:val="00DE3E98"/>
    <w:rsid w:val="00DE5699"/>
    <w:rsid w:val="00DF0DDA"/>
    <w:rsid w:val="00DF64A3"/>
    <w:rsid w:val="00E04E7E"/>
    <w:rsid w:val="00E050F1"/>
    <w:rsid w:val="00E1613E"/>
    <w:rsid w:val="00E35C8F"/>
    <w:rsid w:val="00E47754"/>
    <w:rsid w:val="00E726AD"/>
    <w:rsid w:val="00E8073C"/>
    <w:rsid w:val="00E809FA"/>
    <w:rsid w:val="00E97891"/>
    <w:rsid w:val="00EB4E53"/>
    <w:rsid w:val="00EC110D"/>
    <w:rsid w:val="00EC3EE2"/>
    <w:rsid w:val="00ED28B0"/>
    <w:rsid w:val="00ED39DD"/>
    <w:rsid w:val="00ED771C"/>
    <w:rsid w:val="00EE0B56"/>
    <w:rsid w:val="00EF0749"/>
    <w:rsid w:val="00F15445"/>
    <w:rsid w:val="00F161E5"/>
    <w:rsid w:val="00F3654E"/>
    <w:rsid w:val="00F52763"/>
    <w:rsid w:val="00F56EA4"/>
    <w:rsid w:val="00F70293"/>
    <w:rsid w:val="00F85E81"/>
    <w:rsid w:val="00F8795E"/>
    <w:rsid w:val="00F95D87"/>
    <w:rsid w:val="00FA0052"/>
    <w:rsid w:val="00FA2E68"/>
    <w:rsid w:val="00FB3F5E"/>
    <w:rsid w:val="00FD6C21"/>
    <w:rsid w:val="00FF0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0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41296B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4">
    <w:name w:val="書式なし (文字)"/>
    <w:basedOn w:val="a0"/>
    <w:link w:val="a3"/>
    <w:uiPriority w:val="99"/>
    <w:rsid w:val="0041296B"/>
    <w:rPr>
      <w:rFonts w:ascii="ＭＳ ゴシック" w:eastAsia="ＭＳ ゴシック" w:hAnsi="Courier New" w:cs="Courier New"/>
      <w:sz w:val="20"/>
      <w:szCs w:val="21"/>
    </w:rPr>
  </w:style>
  <w:style w:type="paragraph" w:styleId="a5">
    <w:name w:val="header"/>
    <w:basedOn w:val="a"/>
    <w:link w:val="a6"/>
    <w:uiPriority w:val="99"/>
    <w:unhideWhenUsed/>
    <w:rsid w:val="009B75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B751E"/>
  </w:style>
  <w:style w:type="paragraph" w:styleId="a7">
    <w:name w:val="footer"/>
    <w:basedOn w:val="a"/>
    <w:link w:val="a8"/>
    <w:uiPriority w:val="99"/>
    <w:unhideWhenUsed/>
    <w:rsid w:val="009B751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B751E"/>
  </w:style>
  <w:style w:type="paragraph" w:styleId="a9">
    <w:name w:val="Body Text"/>
    <w:basedOn w:val="a"/>
    <w:link w:val="aa"/>
    <w:rsid w:val="00EC110D"/>
    <w:pPr>
      <w:widowControl/>
      <w:spacing w:line="0" w:lineRule="atLeast"/>
      <w:ind w:left="420" w:firstLineChars="100" w:firstLine="100"/>
      <w:jc w:val="left"/>
    </w:pPr>
    <w:rPr>
      <w:rFonts w:ascii="メイリオ" w:eastAsia="Meiryo UI" w:hAnsi="メイリオ" w:cs="メイリオ"/>
      <w:color w:val="000000" w:themeColor="text1"/>
      <w:sz w:val="22"/>
      <w:szCs w:val="21"/>
    </w:rPr>
  </w:style>
  <w:style w:type="character" w:customStyle="1" w:styleId="aa">
    <w:name w:val="本文 (文字)"/>
    <w:basedOn w:val="a0"/>
    <w:link w:val="a9"/>
    <w:rsid w:val="00EC110D"/>
    <w:rPr>
      <w:rFonts w:ascii="メイリオ" w:eastAsia="Meiryo UI" w:hAnsi="メイリオ" w:cs="メイリオ"/>
      <w:color w:val="000000" w:themeColor="text1"/>
      <w:sz w:val="22"/>
      <w:szCs w:val="21"/>
    </w:rPr>
  </w:style>
  <w:style w:type="table" w:styleId="ab">
    <w:name w:val="Table Professional"/>
    <w:basedOn w:val="a1"/>
    <w:rsid w:val="00EC110D"/>
    <w:pPr>
      <w:widowControl w:val="0"/>
      <w:spacing w:line="0" w:lineRule="atLeast"/>
      <w:ind w:left="420" w:hanging="420"/>
      <w:jc w:val="both"/>
    </w:pPr>
    <w:rPr>
      <w:rFonts w:ascii="メイリオ" w:eastAsia="メイリオ" w:hAnsi="メイリオ" w:cs="メイリオ"/>
      <w:szCs w:val="21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rPr>
      <w:jc w:val="center"/>
    </w:trPr>
    <w:tcPr>
      <w:shd w:val="clear" w:color="auto" w:fill="auto"/>
    </w:tcPr>
    <w:tblStylePr w:type="firstRow">
      <w:rPr>
        <w:b/>
        <w:bCs/>
        <w:color w:val="FFFFFF" w:themeColor="background1"/>
      </w:rPr>
      <w:tblPr/>
      <w:tcPr>
        <w:shd w:val="clear" w:color="auto" w:fill="0070C0"/>
      </w:tcPr>
    </w:tblStylePr>
  </w:style>
  <w:style w:type="paragraph" w:styleId="ac">
    <w:name w:val="List Paragraph"/>
    <w:basedOn w:val="a"/>
    <w:uiPriority w:val="34"/>
    <w:qFormat/>
    <w:rsid w:val="00700A96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9C53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9C53B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1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9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5502BC72.dotm</Template>
  <TotalTime>0</TotalTime>
  <Pages>1</Pages>
  <Words>76</Words>
  <Characters>439</Characters>
  <Application>Microsoft Office Word</Application>
  <DocSecurity>0</DocSecurity>
  <Lines>3</Lines>
  <Paragraphs>1</Paragraphs>
  <ScaleCrop>false</ScaleCrop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2019-02-16T04:53:00Z</dcterms:created>
  <dcterms:modified xsi:type="dcterms:W3CDTF">2019-02-16T04:54:00Z</dcterms:modified>
</cp:coreProperties>
</file>