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</w:p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0A384A">
        <w:rPr>
          <w:rFonts w:ascii="Meiryo UI" w:eastAsia="Meiryo UI" w:hAnsi="Meiryo UI" w:hint="eastAsia"/>
          <w:sz w:val="36"/>
          <w:szCs w:val="36"/>
          <w:u w:val="single"/>
        </w:rPr>
        <w:t>広島県竹原市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037ED9">
        <w:rPr>
          <w:rFonts w:ascii="Meiryo UI" w:eastAsia="Meiryo UI" w:hAnsi="Meiryo UI" w:hint="eastAsia"/>
          <w:sz w:val="22"/>
          <w:szCs w:val="22"/>
        </w:rPr>
        <w:t>201</w:t>
      </w:r>
      <w:r w:rsidR="00037ED9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</w:t>
      </w:r>
      <w:r w:rsidR="0078734B">
        <w:rPr>
          <w:rFonts w:ascii="Meiryo UI" w:eastAsia="Meiryo UI" w:hAnsi="Meiryo UI"/>
          <w:sz w:val="22"/>
          <w:szCs w:val="22"/>
        </w:rPr>
        <w:t>2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7E7ED1">
        <w:rPr>
          <w:rFonts w:ascii="Meiryo UI" w:eastAsia="Meiryo UI" w:hAnsi="Meiryo UI"/>
          <w:sz w:val="22"/>
          <w:szCs w:val="22"/>
        </w:rPr>
        <w:t>26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7E7ED1">
        <w:rPr>
          <w:rFonts w:ascii="Meiryo UI" w:eastAsia="Meiryo UI" w:hAnsi="Meiryo UI" w:hint="eastAsia"/>
          <w:sz w:val="22"/>
          <w:szCs w:val="22"/>
        </w:rPr>
        <w:t>火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</w:t>
      </w:r>
      <w:r w:rsidR="00885799">
        <w:rPr>
          <w:rFonts w:ascii="Meiryo UI" w:eastAsia="Meiryo UI" w:hAnsi="Meiryo UI" w:hint="eastAsia"/>
          <w:sz w:val="22"/>
          <w:szCs w:val="22"/>
        </w:rPr>
        <w:t xml:space="preserve"> 13:</w:t>
      </w:r>
      <w:r w:rsidR="007E7ED1">
        <w:rPr>
          <w:rFonts w:ascii="Meiryo UI" w:eastAsia="Meiryo UI" w:hAnsi="Meiryo UI"/>
          <w:sz w:val="22"/>
          <w:szCs w:val="22"/>
        </w:rPr>
        <w:t>30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885799">
        <w:rPr>
          <w:rFonts w:ascii="Meiryo UI" w:eastAsia="Meiryo UI" w:hAnsi="Meiryo UI"/>
          <w:sz w:val="22"/>
          <w:szCs w:val="22"/>
        </w:rPr>
        <w:t>6</w:t>
      </w:r>
      <w:r w:rsidR="00885799">
        <w:rPr>
          <w:rFonts w:ascii="Meiryo UI" w:eastAsia="Meiryo UI" w:hAnsi="Meiryo UI" w:hint="eastAsia"/>
          <w:sz w:val="22"/>
          <w:szCs w:val="22"/>
        </w:rPr>
        <w:t>:</w:t>
      </w:r>
      <w:r w:rsidR="007E7ED1">
        <w:rPr>
          <w:rFonts w:ascii="Meiryo UI" w:eastAsia="Meiryo UI" w:hAnsi="Meiryo UI"/>
          <w:sz w:val="22"/>
          <w:szCs w:val="22"/>
        </w:rPr>
        <w:t>3</w:t>
      </w:r>
      <w:r w:rsidR="00B01C78">
        <w:rPr>
          <w:rFonts w:ascii="Meiryo UI" w:eastAsia="Meiryo UI" w:hAnsi="Meiryo UI"/>
          <w:sz w:val="22"/>
          <w:szCs w:val="22"/>
        </w:rPr>
        <w:t>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181E8F" w:rsidRPr="00181E8F">
        <w:rPr>
          <w:rFonts w:ascii="Meiryo UI" w:eastAsia="Meiryo UI" w:hAnsi="Meiryo UI" w:hint="eastAsia"/>
          <w:sz w:val="22"/>
          <w:szCs w:val="22"/>
        </w:rPr>
        <w:t>竹原市役所 市民館２階第2，３会議室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（</w:t>
      </w:r>
      <w:r w:rsidR="00B27656" w:rsidRPr="00B27656">
        <w:rPr>
          <w:rFonts w:ascii="Meiryo UI" w:eastAsia="Meiryo UI" w:hAnsi="Meiryo UI" w:hint="eastAsia"/>
          <w:sz w:val="22"/>
          <w:szCs w:val="22"/>
        </w:rPr>
        <w:t>竹原市中央五丁目５番２４号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）</w:t>
      </w:r>
    </w:p>
    <w:p w:rsidR="0041296B" w:rsidRPr="000E186F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Pr="007E7ED1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915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895"/>
        <w:gridCol w:w="4043"/>
      </w:tblGrid>
      <w:tr w:rsidR="0078734B" w:rsidRPr="00F52763" w:rsidTr="00D95A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895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043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003BFC" w:rsidRPr="00F52763" w:rsidTr="00D95AD8">
        <w:trPr>
          <w:trHeight w:val="806"/>
        </w:trPr>
        <w:tc>
          <w:tcPr>
            <w:tcW w:w="1126" w:type="dxa"/>
            <w:vAlign w:val="center"/>
          </w:tcPr>
          <w:p w:rsidR="00003BFC" w:rsidRPr="0008136D" w:rsidRDefault="00003BFC" w:rsidP="005448B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13:30</w:t>
            </w:r>
          </w:p>
        </w:tc>
        <w:tc>
          <w:tcPr>
            <w:tcW w:w="851" w:type="dxa"/>
            <w:vAlign w:val="center"/>
          </w:tcPr>
          <w:p w:rsidR="00003BFC" w:rsidRPr="0008136D" w:rsidRDefault="00003BFC" w:rsidP="009A27C0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895" w:type="dxa"/>
            <w:vAlign w:val="center"/>
          </w:tcPr>
          <w:p w:rsidR="00003BFC" w:rsidRPr="00F52763" w:rsidRDefault="00003BFC" w:rsidP="00003BFC">
            <w:pPr>
              <w:spacing w:line="24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043" w:type="dxa"/>
            <w:vAlign w:val="center"/>
          </w:tcPr>
          <w:p w:rsidR="0061776F" w:rsidRDefault="0061776F" w:rsidP="0061776F">
            <w:pPr>
              <w:spacing w:line="240" w:lineRule="exact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竹原市　総務部　総務課</w:t>
            </w:r>
            <w:r w:rsidR="00764E5A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課長</w:t>
            </w:r>
          </w:p>
          <w:p w:rsidR="00003BFC" w:rsidRPr="002E3802" w:rsidRDefault="0061776F" w:rsidP="0061776F">
            <w:pPr>
              <w:spacing w:line="24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kern w:val="0"/>
                <w:sz w:val="20"/>
                <w:szCs w:val="20"/>
              </w:rPr>
              <w:t>向井　聡司</w:t>
            </w:r>
          </w:p>
        </w:tc>
      </w:tr>
      <w:tr w:rsidR="00003BFC" w:rsidRPr="00F52763" w:rsidTr="00D95AD8">
        <w:trPr>
          <w:trHeight w:val="579"/>
        </w:trPr>
        <w:tc>
          <w:tcPr>
            <w:tcW w:w="1126" w:type="dxa"/>
            <w:vAlign w:val="center"/>
          </w:tcPr>
          <w:p w:rsidR="00003BFC" w:rsidRPr="0008136D" w:rsidRDefault="00003BFC" w:rsidP="005448B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13:35</w:t>
            </w:r>
          </w:p>
        </w:tc>
        <w:tc>
          <w:tcPr>
            <w:tcW w:w="851" w:type="dxa"/>
            <w:vAlign w:val="center"/>
          </w:tcPr>
          <w:p w:rsidR="00003BFC" w:rsidRPr="0008136D" w:rsidRDefault="00003BFC" w:rsidP="009A27C0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895" w:type="dxa"/>
            <w:vAlign w:val="center"/>
          </w:tcPr>
          <w:p w:rsidR="00003BFC" w:rsidRPr="00F52763" w:rsidRDefault="00003BFC" w:rsidP="00003BFC">
            <w:pPr>
              <w:spacing w:line="24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043" w:type="dxa"/>
            <w:vAlign w:val="center"/>
          </w:tcPr>
          <w:p w:rsidR="00003BFC" w:rsidRPr="002E3802" w:rsidRDefault="00003BFC" w:rsidP="00003BFC">
            <w:pPr>
              <w:spacing w:line="24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003BFC" w:rsidRPr="00F52763" w:rsidTr="00D95AD8">
        <w:trPr>
          <w:trHeight w:val="788"/>
        </w:trPr>
        <w:tc>
          <w:tcPr>
            <w:tcW w:w="1126" w:type="dxa"/>
            <w:vAlign w:val="center"/>
          </w:tcPr>
          <w:p w:rsidR="00003BFC" w:rsidRPr="0008136D" w:rsidRDefault="00003BFC" w:rsidP="005448B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13:45</w:t>
            </w:r>
          </w:p>
        </w:tc>
        <w:tc>
          <w:tcPr>
            <w:tcW w:w="851" w:type="dxa"/>
            <w:vAlign w:val="center"/>
          </w:tcPr>
          <w:p w:rsidR="00003BFC" w:rsidRPr="0008136D" w:rsidRDefault="00003BFC" w:rsidP="009A27C0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895" w:type="dxa"/>
            <w:vAlign w:val="center"/>
          </w:tcPr>
          <w:p w:rsidR="00003BFC" w:rsidRDefault="00D95AD8" w:rsidP="00003BFC">
            <w:pPr>
              <w:spacing w:line="24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D95AD8">
              <w:rPr>
                <w:rFonts w:ascii="Meiryo UI" w:eastAsia="Meiryo UI" w:hAnsi="Meiryo UI" w:cs="Meiryo UI" w:hint="eastAsia"/>
                <w:sz w:val="20"/>
                <w:szCs w:val="20"/>
              </w:rPr>
              <w:t>説明</w:t>
            </w:r>
          </w:p>
          <w:p w:rsidR="00003BFC" w:rsidRDefault="00E07A8D" w:rsidP="00003BFC">
            <w:pPr>
              <w:spacing w:line="24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中国地域</w:t>
            </w:r>
            <w:r w:rsidR="00003BFC" w:rsidRPr="000270B9">
              <w:rPr>
                <w:rFonts w:ascii="Meiryo UI" w:eastAsia="Meiryo UI" w:hAnsi="Meiryo UI" w:cs="Meiryo UI" w:hint="eastAsia"/>
                <w:sz w:val="20"/>
                <w:szCs w:val="20"/>
              </w:rPr>
              <w:t>でのオープンデータの取組みについて</w:t>
            </w:r>
          </w:p>
        </w:tc>
        <w:tc>
          <w:tcPr>
            <w:tcW w:w="4043" w:type="dxa"/>
            <w:vAlign w:val="center"/>
          </w:tcPr>
          <w:p w:rsidR="002E3802" w:rsidRPr="002E3802" w:rsidRDefault="002E3802" w:rsidP="002E3802">
            <w:pPr>
              <w:spacing w:line="24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E3802">
              <w:rPr>
                <w:rFonts w:ascii="Meiryo UI" w:eastAsia="Meiryo UI" w:hAnsi="Meiryo UI" w:cs="Meiryo UI" w:hint="eastAsia"/>
                <w:sz w:val="20"/>
                <w:szCs w:val="20"/>
              </w:rPr>
              <w:t>総務省 中国総合通信局 情報通信部</w:t>
            </w:r>
          </w:p>
          <w:p w:rsidR="002E3802" w:rsidRPr="002E3802" w:rsidRDefault="002E3802" w:rsidP="002E3802">
            <w:pPr>
              <w:spacing w:line="24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E3802">
              <w:rPr>
                <w:rFonts w:ascii="Meiryo UI" w:eastAsia="Meiryo UI" w:hAnsi="Meiryo UI" w:cs="Meiryo UI" w:hint="eastAsia"/>
                <w:sz w:val="20"/>
                <w:szCs w:val="20"/>
              </w:rPr>
              <w:t>情報通信振興課 課長補佐</w:t>
            </w:r>
          </w:p>
          <w:p w:rsidR="00003BFC" w:rsidRPr="002E3802" w:rsidRDefault="002E3802" w:rsidP="002E3802">
            <w:pPr>
              <w:spacing w:line="24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E3802">
              <w:rPr>
                <w:rFonts w:ascii="Meiryo UI" w:eastAsia="Meiryo UI" w:hAnsi="Meiryo UI" w:cs="Meiryo UI" w:hint="eastAsia"/>
                <w:sz w:val="20"/>
                <w:szCs w:val="20"/>
              </w:rPr>
              <w:t>浅胡 成寿</w:t>
            </w:r>
          </w:p>
        </w:tc>
      </w:tr>
      <w:tr w:rsidR="00003BFC" w:rsidRPr="00F52763" w:rsidTr="00D95AD8">
        <w:trPr>
          <w:trHeight w:val="850"/>
        </w:trPr>
        <w:tc>
          <w:tcPr>
            <w:tcW w:w="1126" w:type="dxa"/>
            <w:vAlign w:val="center"/>
          </w:tcPr>
          <w:p w:rsidR="00003BFC" w:rsidRPr="0008136D" w:rsidRDefault="00003BFC" w:rsidP="005448B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13:55</w:t>
            </w:r>
          </w:p>
        </w:tc>
        <w:tc>
          <w:tcPr>
            <w:tcW w:w="851" w:type="dxa"/>
            <w:vAlign w:val="center"/>
          </w:tcPr>
          <w:p w:rsidR="00003BFC" w:rsidRPr="0008136D" w:rsidRDefault="00003BFC" w:rsidP="009A27C0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50分</w:t>
            </w:r>
          </w:p>
        </w:tc>
        <w:tc>
          <w:tcPr>
            <w:tcW w:w="3895" w:type="dxa"/>
            <w:vAlign w:val="center"/>
          </w:tcPr>
          <w:p w:rsidR="00003BFC" w:rsidRDefault="00003BFC" w:rsidP="00003BFC">
            <w:pPr>
              <w:spacing w:line="24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講義①</w:t>
            </w:r>
          </w:p>
          <w:p w:rsidR="00003BFC" w:rsidRPr="00CD658E" w:rsidRDefault="00003BFC" w:rsidP="00003BFC">
            <w:pPr>
              <w:spacing w:line="24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の</w:t>
            </w: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定義・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意義</w:t>
            </w:r>
          </w:p>
        </w:tc>
        <w:tc>
          <w:tcPr>
            <w:tcW w:w="4043" w:type="dxa"/>
            <w:vAlign w:val="center"/>
          </w:tcPr>
          <w:p w:rsidR="00003BFC" w:rsidRPr="000270B9" w:rsidRDefault="00003BFC" w:rsidP="00003BFC">
            <w:pPr>
              <w:pStyle w:val="a3"/>
              <w:spacing w:line="240" w:lineRule="exact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0270B9">
              <w:rPr>
                <w:rFonts w:ascii="Meiryo UI" w:eastAsia="Meiryo UI" w:hAnsi="Meiryo UI" w:cs="Meiryo UI" w:hint="eastAsia"/>
                <w:szCs w:val="20"/>
              </w:rPr>
              <w:t>一般社団法人データクレイドル</w:t>
            </w:r>
            <w:r w:rsidR="00622724">
              <w:rPr>
                <w:rFonts w:ascii="Meiryo UI" w:eastAsia="Meiryo UI" w:hAnsi="Meiryo UI" w:cs="Meiryo UI" w:hint="eastAsia"/>
                <w:szCs w:val="20"/>
              </w:rPr>
              <w:t xml:space="preserve">　代表理事</w:t>
            </w:r>
          </w:p>
          <w:p w:rsidR="00003BFC" w:rsidRPr="000270B9" w:rsidRDefault="00003BFC" w:rsidP="00003BFC">
            <w:pPr>
              <w:pStyle w:val="a3"/>
              <w:spacing w:line="240" w:lineRule="exact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0270B9">
              <w:rPr>
                <w:rFonts w:ascii="Meiryo UI" w:eastAsia="Meiryo UI" w:hAnsi="Meiryo UI" w:cs="Meiryo UI" w:hint="eastAsia"/>
                <w:szCs w:val="20"/>
              </w:rPr>
              <w:t>新免</w:t>
            </w:r>
            <w:r w:rsidR="007849B2">
              <w:rPr>
                <w:rFonts w:ascii="Meiryo UI" w:eastAsia="Meiryo UI" w:hAnsi="Meiryo UI" w:cs="Meiryo UI" w:hint="eastAsia"/>
                <w:szCs w:val="20"/>
              </w:rPr>
              <w:t xml:space="preserve">　</w:t>
            </w:r>
            <w:r w:rsidRPr="000270B9">
              <w:rPr>
                <w:rFonts w:ascii="Meiryo UI" w:eastAsia="Meiryo UI" w:hAnsi="Meiryo UI" w:cs="Meiryo UI" w:hint="eastAsia"/>
                <w:szCs w:val="20"/>
              </w:rPr>
              <w:t>國夫</w:t>
            </w:r>
          </w:p>
        </w:tc>
      </w:tr>
      <w:tr w:rsidR="00003BFC" w:rsidRPr="00F52763" w:rsidTr="00D95AD8">
        <w:trPr>
          <w:trHeight w:val="397"/>
        </w:trPr>
        <w:tc>
          <w:tcPr>
            <w:tcW w:w="1126" w:type="dxa"/>
            <w:vAlign w:val="center"/>
          </w:tcPr>
          <w:p w:rsidR="00003BFC" w:rsidRPr="0008136D" w:rsidRDefault="00003BFC" w:rsidP="005448B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14:45</w:t>
            </w:r>
          </w:p>
        </w:tc>
        <w:tc>
          <w:tcPr>
            <w:tcW w:w="851" w:type="dxa"/>
            <w:vAlign w:val="center"/>
          </w:tcPr>
          <w:p w:rsidR="00003BFC" w:rsidRPr="0008136D" w:rsidRDefault="00003BFC" w:rsidP="009A27C0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895" w:type="dxa"/>
            <w:vAlign w:val="center"/>
          </w:tcPr>
          <w:p w:rsidR="00003BFC" w:rsidRDefault="00003BFC" w:rsidP="00003BFC">
            <w:pPr>
              <w:spacing w:line="24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043" w:type="dxa"/>
            <w:vAlign w:val="center"/>
          </w:tcPr>
          <w:p w:rsidR="00003BFC" w:rsidRPr="000270B9" w:rsidRDefault="00003BFC" w:rsidP="00003BFC">
            <w:pPr>
              <w:pStyle w:val="a3"/>
              <w:spacing w:line="240" w:lineRule="exact"/>
              <w:ind w:left="0" w:firstLine="0"/>
              <w:rPr>
                <w:rFonts w:ascii="Meiryo UI" w:eastAsia="Meiryo UI" w:hAnsi="Meiryo UI" w:cs="Meiryo UI"/>
                <w:szCs w:val="20"/>
              </w:rPr>
            </w:pPr>
          </w:p>
        </w:tc>
      </w:tr>
      <w:tr w:rsidR="00003BFC" w:rsidRPr="00F52763" w:rsidTr="00D95AD8">
        <w:trPr>
          <w:trHeight w:val="850"/>
        </w:trPr>
        <w:tc>
          <w:tcPr>
            <w:tcW w:w="1126" w:type="dxa"/>
            <w:vAlign w:val="center"/>
          </w:tcPr>
          <w:p w:rsidR="00003BFC" w:rsidRPr="0008136D" w:rsidRDefault="00003BFC" w:rsidP="005448B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14:50</w:t>
            </w:r>
          </w:p>
        </w:tc>
        <w:tc>
          <w:tcPr>
            <w:tcW w:w="851" w:type="dxa"/>
            <w:vAlign w:val="center"/>
          </w:tcPr>
          <w:p w:rsidR="00003BFC" w:rsidRPr="0008136D" w:rsidRDefault="00003BFC" w:rsidP="009A27C0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40分</w:t>
            </w:r>
          </w:p>
        </w:tc>
        <w:tc>
          <w:tcPr>
            <w:tcW w:w="3895" w:type="dxa"/>
            <w:vAlign w:val="center"/>
          </w:tcPr>
          <w:p w:rsidR="00003BFC" w:rsidRDefault="00003BFC" w:rsidP="00003BFC">
            <w:pPr>
              <w:spacing w:line="24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:rsidR="00003BFC" w:rsidRDefault="00003BFC" w:rsidP="00003BFC">
            <w:pPr>
              <w:spacing w:line="24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</w:tc>
        <w:tc>
          <w:tcPr>
            <w:tcW w:w="4043" w:type="dxa"/>
            <w:vAlign w:val="center"/>
          </w:tcPr>
          <w:p w:rsidR="00003BFC" w:rsidRPr="000270B9" w:rsidRDefault="00003BFC" w:rsidP="00003BFC">
            <w:pPr>
              <w:pStyle w:val="a3"/>
              <w:spacing w:line="240" w:lineRule="exact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0270B9">
              <w:rPr>
                <w:rFonts w:ascii="Meiryo UI" w:eastAsia="Meiryo UI" w:hAnsi="Meiryo UI" w:cs="Meiryo UI" w:hint="eastAsia"/>
                <w:szCs w:val="20"/>
              </w:rPr>
              <w:t>株式会社日立製作所　公共システム事業部</w:t>
            </w:r>
          </w:p>
          <w:p w:rsidR="00003BFC" w:rsidRPr="000270B9" w:rsidRDefault="00003BFC" w:rsidP="00003BFC">
            <w:pPr>
              <w:pStyle w:val="a3"/>
              <w:spacing w:line="240" w:lineRule="exact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0270B9">
              <w:rPr>
                <w:rFonts w:ascii="Meiryo UI" w:eastAsia="Meiryo UI" w:hAnsi="Meiryo UI" w:cs="Meiryo UI" w:hint="eastAsia"/>
                <w:szCs w:val="20"/>
              </w:rPr>
              <w:t>松田　純一</w:t>
            </w:r>
          </w:p>
        </w:tc>
      </w:tr>
      <w:tr w:rsidR="00003BFC" w:rsidRPr="00F52763" w:rsidTr="00D95AD8">
        <w:trPr>
          <w:trHeight w:val="397"/>
        </w:trPr>
        <w:tc>
          <w:tcPr>
            <w:tcW w:w="1126" w:type="dxa"/>
            <w:vAlign w:val="center"/>
          </w:tcPr>
          <w:p w:rsidR="00003BFC" w:rsidRPr="0008136D" w:rsidRDefault="00003BFC" w:rsidP="005448B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15:30</w:t>
            </w:r>
          </w:p>
        </w:tc>
        <w:tc>
          <w:tcPr>
            <w:tcW w:w="851" w:type="dxa"/>
            <w:vAlign w:val="center"/>
          </w:tcPr>
          <w:p w:rsidR="00003BFC" w:rsidRPr="0008136D" w:rsidRDefault="00003BFC" w:rsidP="009A27C0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895" w:type="dxa"/>
            <w:vAlign w:val="center"/>
          </w:tcPr>
          <w:p w:rsidR="00003BFC" w:rsidRDefault="00003BFC" w:rsidP="00003BFC">
            <w:pPr>
              <w:spacing w:line="24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043" w:type="dxa"/>
            <w:vAlign w:val="center"/>
          </w:tcPr>
          <w:p w:rsidR="00003BFC" w:rsidRPr="000270B9" w:rsidRDefault="00003BFC" w:rsidP="00003BFC">
            <w:pPr>
              <w:pStyle w:val="a3"/>
              <w:spacing w:line="240" w:lineRule="exact"/>
              <w:ind w:left="0" w:firstLine="0"/>
              <w:rPr>
                <w:rFonts w:ascii="Meiryo UI" w:eastAsia="Meiryo UI" w:hAnsi="Meiryo UI" w:cs="Meiryo UI"/>
                <w:szCs w:val="20"/>
              </w:rPr>
            </w:pPr>
          </w:p>
        </w:tc>
      </w:tr>
      <w:tr w:rsidR="00003BFC" w:rsidRPr="00F52763" w:rsidTr="00D95AD8">
        <w:trPr>
          <w:trHeight w:val="850"/>
        </w:trPr>
        <w:tc>
          <w:tcPr>
            <w:tcW w:w="1126" w:type="dxa"/>
            <w:vAlign w:val="center"/>
          </w:tcPr>
          <w:p w:rsidR="00003BFC" w:rsidRPr="0008136D" w:rsidRDefault="00003BFC" w:rsidP="005448B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15:40</w:t>
            </w:r>
          </w:p>
        </w:tc>
        <w:tc>
          <w:tcPr>
            <w:tcW w:w="851" w:type="dxa"/>
            <w:vAlign w:val="center"/>
          </w:tcPr>
          <w:p w:rsidR="00003BFC" w:rsidRPr="0008136D" w:rsidRDefault="00003BFC" w:rsidP="009A27C0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895" w:type="dxa"/>
            <w:vAlign w:val="center"/>
          </w:tcPr>
          <w:p w:rsidR="00003BFC" w:rsidRDefault="00003BFC" w:rsidP="00003BFC">
            <w:pPr>
              <w:spacing w:line="24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講義③</w:t>
            </w:r>
          </w:p>
          <w:p w:rsidR="00003BFC" w:rsidRPr="00A1790E" w:rsidRDefault="00003BFC" w:rsidP="00003BFC">
            <w:pPr>
              <w:spacing w:line="24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</w:tc>
        <w:tc>
          <w:tcPr>
            <w:tcW w:w="4043" w:type="dxa"/>
            <w:vAlign w:val="center"/>
          </w:tcPr>
          <w:p w:rsidR="00003BFC" w:rsidRPr="000270B9" w:rsidRDefault="00003BFC" w:rsidP="00003BFC">
            <w:pPr>
              <w:pStyle w:val="a3"/>
              <w:spacing w:line="240" w:lineRule="exact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0270B9">
              <w:rPr>
                <w:rFonts w:ascii="Meiryo UI" w:eastAsia="Meiryo UI" w:hAnsi="Meiryo UI" w:cs="Meiryo UI" w:hint="eastAsia"/>
                <w:szCs w:val="20"/>
              </w:rPr>
              <w:t>一般社団法人データクレイドル</w:t>
            </w:r>
            <w:r w:rsidR="00622724">
              <w:rPr>
                <w:rFonts w:ascii="Meiryo UI" w:eastAsia="Meiryo UI" w:hAnsi="Meiryo UI" w:cs="Meiryo UI" w:hint="eastAsia"/>
                <w:szCs w:val="20"/>
              </w:rPr>
              <w:t xml:space="preserve">　理事</w:t>
            </w:r>
          </w:p>
          <w:p w:rsidR="00003BFC" w:rsidRPr="000270B9" w:rsidRDefault="00003BFC" w:rsidP="00003BFC">
            <w:pPr>
              <w:pStyle w:val="a3"/>
              <w:spacing w:line="240" w:lineRule="exact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0270B9">
              <w:rPr>
                <w:rFonts w:ascii="Meiryo UI" w:eastAsia="Meiryo UI" w:hAnsi="Meiryo UI" w:cs="Meiryo UI" w:hint="eastAsia"/>
                <w:szCs w:val="20"/>
              </w:rPr>
              <w:t>大島</w:t>
            </w:r>
            <w:r w:rsidR="007849B2">
              <w:rPr>
                <w:rFonts w:ascii="Meiryo UI" w:eastAsia="Meiryo UI" w:hAnsi="Meiryo UI" w:cs="Meiryo UI" w:hint="eastAsia"/>
                <w:szCs w:val="20"/>
              </w:rPr>
              <w:t xml:space="preserve">　</w:t>
            </w:r>
            <w:r w:rsidRPr="000270B9">
              <w:rPr>
                <w:rFonts w:ascii="Meiryo UI" w:eastAsia="Meiryo UI" w:hAnsi="Meiryo UI" w:cs="Meiryo UI" w:hint="eastAsia"/>
                <w:szCs w:val="20"/>
              </w:rPr>
              <w:t>正美</w:t>
            </w:r>
          </w:p>
        </w:tc>
      </w:tr>
      <w:tr w:rsidR="00003BFC" w:rsidRPr="00F52763" w:rsidTr="00D95AD8">
        <w:trPr>
          <w:trHeight w:val="724"/>
        </w:trPr>
        <w:tc>
          <w:tcPr>
            <w:tcW w:w="1126" w:type="dxa"/>
            <w:vAlign w:val="center"/>
          </w:tcPr>
          <w:p w:rsidR="00003BFC" w:rsidRPr="0008136D" w:rsidRDefault="00003BFC" w:rsidP="005448B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16:10</w:t>
            </w:r>
          </w:p>
        </w:tc>
        <w:tc>
          <w:tcPr>
            <w:tcW w:w="851" w:type="dxa"/>
            <w:vAlign w:val="center"/>
          </w:tcPr>
          <w:p w:rsidR="00003BFC" w:rsidRPr="0008136D" w:rsidRDefault="00003BFC" w:rsidP="009A27C0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895" w:type="dxa"/>
            <w:vAlign w:val="center"/>
          </w:tcPr>
          <w:p w:rsidR="00003BFC" w:rsidRPr="005F75B4" w:rsidRDefault="00003BFC" w:rsidP="00003BFC">
            <w:pPr>
              <w:spacing w:line="24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</w:t>
            </w:r>
          </w:p>
        </w:tc>
        <w:tc>
          <w:tcPr>
            <w:tcW w:w="4043" w:type="dxa"/>
            <w:vAlign w:val="center"/>
          </w:tcPr>
          <w:p w:rsidR="00003BFC" w:rsidRPr="000270B9" w:rsidRDefault="00003BFC" w:rsidP="00003BFC">
            <w:pPr>
              <w:pStyle w:val="a3"/>
              <w:spacing w:line="240" w:lineRule="exact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0270B9">
              <w:rPr>
                <w:rFonts w:ascii="Meiryo UI" w:eastAsia="Meiryo UI" w:hAnsi="Meiryo UI" w:cs="Meiryo UI" w:hint="eastAsia"/>
                <w:szCs w:val="20"/>
              </w:rPr>
              <w:t>株式会社日立製作所</w:t>
            </w:r>
          </w:p>
        </w:tc>
      </w:tr>
      <w:tr w:rsidR="00045B6A" w:rsidRPr="00F52763" w:rsidTr="00D95AD8">
        <w:trPr>
          <w:trHeight w:val="691"/>
        </w:trPr>
        <w:tc>
          <w:tcPr>
            <w:tcW w:w="1126" w:type="dxa"/>
            <w:vAlign w:val="center"/>
          </w:tcPr>
          <w:p w:rsidR="00045B6A" w:rsidRPr="0008136D" w:rsidRDefault="00045B6A" w:rsidP="00045B6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16:20</w:t>
            </w:r>
          </w:p>
        </w:tc>
        <w:tc>
          <w:tcPr>
            <w:tcW w:w="851" w:type="dxa"/>
            <w:vAlign w:val="center"/>
          </w:tcPr>
          <w:p w:rsidR="00045B6A" w:rsidRPr="0008136D" w:rsidRDefault="00045B6A" w:rsidP="00045B6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136D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895" w:type="dxa"/>
            <w:vAlign w:val="center"/>
          </w:tcPr>
          <w:p w:rsidR="00045B6A" w:rsidRPr="005F75B4" w:rsidRDefault="00045B6A" w:rsidP="00045B6A">
            <w:pPr>
              <w:spacing w:line="24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75B4">
              <w:rPr>
                <w:rFonts w:ascii="Meiryo UI" w:eastAsia="Meiryo UI" w:hAnsi="Meiryo UI" w:cs="Meiryo UI" w:hint="eastAsia"/>
                <w:sz w:val="20"/>
                <w:szCs w:val="20"/>
              </w:rPr>
              <w:t>アンケート</w:t>
            </w:r>
          </w:p>
        </w:tc>
        <w:tc>
          <w:tcPr>
            <w:tcW w:w="4043" w:type="dxa"/>
            <w:vAlign w:val="center"/>
          </w:tcPr>
          <w:p w:rsidR="00045B6A" w:rsidRPr="000270B9" w:rsidRDefault="00045B6A" w:rsidP="00045B6A">
            <w:pPr>
              <w:pStyle w:val="a3"/>
              <w:spacing w:line="240" w:lineRule="exact"/>
              <w:rPr>
                <w:rFonts w:ascii="Meiryo UI" w:eastAsia="Meiryo UI" w:hAnsi="Meiryo UI" w:cs="Meiryo UI"/>
                <w:szCs w:val="20"/>
              </w:rPr>
            </w:pPr>
            <w:r w:rsidRPr="000270B9">
              <w:rPr>
                <w:rFonts w:ascii="Meiryo UI" w:eastAsia="Meiryo UI" w:hAnsi="Meiryo UI" w:cs="Meiryo UI" w:hint="eastAsia"/>
                <w:szCs w:val="20"/>
              </w:rPr>
              <w:t>株式会社日立製作所</w:t>
            </w:r>
          </w:p>
        </w:tc>
      </w:tr>
      <w:tr w:rsidR="00045B6A" w:rsidRPr="00F52763" w:rsidTr="00D95AD8">
        <w:trPr>
          <w:trHeight w:val="397"/>
        </w:trPr>
        <w:tc>
          <w:tcPr>
            <w:tcW w:w="1126" w:type="dxa"/>
            <w:vAlign w:val="center"/>
          </w:tcPr>
          <w:p w:rsidR="00045B6A" w:rsidRPr="0008136D" w:rsidRDefault="00045B6A" w:rsidP="00045B6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45B6A" w:rsidRPr="0008136D" w:rsidRDefault="00045B6A" w:rsidP="00045B6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895" w:type="dxa"/>
            <w:vAlign w:val="center"/>
          </w:tcPr>
          <w:p w:rsidR="00045B6A" w:rsidRPr="00F52763" w:rsidRDefault="00045B6A" w:rsidP="00045B6A">
            <w:pPr>
              <w:spacing w:line="24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043" w:type="dxa"/>
            <w:vAlign w:val="center"/>
          </w:tcPr>
          <w:p w:rsidR="00045B6A" w:rsidRPr="004426A2" w:rsidRDefault="00045B6A" w:rsidP="00045B6A">
            <w:pPr>
              <w:spacing w:line="24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6A4004" w:rsidRDefault="00A0612E" w:rsidP="006A400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A0612E">
        <w:rPr>
          <w:rFonts w:ascii="Meiryo UI" w:eastAsia="Meiryo UI" w:hAnsi="Meiryo UI" w:hint="eastAsia"/>
          <w:sz w:val="22"/>
        </w:rPr>
        <w:t>竹原市総務部総務課情報化推進係　光本 剛</w:t>
      </w:r>
    </w:p>
    <w:p w:rsidR="001562C3" w:rsidRDefault="001562C3" w:rsidP="006A400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5B6C37" w:rsidRDefault="005B6C37" w:rsidP="006A400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5B6C37" w:rsidSect="007B7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B3A" w:rsidRDefault="006C5B3A" w:rsidP="009B751E">
      <w:r>
        <w:separator/>
      </w:r>
    </w:p>
  </w:endnote>
  <w:endnote w:type="continuationSeparator" w:id="0">
    <w:p w:rsidR="006C5B3A" w:rsidRDefault="006C5B3A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02C" w:rsidRDefault="00E2302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02C" w:rsidRDefault="00E2302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02C" w:rsidRDefault="00E2302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B3A" w:rsidRDefault="006C5B3A" w:rsidP="009B751E">
      <w:r>
        <w:separator/>
      </w:r>
    </w:p>
  </w:footnote>
  <w:footnote w:type="continuationSeparator" w:id="0">
    <w:p w:rsidR="006C5B3A" w:rsidRDefault="006C5B3A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02C" w:rsidRDefault="00E2302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02C" w:rsidRDefault="00E2302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02C" w:rsidRDefault="00E2302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03BFC"/>
    <w:rsid w:val="0001114B"/>
    <w:rsid w:val="000270B9"/>
    <w:rsid w:val="00034149"/>
    <w:rsid w:val="00037ED9"/>
    <w:rsid w:val="00037FD7"/>
    <w:rsid w:val="000418B6"/>
    <w:rsid w:val="00045B6A"/>
    <w:rsid w:val="000652F1"/>
    <w:rsid w:val="00072BAC"/>
    <w:rsid w:val="000739D5"/>
    <w:rsid w:val="000771F1"/>
    <w:rsid w:val="000806D4"/>
    <w:rsid w:val="0008136D"/>
    <w:rsid w:val="00083F4C"/>
    <w:rsid w:val="000A384A"/>
    <w:rsid w:val="000C0B1B"/>
    <w:rsid w:val="000E186F"/>
    <w:rsid w:val="000F3880"/>
    <w:rsid w:val="00104B14"/>
    <w:rsid w:val="0011339E"/>
    <w:rsid w:val="00131578"/>
    <w:rsid w:val="00131A62"/>
    <w:rsid w:val="00136961"/>
    <w:rsid w:val="0013736E"/>
    <w:rsid w:val="00140B2E"/>
    <w:rsid w:val="00143F34"/>
    <w:rsid w:val="00152493"/>
    <w:rsid w:val="001562C3"/>
    <w:rsid w:val="00163B12"/>
    <w:rsid w:val="00181E8F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6282"/>
    <w:rsid w:val="00207EB4"/>
    <w:rsid w:val="00215CCD"/>
    <w:rsid w:val="0025186D"/>
    <w:rsid w:val="00252C2C"/>
    <w:rsid w:val="00253CDD"/>
    <w:rsid w:val="002706FB"/>
    <w:rsid w:val="00280C7F"/>
    <w:rsid w:val="002A0177"/>
    <w:rsid w:val="002A5B42"/>
    <w:rsid w:val="002A74AA"/>
    <w:rsid w:val="002E3802"/>
    <w:rsid w:val="002E4D4E"/>
    <w:rsid w:val="002F6361"/>
    <w:rsid w:val="003030C2"/>
    <w:rsid w:val="00321D72"/>
    <w:rsid w:val="00324606"/>
    <w:rsid w:val="00342292"/>
    <w:rsid w:val="003578F5"/>
    <w:rsid w:val="003A6292"/>
    <w:rsid w:val="003A6ED2"/>
    <w:rsid w:val="003B09E4"/>
    <w:rsid w:val="003E016D"/>
    <w:rsid w:val="003F0558"/>
    <w:rsid w:val="0041296B"/>
    <w:rsid w:val="0041685B"/>
    <w:rsid w:val="004363EB"/>
    <w:rsid w:val="004426A2"/>
    <w:rsid w:val="0045535E"/>
    <w:rsid w:val="0047670A"/>
    <w:rsid w:val="00481BD9"/>
    <w:rsid w:val="004A4430"/>
    <w:rsid w:val="004C4CDE"/>
    <w:rsid w:val="004C5933"/>
    <w:rsid w:val="004D01FA"/>
    <w:rsid w:val="004D681C"/>
    <w:rsid w:val="004F7C7C"/>
    <w:rsid w:val="00503E94"/>
    <w:rsid w:val="005104D8"/>
    <w:rsid w:val="005404CC"/>
    <w:rsid w:val="005448B1"/>
    <w:rsid w:val="0056272A"/>
    <w:rsid w:val="005714CE"/>
    <w:rsid w:val="00580885"/>
    <w:rsid w:val="005B113D"/>
    <w:rsid w:val="005B6C37"/>
    <w:rsid w:val="005C15D6"/>
    <w:rsid w:val="005C314B"/>
    <w:rsid w:val="005D2E50"/>
    <w:rsid w:val="005F75B4"/>
    <w:rsid w:val="0060105E"/>
    <w:rsid w:val="0061776F"/>
    <w:rsid w:val="00620510"/>
    <w:rsid w:val="00622724"/>
    <w:rsid w:val="00633A0D"/>
    <w:rsid w:val="006424C8"/>
    <w:rsid w:val="00664EBA"/>
    <w:rsid w:val="006679A2"/>
    <w:rsid w:val="00676BF6"/>
    <w:rsid w:val="00691569"/>
    <w:rsid w:val="006A4004"/>
    <w:rsid w:val="006C5B3A"/>
    <w:rsid w:val="006D7DA5"/>
    <w:rsid w:val="00700A96"/>
    <w:rsid w:val="00707277"/>
    <w:rsid w:val="00707830"/>
    <w:rsid w:val="00713F9F"/>
    <w:rsid w:val="00714B3E"/>
    <w:rsid w:val="007228B5"/>
    <w:rsid w:val="00741230"/>
    <w:rsid w:val="00746CDC"/>
    <w:rsid w:val="00764E5A"/>
    <w:rsid w:val="007837EF"/>
    <w:rsid w:val="007849B2"/>
    <w:rsid w:val="0078734B"/>
    <w:rsid w:val="00793C1C"/>
    <w:rsid w:val="007A1D5A"/>
    <w:rsid w:val="007A4BDC"/>
    <w:rsid w:val="007B16AA"/>
    <w:rsid w:val="007B7DCB"/>
    <w:rsid w:val="007C6EE2"/>
    <w:rsid w:val="007D2983"/>
    <w:rsid w:val="007E7ED1"/>
    <w:rsid w:val="00810799"/>
    <w:rsid w:val="00840148"/>
    <w:rsid w:val="00885799"/>
    <w:rsid w:val="00890642"/>
    <w:rsid w:val="0089253E"/>
    <w:rsid w:val="008925FE"/>
    <w:rsid w:val="00897079"/>
    <w:rsid w:val="008B6E9E"/>
    <w:rsid w:val="00906C01"/>
    <w:rsid w:val="0091267C"/>
    <w:rsid w:val="00922D4A"/>
    <w:rsid w:val="00931BBC"/>
    <w:rsid w:val="00941242"/>
    <w:rsid w:val="009414C9"/>
    <w:rsid w:val="00960AB1"/>
    <w:rsid w:val="00961EEC"/>
    <w:rsid w:val="00962CC3"/>
    <w:rsid w:val="00963A92"/>
    <w:rsid w:val="00977170"/>
    <w:rsid w:val="0099181F"/>
    <w:rsid w:val="009963A5"/>
    <w:rsid w:val="009A1F0B"/>
    <w:rsid w:val="009A27C0"/>
    <w:rsid w:val="009B751E"/>
    <w:rsid w:val="009C53B3"/>
    <w:rsid w:val="00A0612E"/>
    <w:rsid w:val="00A1790E"/>
    <w:rsid w:val="00A17A22"/>
    <w:rsid w:val="00A61A81"/>
    <w:rsid w:val="00A846F7"/>
    <w:rsid w:val="00AB6721"/>
    <w:rsid w:val="00AC5D1B"/>
    <w:rsid w:val="00AE7D0B"/>
    <w:rsid w:val="00B01C78"/>
    <w:rsid w:val="00B27656"/>
    <w:rsid w:val="00B36D85"/>
    <w:rsid w:val="00B615F6"/>
    <w:rsid w:val="00B65C85"/>
    <w:rsid w:val="00B73409"/>
    <w:rsid w:val="00BA3F4A"/>
    <w:rsid w:val="00BA59F7"/>
    <w:rsid w:val="00BB5FFF"/>
    <w:rsid w:val="00BD598B"/>
    <w:rsid w:val="00BE48DE"/>
    <w:rsid w:val="00C05922"/>
    <w:rsid w:val="00C064CA"/>
    <w:rsid w:val="00C15EB4"/>
    <w:rsid w:val="00C22A9E"/>
    <w:rsid w:val="00C23A3D"/>
    <w:rsid w:val="00C23EDA"/>
    <w:rsid w:val="00C241D3"/>
    <w:rsid w:val="00C25F33"/>
    <w:rsid w:val="00C35E03"/>
    <w:rsid w:val="00C44387"/>
    <w:rsid w:val="00C4738A"/>
    <w:rsid w:val="00C53275"/>
    <w:rsid w:val="00C70264"/>
    <w:rsid w:val="00C72B67"/>
    <w:rsid w:val="00C752A1"/>
    <w:rsid w:val="00CA1594"/>
    <w:rsid w:val="00CA5869"/>
    <w:rsid w:val="00CC0CDB"/>
    <w:rsid w:val="00CC459A"/>
    <w:rsid w:val="00CD658E"/>
    <w:rsid w:val="00CF033A"/>
    <w:rsid w:val="00CF5423"/>
    <w:rsid w:val="00D00760"/>
    <w:rsid w:val="00D0612D"/>
    <w:rsid w:val="00D10467"/>
    <w:rsid w:val="00D2116F"/>
    <w:rsid w:val="00D305B7"/>
    <w:rsid w:val="00D51CE4"/>
    <w:rsid w:val="00D5466C"/>
    <w:rsid w:val="00D63420"/>
    <w:rsid w:val="00D8468C"/>
    <w:rsid w:val="00D95AD8"/>
    <w:rsid w:val="00DA70E5"/>
    <w:rsid w:val="00DB3EC1"/>
    <w:rsid w:val="00DC4471"/>
    <w:rsid w:val="00DC7C2A"/>
    <w:rsid w:val="00DD7CBC"/>
    <w:rsid w:val="00DF0DDA"/>
    <w:rsid w:val="00DF64A3"/>
    <w:rsid w:val="00E04E7E"/>
    <w:rsid w:val="00E050F1"/>
    <w:rsid w:val="00E07A8D"/>
    <w:rsid w:val="00E1613E"/>
    <w:rsid w:val="00E2302C"/>
    <w:rsid w:val="00E35C8F"/>
    <w:rsid w:val="00E47754"/>
    <w:rsid w:val="00E726AD"/>
    <w:rsid w:val="00E8073C"/>
    <w:rsid w:val="00E91937"/>
    <w:rsid w:val="00E97891"/>
    <w:rsid w:val="00EB4E53"/>
    <w:rsid w:val="00EC110D"/>
    <w:rsid w:val="00EC3EE2"/>
    <w:rsid w:val="00ED28B0"/>
    <w:rsid w:val="00ED39DD"/>
    <w:rsid w:val="00EE0B56"/>
    <w:rsid w:val="00EF0749"/>
    <w:rsid w:val="00EF5887"/>
    <w:rsid w:val="00F15445"/>
    <w:rsid w:val="00F161E5"/>
    <w:rsid w:val="00F16EB3"/>
    <w:rsid w:val="00F3654E"/>
    <w:rsid w:val="00F52763"/>
    <w:rsid w:val="00F56EA4"/>
    <w:rsid w:val="00F70293"/>
    <w:rsid w:val="00F85E81"/>
    <w:rsid w:val="00F8795E"/>
    <w:rsid w:val="00F95D87"/>
    <w:rsid w:val="00FA0052"/>
    <w:rsid w:val="00FA2E68"/>
    <w:rsid w:val="00FB3F5E"/>
    <w:rsid w:val="00FD6C21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E5F9A432.dotm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2019-02-18T06:20:00Z</dcterms:created>
  <dcterms:modified xsi:type="dcterms:W3CDTF">2019-02-19T01:51:00Z</dcterms:modified>
</cp:coreProperties>
</file>