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bookmarkStart w:id="0" w:name="_GoBack"/>
      <w:bookmarkEnd w:id="0"/>
    </w:p>
    <w:p w14:paraId="22338300" w14:textId="198D8917" w:rsidR="006D7DA5" w:rsidRPr="00EE0B56" w:rsidRDefault="00F624CE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令和元</w:t>
      </w:r>
      <w:r w:rsidR="0041296B"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2D3563BA" w14:textId="16AC6C43"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B17198">
        <w:rPr>
          <w:rFonts w:ascii="Meiryo UI" w:eastAsia="Meiryo UI" w:hAnsi="Meiryo UI" w:hint="eastAsia"/>
          <w:sz w:val="36"/>
          <w:szCs w:val="36"/>
          <w:u w:val="single"/>
        </w:rPr>
        <w:t>新潟県魚沼市</w:t>
      </w:r>
    </w:p>
    <w:p w14:paraId="743FB068" w14:textId="77777777"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4A5F7DD1" w14:textId="444ACDB3"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B17198">
        <w:rPr>
          <w:rFonts w:ascii="Meiryo UI" w:eastAsia="Meiryo UI" w:hAnsi="Meiryo UI"/>
          <w:sz w:val="22"/>
          <w:szCs w:val="22"/>
        </w:rPr>
        <w:t>6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B17198">
        <w:rPr>
          <w:rFonts w:ascii="Meiryo UI" w:eastAsia="Meiryo UI" w:hAnsi="Meiryo UI"/>
          <w:sz w:val="22"/>
          <w:szCs w:val="22"/>
        </w:rPr>
        <w:t>11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B17198">
        <w:rPr>
          <w:rFonts w:ascii="Meiryo UI" w:eastAsia="Meiryo UI" w:hAnsi="Meiryo UI" w:hint="eastAsia"/>
          <w:sz w:val="22"/>
          <w:szCs w:val="22"/>
        </w:rPr>
        <w:t>火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14:paraId="4C6A9477" w14:textId="6F984CD9"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B17198" w:rsidRPr="00B17198">
        <w:rPr>
          <w:rFonts w:ascii="Meiryo UI" w:eastAsia="Meiryo UI" w:hAnsi="Meiryo UI" w:hint="eastAsia"/>
          <w:sz w:val="22"/>
          <w:szCs w:val="22"/>
        </w:rPr>
        <w:t>小出ボランティアセンター　１階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B17198" w:rsidRPr="00B17198">
        <w:rPr>
          <w:rFonts w:ascii="Meiryo UI" w:eastAsia="Meiryo UI" w:hAnsi="Meiryo UI" w:hint="eastAsia"/>
          <w:sz w:val="22"/>
          <w:szCs w:val="22"/>
        </w:rPr>
        <w:t>新潟県魚沼市小出島1240-2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957F06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790"/>
        <w:gridCol w:w="4410"/>
      </w:tblGrid>
      <w:tr w:rsidR="0078734B" w:rsidRPr="00F52763" w14:paraId="7D481C7F" w14:textId="77777777" w:rsidTr="00F841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790" w:type="dxa"/>
          </w:tcPr>
          <w:p w14:paraId="489BCEC5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410" w:type="dxa"/>
          </w:tcPr>
          <w:p w14:paraId="1C5829CB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C462D7" w:rsidRPr="00F52763" w14:paraId="5C6BA298" w14:textId="77777777" w:rsidTr="00F841F5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14:paraId="5F781A26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410" w:type="dxa"/>
            <w:vAlign w:val="center"/>
          </w:tcPr>
          <w:p w14:paraId="1D901792" w14:textId="03A1BF5F" w:rsidR="00EC3E03" w:rsidRPr="002D47F1" w:rsidRDefault="0093677A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93677A">
              <w:rPr>
                <w:rFonts w:ascii="Meiryo UI" w:eastAsia="Meiryo UI" w:hAnsi="Meiryo UI" w:cs="Meiryo UI" w:hint="eastAsia"/>
                <w:sz w:val="20"/>
                <w:szCs w:val="20"/>
              </w:rPr>
              <w:t>魚沼市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93677A">
              <w:rPr>
                <w:rFonts w:ascii="Meiryo UI" w:eastAsia="Meiryo UI" w:hAnsi="Meiryo UI" w:cs="Meiryo UI" w:hint="eastAsia"/>
                <w:sz w:val="20"/>
                <w:szCs w:val="20"/>
              </w:rPr>
              <w:t>副市長</w:t>
            </w:r>
          </w:p>
          <w:p w14:paraId="3BE507DE" w14:textId="79B7BA2B" w:rsidR="00C462D7" w:rsidRPr="002D47F1" w:rsidRDefault="0093677A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93677A">
              <w:rPr>
                <w:rFonts w:ascii="Meiryo UI" w:eastAsia="Meiryo UI" w:hAnsi="Meiryo UI" w:cs="Meiryo UI" w:hint="eastAsia"/>
                <w:sz w:val="20"/>
                <w:szCs w:val="20"/>
              </w:rPr>
              <w:t>東川　玲</w:t>
            </w:r>
          </w:p>
        </w:tc>
      </w:tr>
      <w:tr w:rsidR="00C462D7" w:rsidRPr="00F52763" w14:paraId="68B59E55" w14:textId="77777777" w:rsidTr="00F841F5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790" w:type="dxa"/>
            <w:vAlign w:val="center"/>
          </w:tcPr>
          <w:p w14:paraId="1F4B6064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410" w:type="dxa"/>
            <w:vAlign w:val="center"/>
          </w:tcPr>
          <w:p w14:paraId="29BD92CD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462D7" w:rsidRPr="00F52763" w14:paraId="62063D18" w14:textId="77777777" w:rsidTr="00F841F5">
        <w:trPr>
          <w:trHeight w:val="850"/>
        </w:trPr>
        <w:tc>
          <w:tcPr>
            <w:tcW w:w="1126" w:type="dxa"/>
            <w:vAlign w:val="center"/>
          </w:tcPr>
          <w:p w14:paraId="1A88173F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14:paraId="32D43EA3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14:paraId="1373D30D" w14:textId="38C28CA5" w:rsidR="00C462D7" w:rsidRPr="00CD658E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410" w:type="dxa"/>
            <w:vAlign w:val="center"/>
          </w:tcPr>
          <w:p w14:paraId="1ED90DDE" w14:textId="77777777" w:rsidR="00C12AC1" w:rsidRDefault="00C12AC1" w:rsidP="00C12AC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会津大学　准教授　</w:t>
            </w:r>
          </w:p>
          <w:p w14:paraId="5396FA1E" w14:textId="07F5D23F" w:rsidR="00C462D7" w:rsidRPr="002D47F1" w:rsidRDefault="00C12AC1" w:rsidP="00C12AC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藤井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靖史</w:t>
            </w:r>
          </w:p>
        </w:tc>
      </w:tr>
      <w:tr w:rsidR="00C462D7" w:rsidRPr="00F52763" w14:paraId="486ED059" w14:textId="77777777" w:rsidTr="00F841F5">
        <w:trPr>
          <w:trHeight w:val="850"/>
        </w:trPr>
        <w:tc>
          <w:tcPr>
            <w:tcW w:w="1126" w:type="dxa"/>
            <w:vAlign w:val="center"/>
          </w:tcPr>
          <w:p w14:paraId="2462A6A6" w14:textId="5AE94059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57F0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790" w:type="dxa"/>
            <w:vAlign w:val="center"/>
          </w:tcPr>
          <w:p w14:paraId="4F7F7AF8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14:paraId="689D5B7A" w14:textId="0A433511" w:rsidR="00C462D7" w:rsidRPr="00CD658E" w:rsidRDefault="00F841F5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841F5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オープンデータに関する新潟県の取組の紹介</w:t>
            </w:r>
          </w:p>
        </w:tc>
        <w:tc>
          <w:tcPr>
            <w:tcW w:w="4410" w:type="dxa"/>
            <w:vAlign w:val="center"/>
          </w:tcPr>
          <w:p w14:paraId="77CB39EC" w14:textId="743387E2" w:rsidR="00C462D7" w:rsidRPr="002D47F1" w:rsidRDefault="00710780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総務管理部・情報政策課　主任</w:t>
            </w:r>
          </w:p>
          <w:p w14:paraId="4A7A146F" w14:textId="2E2A6894" w:rsidR="00C462D7" w:rsidRPr="002D47F1" w:rsidRDefault="00710780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佐藤　翔</w:t>
            </w:r>
          </w:p>
        </w:tc>
      </w:tr>
      <w:tr w:rsidR="00C462D7" w:rsidRPr="00F52763" w14:paraId="1DD727AE" w14:textId="77777777" w:rsidTr="00F841F5">
        <w:trPr>
          <w:trHeight w:val="397"/>
        </w:trPr>
        <w:tc>
          <w:tcPr>
            <w:tcW w:w="1126" w:type="dxa"/>
            <w:vAlign w:val="center"/>
          </w:tcPr>
          <w:p w14:paraId="5E3BC0FE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14:paraId="6979783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410" w:type="dxa"/>
            <w:vAlign w:val="center"/>
          </w:tcPr>
          <w:p w14:paraId="7405CEB0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462D7" w:rsidRPr="00F52763" w14:paraId="6BA4DCA8" w14:textId="77777777" w:rsidTr="00F841F5">
        <w:trPr>
          <w:trHeight w:val="850"/>
        </w:trPr>
        <w:tc>
          <w:tcPr>
            <w:tcW w:w="1126" w:type="dxa"/>
            <w:vAlign w:val="center"/>
          </w:tcPr>
          <w:p w14:paraId="621A0DD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14:5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C928DFC" w14:textId="77777777"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790" w:type="dxa"/>
            <w:vAlign w:val="center"/>
          </w:tcPr>
          <w:p w14:paraId="3D5DC6F3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14:paraId="51A6404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410" w:type="dxa"/>
            <w:vAlign w:val="center"/>
          </w:tcPr>
          <w:p w14:paraId="71FCC220" w14:textId="15FEE8A6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株式会社</w:t>
            </w:r>
            <w:r w:rsidR="002557B9" w:rsidRPr="002557B9">
              <w:rPr>
                <w:rFonts w:ascii="Meiryo UI" w:eastAsia="Meiryo UI" w:hAnsi="Meiryo UI" w:cs="Meiryo UI" w:hint="eastAsia"/>
                <w:sz w:val="20"/>
                <w:szCs w:val="20"/>
              </w:rPr>
              <w:t>日立社会情報サービス</w:t>
            </w:r>
          </w:p>
          <w:p w14:paraId="08B039C4" w14:textId="54313E04" w:rsidR="00C462D7" w:rsidRPr="002D47F1" w:rsidRDefault="005A6EE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滝澤　郁美</w:t>
            </w:r>
          </w:p>
        </w:tc>
      </w:tr>
      <w:tr w:rsidR="00C462D7" w:rsidRPr="00F52763" w14:paraId="2448270B" w14:textId="77777777" w:rsidTr="00F841F5">
        <w:trPr>
          <w:trHeight w:val="397"/>
        </w:trPr>
        <w:tc>
          <w:tcPr>
            <w:tcW w:w="1126" w:type="dxa"/>
            <w:vAlign w:val="center"/>
          </w:tcPr>
          <w:p w14:paraId="2EB20BA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790" w:type="dxa"/>
            <w:vAlign w:val="center"/>
          </w:tcPr>
          <w:p w14:paraId="044C8A85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410" w:type="dxa"/>
            <w:vAlign w:val="center"/>
          </w:tcPr>
          <w:p w14:paraId="076AB902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C12AC1" w:rsidRPr="00F52763" w14:paraId="23013C69" w14:textId="77777777" w:rsidTr="00F841F5">
        <w:trPr>
          <w:trHeight w:val="850"/>
        </w:trPr>
        <w:tc>
          <w:tcPr>
            <w:tcW w:w="1126" w:type="dxa"/>
            <w:vAlign w:val="center"/>
          </w:tcPr>
          <w:p w14:paraId="7F0E9600" w14:textId="77777777" w:rsidR="00C12AC1" w:rsidRPr="00C462D7" w:rsidRDefault="00C12AC1" w:rsidP="00C12AC1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77777777" w:rsidR="00C12AC1" w:rsidRPr="00C462D7" w:rsidRDefault="00C12AC1" w:rsidP="00C12AC1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790" w:type="dxa"/>
            <w:vAlign w:val="center"/>
          </w:tcPr>
          <w:p w14:paraId="4FABAF4B" w14:textId="77777777" w:rsidR="00C12AC1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14:paraId="0870A97D" w14:textId="77777777" w:rsidR="00C12AC1" w:rsidRPr="00A1790E" w:rsidRDefault="00C12AC1" w:rsidP="00C12AC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410" w:type="dxa"/>
            <w:vAlign w:val="center"/>
          </w:tcPr>
          <w:p w14:paraId="460937EE" w14:textId="77777777" w:rsidR="00C12AC1" w:rsidRDefault="00C12AC1" w:rsidP="00C12AC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会津大学　准教授　</w:t>
            </w:r>
          </w:p>
          <w:p w14:paraId="06130707" w14:textId="6AB374E2" w:rsidR="00C12AC1" w:rsidRPr="002D47F1" w:rsidRDefault="00C12AC1" w:rsidP="00C12AC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藤井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</w:t>
            </w:r>
            <w:r w:rsidRPr="00E949AA">
              <w:rPr>
                <w:rFonts w:ascii="Meiryo UI" w:eastAsia="Meiryo UI" w:hAnsi="Meiryo UI" w:cs="Meiryo UI" w:hint="eastAsia"/>
                <w:sz w:val="20"/>
                <w:szCs w:val="20"/>
              </w:rPr>
              <w:t>靖史</w:t>
            </w:r>
          </w:p>
        </w:tc>
      </w:tr>
      <w:tr w:rsidR="00C462D7" w:rsidRPr="00F52763" w14:paraId="56DEEA17" w14:textId="77777777" w:rsidTr="00F841F5">
        <w:trPr>
          <w:trHeight w:val="724"/>
        </w:trPr>
        <w:tc>
          <w:tcPr>
            <w:tcW w:w="1126" w:type="dxa"/>
            <w:vAlign w:val="center"/>
          </w:tcPr>
          <w:p w14:paraId="017749B6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14:paraId="15CD832A" w14:textId="77777777" w:rsidR="00C462D7" w:rsidRPr="005F75B4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410" w:type="dxa"/>
            <w:vAlign w:val="center"/>
          </w:tcPr>
          <w:p w14:paraId="082D8F4B" w14:textId="77777777" w:rsidR="00C462D7" w:rsidRPr="002D47F1" w:rsidRDefault="00C462D7" w:rsidP="002D47F1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C462D7" w:rsidRPr="00F52763" w14:paraId="43A2DA52" w14:textId="77777777" w:rsidTr="00F841F5">
        <w:trPr>
          <w:trHeight w:val="691"/>
        </w:trPr>
        <w:tc>
          <w:tcPr>
            <w:tcW w:w="1126" w:type="dxa"/>
            <w:vAlign w:val="center"/>
          </w:tcPr>
          <w:p w14:paraId="40C756E3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C462D7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790" w:type="dxa"/>
            <w:vAlign w:val="center"/>
          </w:tcPr>
          <w:p w14:paraId="2041D773" w14:textId="77777777" w:rsidR="00C462D7" w:rsidRPr="005F75B4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410" w:type="dxa"/>
            <w:vAlign w:val="center"/>
          </w:tcPr>
          <w:p w14:paraId="18F32A1A" w14:textId="77777777" w:rsidR="00C462D7" w:rsidRPr="002D47F1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株式会社日立製作所</w:t>
            </w:r>
          </w:p>
        </w:tc>
      </w:tr>
      <w:tr w:rsidR="00C462D7" w:rsidRPr="00F52763" w14:paraId="0C90280F" w14:textId="77777777" w:rsidTr="00F841F5">
        <w:trPr>
          <w:trHeight w:val="930"/>
        </w:trPr>
        <w:tc>
          <w:tcPr>
            <w:tcW w:w="1126" w:type="dxa"/>
            <w:vAlign w:val="center"/>
          </w:tcPr>
          <w:p w14:paraId="599E6271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16:25</w:t>
            </w:r>
          </w:p>
        </w:tc>
        <w:tc>
          <w:tcPr>
            <w:tcW w:w="851" w:type="dxa"/>
            <w:vAlign w:val="center"/>
          </w:tcPr>
          <w:p w14:paraId="2C335D0C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790" w:type="dxa"/>
            <w:vAlign w:val="center"/>
          </w:tcPr>
          <w:p w14:paraId="49856096" w14:textId="77777777" w:rsidR="00C462D7" w:rsidRDefault="000C626B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410" w:type="dxa"/>
            <w:vAlign w:val="center"/>
          </w:tcPr>
          <w:p w14:paraId="1CD7426C" w14:textId="6323481F" w:rsidR="00203EAF" w:rsidRPr="002D47F1" w:rsidRDefault="00203EAF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信越</w:t>
            </w:r>
            <w:r w:rsidR="00957F06" w:rsidRPr="002D47F1">
              <w:rPr>
                <w:rFonts w:ascii="Meiryo UI" w:eastAsia="Meiryo UI" w:hAnsi="Meiryo UI" w:cs="Meiryo UI" w:hint="eastAsia"/>
                <w:sz w:val="20"/>
                <w:szCs w:val="20"/>
              </w:rPr>
              <w:t>総合通信局</w:t>
            </w:r>
            <w:r w:rsidR="00F624CE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　情報通信連携推進官</w:t>
            </w:r>
          </w:p>
          <w:p w14:paraId="091BDA3E" w14:textId="0B2ADA09" w:rsidR="00C462D7" w:rsidRPr="002D47F1" w:rsidRDefault="00F624CE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堀　浩人</w:t>
            </w:r>
          </w:p>
        </w:tc>
      </w:tr>
      <w:tr w:rsidR="00C462D7" w:rsidRPr="00F52763" w14:paraId="07C0B100" w14:textId="77777777" w:rsidTr="00F841F5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790" w:type="dxa"/>
            <w:vAlign w:val="center"/>
          </w:tcPr>
          <w:p w14:paraId="6CE4F61B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410" w:type="dxa"/>
            <w:vAlign w:val="center"/>
          </w:tcPr>
          <w:p w14:paraId="26C25196" w14:textId="77777777" w:rsidR="00C462D7" w:rsidRPr="002D47F1" w:rsidRDefault="00C462D7" w:rsidP="002D47F1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1A0E1E0F" w14:textId="54B909B1" w:rsidR="00707830" w:rsidRPr="005C32DB" w:rsidRDefault="001F5435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 w:rsidRPr="001F5435">
        <w:rPr>
          <w:rFonts w:ascii="Meiryo UI" w:eastAsia="Meiryo UI" w:hAnsi="Meiryo UI" w:hint="eastAsia"/>
          <w:sz w:val="22"/>
        </w:rPr>
        <w:t>魚沼市役所　企画政策課　情報管理係　主任</w:t>
      </w:r>
      <w:r w:rsidR="00586A5A">
        <w:rPr>
          <w:rFonts w:ascii="Meiryo UI" w:eastAsia="Meiryo UI" w:hAnsi="Meiryo UI" w:hint="eastAsia"/>
          <w:sz w:val="22"/>
        </w:rPr>
        <w:t xml:space="preserve">　</w:t>
      </w:r>
      <w:r w:rsidRPr="001F5435">
        <w:rPr>
          <w:rFonts w:ascii="Meiryo UI" w:eastAsia="Meiryo UI" w:hAnsi="Meiryo UI" w:hint="eastAsia"/>
          <w:sz w:val="22"/>
        </w:rPr>
        <w:t>滝波　隼</w:t>
      </w:r>
    </w:p>
    <w:p w14:paraId="2AA3F1A7" w14:textId="77777777" w:rsidR="006A4004" w:rsidRPr="00586A5A" w:rsidRDefault="006A400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87D6F" w14:textId="77777777" w:rsidR="00BA59F7" w:rsidRDefault="00BA59F7" w:rsidP="009B751E">
      <w:r>
        <w:separator/>
      </w:r>
    </w:p>
  </w:endnote>
  <w:endnote w:type="continuationSeparator" w:id="0">
    <w:p w14:paraId="1DA7DBD8" w14:textId="77777777" w:rsidR="00BA59F7" w:rsidRDefault="00BA59F7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A6317" w14:textId="77777777" w:rsidR="00BA59F7" w:rsidRDefault="00BA59F7" w:rsidP="009B751E">
      <w:r>
        <w:separator/>
      </w:r>
    </w:p>
  </w:footnote>
  <w:footnote w:type="continuationSeparator" w:id="0">
    <w:p w14:paraId="54900337" w14:textId="77777777" w:rsidR="00BA59F7" w:rsidRDefault="00BA59F7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5435"/>
    <w:rsid w:val="001F6282"/>
    <w:rsid w:val="00203EAF"/>
    <w:rsid w:val="00207EB4"/>
    <w:rsid w:val="00215CCD"/>
    <w:rsid w:val="00241288"/>
    <w:rsid w:val="0025186D"/>
    <w:rsid w:val="00252C2C"/>
    <w:rsid w:val="00253CDD"/>
    <w:rsid w:val="002557B9"/>
    <w:rsid w:val="002706FB"/>
    <w:rsid w:val="00280C7F"/>
    <w:rsid w:val="002A5B42"/>
    <w:rsid w:val="002A74AA"/>
    <w:rsid w:val="002D47F1"/>
    <w:rsid w:val="002E46D2"/>
    <w:rsid w:val="002E4D4E"/>
    <w:rsid w:val="002F14F4"/>
    <w:rsid w:val="002F6361"/>
    <w:rsid w:val="003030C2"/>
    <w:rsid w:val="00321D72"/>
    <w:rsid w:val="00324606"/>
    <w:rsid w:val="0034229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4CDE"/>
    <w:rsid w:val="004D01FA"/>
    <w:rsid w:val="004D681C"/>
    <w:rsid w:val="004F4AD6"/>
    <w:rsid w:val="004F7C7C"/>
    <w:rsid w:val="00503E94"/>
    <w:rsid w:val="005104D8"/>
    <w:rsid w:val="005404CC"/>
    <w:rsid w:val="00540D09"/>
    <w:rsid w:val="00561EB3"/>
    <w:rsid w:val="0056272A"/>
    <w:rsid w:val="005714CE"/>
    <w:rsid w:val="00580885"/>
    <w:rsid w:val="00586A5A"/>
    <w:rsid w:val="005A6EE7"/>
    <w:rsid w:val="005B113D"/>
    <w:rsid w:val="005B150F"/>
    <w:rsid w:val="005C15D6"/>
    <w:rsid w:val="005C314B"/>
    <w:rsid w:val="005C32DB"/>
    <w:rsid w:val="005D2E50"/>
    <w:rsid w:val="005F75B4"/>
    <w:rsid w:val="0060105E"/>
    <w:rsid w:val="00620510"/>
    <w:rsid w:val="00633A0D"/>
    <w:rsid w:val="006424C8"/>
    <w:rsid w:val="006679A2"/>
    <w:rsid w:val="006718EF"/>
    <w:rsid w:val="00676BF6"/>
    <w:rsid w:val="00691569"/>
    <w:rsid w:val="006A4004"/>
    <w:rsid w:val="006B767C"/>
    <w:rsid w:val="006D7DA5"/>
    <w:rsid w:val="00700A96"/>
    <w:rsid w:val="00707277"/>
    <w:rsid w:val="00707830"/>
    <w:rsid w:val="00710780"/>
    <w:rsid w:val="00713F9F"/>
    <w:rsid w:val="00714B3E"/>
    <w:rsid w:val="007228B5"/>
    <w:rsid w:val="00741230"/>
    <w:rsid w:val="007420A3"/>
    <w:rsid w:val="007837EF"/>
    <w:rsid w:val="0078734B"/>
    <w:rsid w:val="007A1D5A"/>
    <w:rsid w:val="007A4BDC"/>
    <w:rsid w:val="007B16AA"/>
    <w:rsid w:val="007B7DCB"/>
    <w:rsid w:val="007D2983"/>
    <w:rsid w:val="007E7ED1"/>
    <w:rsid w:val="00810799"/>
    <w:rsid w:val="00840148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3677A"/>
    <w:rsid w:val="00941242"/>
    <w:rsid w:val="009414C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814D0"/>
    <w:rsid w:val="00A846F7"/>
    <w:rsid w:val="00AB6721"/>
    <w:rsid w:val="00AC5D1B"/>
    <w:rsid w:val="00AE7D0B"/>
    <w:rsid w:val="00AF1DF9"/>
    <w:rsid w:val="00B01C78"/>
    <w:rsid w:val="00B17198"/>
    <w:rsid w:val="00B27656"/>
    <w:rsid w:val="00B36D85"/>
    <w:rsid w:val="00B615F6"/>
    <w:rsid w:val="00B65C85"/>
    <w:rsid w:val="00B73409"/>
    <w:rsid w:val="00B761FB"/>
    <w:rsid w:val="00BA3F4A"/>
    <w:rsid w:val="00BA59F7"/>
    <w:rsid w:val="00BB5FFF"/>
    <w:rsid w:val="00BD598B"/>
    <w:rsid w:val="00BE48DE"/>
    <w:rsid w:val="00C05922"/>
    <w:rsid w:val="00C064CA"/>
    <w:rsid w:val="00C12AC1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38A"/>
    <w:rsid w:val="00C53275"/>
    <w:rsid w:val="00C550C0"/>
    <w:rsid w:val="00C70264"/>
    <w:rsid w:val="00C72B67"/>
    <w:rsid w:val="00C752A1"/>
    <w:rsid w:val="00CA1594"/>
    <w:rsid w:val="00CA5869"/>
    <w:rsid w:val="00CC0CDB"/>
    <w:rsid w:val="00CC459A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E03"/>
    <w:rsid w:val="00EC3EE2"/>
    <w:rsid w:val="00ED28B0"/>
    <w:rsid w:val="00ED39DD"/>
    <w:rsid w:val="00EE0B56"/>
    <w:rsid w:val="00EE32FC"/>
    <w:rsid w:val="00EF0749"/>
    <w:rsid w:val="00EF5887"/>
    <w:rsid w:val="00F15445"/>
    <w:rsid w:val="00F161E5"/>
    <w:rsid w:val="00F16EB3"/>
    <w:rsid w:val="00F3654E"/>
    <w:rsid w:val="00F52763"/>
    <w:rsid w:val="00F56EA4"/>
    <w:rsid w:val="00F624CE"/>
    <w:rsid w:val="00F70293"/>
    <w:rsid w:val="00F80473"/>
    <w:rsid w:val="00F841F5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1720D2D1.dotm</Template>
  <TotalTime>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2019-06-06T22:20:00Z</dcterms:created>
  <dcterms:modified xsi:type="dcterms:W3CDTF">2019-06-06T22:20:00Z</dcterms:modified>
</cp:coreProperties>
</file>