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B63DD7" w14:textId="77777777" w:rsidR="00CD3456" w:rsidRDefault="00CD3456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</w:p>
    <w:p w14:paraId="22338300" w14:textId="667DAF2D" w:rsidR="006D7DA5" w:rsidRPr="00EE0B56" w:rsidRDefault="006773EC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>
        <w:rPr>
          <w:rFonts w:ascii="Meiryo UI" w:eastAsia="Meiryo UI" w:hAnsi="Meiryo UI" w:hint="eastAsia"/>
          <w:sz w:val="24"/>
          <w:szCs w:val="24"/>
        </w:rPr>
        <w:t>令和元</w:t>
      </w:r>
      <w:r w:rsidRPr="00EE0B56">
        <w:rPr>
          <w:rFonts w:ascii="Meiryo UI" w:eastAsia="Meiryo UI" w:hAnsi="Meiryo UI" w:hint="eastAsia"/>
          <w:sz w:val="24"/>
          <w:szCs w:val="24"/>
        </w:rPr>
        <w:t>年度</w:t>
      </w:r>
    </w:p>
    <w:p w14:paraId="2D3563BA" w14:textId="0ACB45B0" w:rsidR="0041296B" w:rsidRPr="00F52763" w:rsidRDefault="000652F1" w:rsidP="000652F1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>
        <w:rPr>
          <w:rFonts w:ascii="Meiryo UI" w:eastAsia="Meiryo UI" w:hAnsi="Meiryo UI" w:hint="eastAsia"/>
          <w:sz w:val="36"/>
          <w:szCs w:val="36"/>
          <w:u w:val="single"/>
        </w:rPr>
        <w:t>オープンデータ化支援研修</w:t>
      </w:r>
      <w:r w:rsidR="00E050F1">
        <w:rPr>
          <w:rFonts w:ascii="Meiryo UI" w:eastAsia="Meiryo UI" w:hAnsi="Meiryo UI" w:hint="eastAsia"/>
          <w:sz w:val="36"/>
          <w:szCs w:val="36"/>
          <w:u w:val="single"/>
        </w:rPr>
        <w:t>・</w:t>
      </w:r>
      <w:r w:rsidR="006657B3">
        <w:rPr>
          <w:rFonts w:ascii="Meiryo UI" w:eastAsia="Meiryo UI" w:hAnsi="Meiryo UI" w:hint="eastAsia"/>
          <w:sz w:val="36"/>
          <w:szCs w:val="36"/>
          <w:u w:val="single"/>
        </w:rPr>
        <w:t>三重県川越町</w:t>
      </w:r>
    </w:p>
    <w:p w14:paraId="743FB068" w14:textId="77777777" w:rsidR="006D7DA5" w:rsidRPr="00F52763" w:rsidRDefault="006D7DA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14:paraId="4A5F7DD1" w14:textId="64336712" w:rsidR="0041296B" w:rsidRPr="00F52763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時：</w:t>
      </w:r>
      <w:r w:rsidR="00037ED9">
        <w:rPr>
          <w:rFonts w:ascii="Meiryo UI" w:eastAsia="Meiryo UI" w:hAnsi="Meiryo UI" w:hint="eastAsia"/>
          <w:sz w:val="22"/>
          <w:szCs w:val="22"/>
        </w:rPr>
        <w:t>201</w:t>
      </w:r>
      <w:r w:rsidR="00037ED9">
        <w:rPr>
          <w:rFonts w:ascii="Meiryo UI" w:eastAsia="Meiryo UI" w:hAnsi="Meiryo UI"/>
          <w:sz w:val="22"/>
          <w:szCs w:val="22"/>
        </w:rPr>
        <w:t>9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年</w:t>
      </w:r>
      <w:r w:rsidR="006657B3">
        <w:rPr>
          <w:rFonts w:ascii="Meiryo UI" w:eastAsia="Meiryo UI" w:hAnsi="Meiryo UI"/>
          <w:sz w:val="22"/>
          <w:szCs w:val="22"/>
        </w:rPr>
        <w:t>8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月</w:t>
      </w:r>
      <w:r w:rsidR="006657B3">
        <w:rPr>
          <w:rFonts w:ascii="Meiryo UI" w:eastAsia="Meiryo UI" w:hAnsi="Meiryo UI"/>
          <w:sz w:val="22"/>
          <w:szCs w:val="22"/>
        </w:rPr>
        <w:t>7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日（</w:t>
      </w:r>
      <w:r w:rsidR="006657B3">
        <w:rPr>
          <w:rFonts w:ascii="Meiryo UI" w:eastAsia="Meiryo UI" w:hAnsi="Meiryo UI" w:hint="eastAsia"/>
          <w:sz w:val="22"/>
          <w:szCs w:val="22"/>
        </w:rPr>
        <w:t>水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）</w:t>
      </w:r>
      <w:r w:rsidR="00885799">
        <w:rPr>
          <w:rFonts w:ascii="Meiryo UI" w:eastAsia="Meiryo UI" w:hAnsi="Meiryo UI" w:hint="eastAsia"/>
          <w:sz w:val="22"/>
          <w:szCs w:val="22"/>
        </w:rPr>
        <w:t xml:space="preserve"> 13:</w:t>
      </w:r>
      <w:r w:rsidR="007E7ED1">
        <w:rPr>
          <w:rFonts w:ascii="Meiryo UI" w:eastAsia="Meiryo UI" w:hAnsi="Meiryo UI"/>
          <w:sz w:val="22"/>
          <w:szCs w:val="22"/>
        </w:rPr>
        <w:t>30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>～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1</w:t>
      </w:r>
      <w:r w:rsidR="00885799">
        <w:rPr>
          <w:rFonts w:ascii="Meiryo UI" w:eastAsia="Meiryo UI" w:hAnsi="Meiryo UI"/>
          <w:sz w:val="22"/>
          <w:szCs w:val="22"/>
        </w:rPr>
        <w:t>6</w:t>
      </w:r>
      <w:r w:rsidR="00885799">
        <w:rPr>
          <w:rFonts w:ascii="Meiryo UI" w:eastAsia="Meiryo UI" w:hAnsi="Meiryo UI" w:hint="eastAsia"/>
          <w:sz w:val="22"/>
          <w:szCs w:val="22"/>
        </w:rPr>
        <w:t>:</w:t>
      </w:r>
      <w:r w:rsidR="007E7ED1">
        <w:rPr>
          <w:rFonts w:ascii="Meiryo UI" w:eastAsia="Meiryo UI" w:hAnsi="Meiryo UI"/>
          <w:sz w:val="22"/>
          <w:szCs w:val="22"/>
        </w:rPr>
        <w:t>3</w:t>
      </w:r>
      <w:r w:rsidR="00B01C78">
        <w:rPr>
          <w:rFonts w:ascii="Meiryo UI" w:eastAsia="Meiryo UI" w:hAnsi="Meiryo UI"/>
          <w:sz w:val="22"/>
          <w:szCs w:val="22"/>
        </w:rPr>
        <w:t>0</w:t>
      </w:r>
    </w:p>
    <w:p w14:paraId="4C6A9477" w14:textId="094463CD" w:rsidR="0041296B" w:rsidRPr="00F52763" w:rsidRDefault="00B36D85" w:rsidP="00D51CE4">
      <w:pPr>
        <w:pStyle w:val="a3"/>
        <w:spacing w:line="0" w:lineRule="atLeast"/>
        <w:ind w:firstLineChars="100" w:firstLine="220"/>
        <w:contextualSpacing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場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所：</w:t>
      </w:r>
      <w:r w:rsidR="006657B3">
        <w:rPr>
          <w:rFonts w:ascii="Meiryo UI" w:eastAsia="Meiryo UI" w:hAnsi="Meiryo UI" w:hint="eastAsia"/>
          <w:sz w:val="22"/>
          <w:szCs w:val="22"/>
        </w:rPr>
        <w:t>川越町役場</w:t>
      </w:r>
      <w:r w:rsidR="00776514" w:rsidRPr="00776514">
        <w:rPr>
          <w:rFonts w:ascii="Meiryo UI" w:eastAsia="Meiryo UI" w:hAnsi="Meiryo UI" w:hint="eastAsia"/>
          <w:sz w:val="22"/>
          <w:szCs w:val="22"/>
        </w:rPr>
        <w:t>（2階</w:t>
      </w:r>
      <w:r w:rsidR="006657B3">
        <w:rPr>
          <w:rFonts w:ascii="Meiryo UI" w:eastAsia="Meiryo UI" w:hAnsi="Meiryo UI" w:hint="eastAsia"/>
          <w:sz w:val="22"/>
          <w:szCs w:val="22"/>
        </w:rPr>
        <w:t>大会議</w:t>
      </w:r>
      <w:r w:rsidR="00776514" w:rsidRPr="00776514">
        <w:rPr>
          <w:rFonts w:ascii="Meiryo UI" w:eastAsia="Meiryo UI" w:hAnsi="Meiryo UI" w:hint="eastAsia"/>
          <w:sz w:val="22"/>
          <w:szCs w:val="22"/>
        </w:rPr>
        <w:t>室）</w:t>
      </w:r>
      <w:r w:rsidR="00885799" w:rsidRPr="00885799">
        <w:rPr>
          <w:rFonts w:ascii="Meiryo UI" w:eastAsia="Meiryo UI" w:hAnsi="Meiryo UI" w:hint="eastAsia"/>
          <w:sz w:val="22"/>
          <w:szCs w:val="22"/>
        </w:rPr>
        <w:t>（</w:t>
      </w:r>
      <w:r w:rsidR="006657B3" w:rsidRPr="006657B3">
        <w:rPr>
          <w:rFonts w:ascii="Meiryo UI" w:eastAsia="Meiryo UI" w:hAnsi="Meiryo UI" w:hint="eastAsia"/>
          <w:sz w:val="22"/>
          <w:szCs w:val="22"/>
        </w:rPr>
        <w:t>三重県三重郡川越町豊田一色280番地</w:t>
      </w:r>
      <w:r w:rsidR="00885799" w:rsidRPr="00885799">
        <w:rPr>
          <w:rFonts w:ascii="Meiryo UI" w:eastAsia="Meiryo UI" w:hAnsi="Meiryo UI" w:hint="eastAsia"/>
          <w:sz w:val="22"/>
          <w:szCs w:val="22"/>
        </w:rPr>
        <w:t>）</w:t>
      </w:r>
    </w:p>
    <w:p w14:paraId="1E7A6734" w14:textId="77777777" w:rsidR="00E47754" w:rsidRPr="006657B3" w:rsidRDefault="00E47754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sz w:val="22"/>
          <w:szCs w:val="22"/>
        </w:rPr>
      </w:pPr>
    </w:p>
    <w:p w14:paraId="58D6029E" w14:textId="77777777" w:rsidR="00E47754" w:rsidRDefault="00EC110D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b/>
          <w:sz w:val="22"/>
          <w:szCs w:val="22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10177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160"/>
        <w:gridCol w:w="5040"/>
      </w:tblGrid>
      <w:tr w:rsidR="0078734B" w:rsidRPr="00F52763" w14:paraId="7D481C7F" w14:textId="77777777" w:rsidTr="007548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14:paraId="252F413D" w14:textId="77777777" w:rsidR="0078734B" w:rsidRPr="00E076FC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開始時間</w:t>
            </w:r>
          </w:p>
        </w:tc>
        <w:tc>
          <w:tcPr>
            <w:tcW w:w="851" w:type="dxa"/>
          </w:tcPr>
          <w:p w14:paraId="20E692D6" w14:textId="77777777" w:rsidR="0078734B" w:rsidRPr="00E076FC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配分</w:t>
            </w:r>
          </w:p>
        </w:tc>
        <w:tc>
          <w:tcPr>
            <w:tcW w:w="3160" w:type="dxa"/>
          </w:tcPr>
          <w:p w14:paraId="489BCEC5" w14:textId="77777777" w:rsidR="0078734B" w:rsidRPr="00E076FC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内容</w:t>
            </w:r>
          </w:p>
        </w:tc>
        <w:tc>
          <w:tcPr>
            <w:tcW w:w="5040" w:type="dxa"/>
          </w:tcPr>
          <w:p w14:paraId="1C5829CB" w14:textId="77777777" w:rsidR="0078734B" w:rsidRPr="00E076FC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担当（敬称</w:t>
            </w:r>
            <w:r w:rsidRPr="00E076FC">
              <w:rPr>
                <w:rFonts w:ascii="Meiryo UI" w:eastAsia="Meiryo UI" w:hAnsi="Meiryo UI" w:cs="Meiryo UI"/>
                <w:sz w:val="22"/>
                <w:szCs w:val="22"/>
              </w:rPr>
              <w:t>略</w:t>
            </w: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）</w:t>
            </w:r>
          </w:p>
        </w:tc>
      </w:tr>
      <w:tr w:rsidR="00C462D7" w:rsidRPr="00F52763" w14:paraId="5C6BA298" w14:textId="77777777" w:rsidTr="0075482F">
        <w:trPr>
          <w:trHeight w:val="806"/>
        </w:trPr>
        <w:tc>
          <w:tcPr>
            <w:tcW w:w="1126" w:type="dxa"/>
            <w:vAlign w:val="center"/>
          </w:tcPr>
          <w:p w14:paraId="527A267A" w14:textId="77777777" w:rsidR="00C462D7" w:rsidRPr="00E076FC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13:30</w:t>
            </w:r>
          </w:p>
        </w:tc>
        <w:tc>
          <w:tcPr>
            <w:tcW w:w="851" w:type="dxa"/>
            <w:vAlign w:val="center"/>
          </w:tcPr>
          <w:p w14:paraId="3322F75B" w14:textId="77777777" w:rsidR="00C462D7" w:rsidRPr="00E076FC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5F781A26" w14:textId="77777777" w:rsidR="00C462D7" w:rsidRPr="00E076FC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挨拶</w:t>
            </w:r>
          </w:p>
        </w:tc>
        <w:tc>
          <w:tcPr>
            <w:tcW w:w="5040" w:type="dxa"/>
            <w:vAlign w:val="center"/>
          </w:tcPr>
          <w:p w14:paraId="247AE40C" w14:textId="0215BAEC" w:rsidR="00CA2DE1" w:rsidRPr="00E076FC" w:rsidRDefault="00CA2DE1" w:rsidP="00CA2DE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三重県地域連携部情報システム課　課長補佐</w:t>
            </w:r>
          </w:p>
          <w:p w14:paraId="3BE507DE" w14:textId="10137013" w:rsidR="00776514" w:rsidRPr="00E076FC" w:rsidRDefault="00CA2DE1" w:rsidP="00CA2DE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檜作　明治</w:t>
            </w:r>
          </w:p>
        </w:tc>
      </w:tr>
      <w:tr w:rsidR="00C462D7" w:rsidRPr="00F52763" w14:paraId="68B59E55" w14:textId="77777777" w:rsidTr="0075482F">
        <w:trPr>
          <w:trHeight w:val="679"/>
        </w:trPr>
        <w:tc>
          <w:tcPr>
            <w:tcW w:w="1126" w:type="dxa"/>
            <w:vAlign w:val="center"/>
          </w:tcPr>
          <w:p w14:paraId="28497DFB" w14:textId="77777777" w:rsidR="00C462D7" w:rsidRPr="00E076FC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13:35</w:t>
            </w:r>
          </w:p>
        </w:tc>
        <w:tc>
          <w:tcPr>
            <w:tcW w:w="851" w:type="dxa"/>
            <w:vAlign w:val="center"/>
          </w:tcPr>
          <w:p w14:paraId="2672DB14" w14:textId="7E16173B" w:rsidR="00C462D7" w:rsidRPr="00E076FC" w:rsidRDefault="00CD3456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/>
                <w:sz w:val="22"/>
                <w:szCs w:val="22"/>
              </w:rPr>
              <w:t>10</w:t>
            </w:r>
            <w:r w:rsidR="00C462D7"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3C0BE469" w14:textId="77777777" w:rsidR="00CA2DE1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受講者自己紹介</w:t>
            </w:r>
          </w:p>
          <w:p w14:paraId="5AB2C1D3" w14:textId="427C0C5C" w:rsidR="00CD3456" w:rsidRDefault="00723D69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オープンデータ動画放映</w:t>
            </w:r>
          </w:p>
          <w:p w14:paraId="1F4B6064" w14:textId="252A8C1C" w:rsidR="00E84D2E" w:rsidRPr="00E84D2E" w:rsidRDefault="00E84D2E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「</w:t>
            </w:r>
            <w:r w:rsidRPr="00E84D2E">
              <w:rPr>
                <w:rFonts w:ascii="Meiryo UI" w:eastAsia="Meiryo UI" w:hAnsi="Meiryo UI" w:cs="Meiryo UI" w:hint="eastAsia"/>
                <w:sz w:val="22"/>
                <w:szCs w:val="22"/>
              </w:rPr>
              <w:t>ゼロから始めるオープンデータ」</w:t>
            </w:r>
          </w:p>
        </w:tc>
        <w:tc>
          <w:tcPr>
            <w:tcW w:w="5040" w:type="dxa"/>
            <w:vAlign w:val="center"/>
          </w:tcPr>
          <w:p w14:paraId="29BD92CD" w14:textId="77777777" w:rsidR="00C462D7" w:rsidRPr="00E076FC" w:rsidRDefault="00C462D7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C462D7" w:rsidRPr="00F52763" w14:paraId="62063D18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1A88173F" w14:textId="77777777" w:rsidR="00C462D7" w:rsidRPr="00E076FC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13:45</w:t>
            </w:r>
          </w:p>
        </w:tc>
        <w:tc>
          <w:tcPr>
            <w:tcW w:w="851" w:type="dxa"/>
            <w:vAlign w:val="center"/>
          </w:tcPr>
          <w:p w14:paraId="71F082BB" w14:textId="304C4E03" w:rsidR="00C462D7" w:rsidRPr="00E076FC" w:rsidRDefault="00957F06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/>
                <w:sz w:val="22"/>
                <w:szCs w:val="22"/>
              </w:rPr>
              <w:t>4</w:t>
            </w:r>
            <w:r w:rsidR="00C462D7"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32D43EA3" w14:textId="77777777" w:rsidR="00C462D7" w:rsidRPr="00E076FC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講義①</w:t>
            </w:r>
          </w:p>
          <w:p w14:paraId="1373D30D" w14:textId="38C28CA5" w:rsidR="00C462D7" w:rsidRPr="00E076FC" w:rsidRDefault="00957F06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オープンデータ</w:t>
            </w:r>
            <w:r w:rsidRPr="00E076FC">
              <w:rPr>
                <w:rFonts w:ascii="Meiryo UI" w:eastAsia="Meiryo UI" w:hAnsi="Meiryo UI" w:cs="Meiryo UI"/>
                <w:sz w:val="22"/>
                <w:szCs w:val="22"/>
              </w:rPr>
              <w:t>の</w:t>
            </w: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定義・</w:t>
            </w:r>
            <w:r w:rsidRPr="00E076FC">
              <w:rPr>
                <w:rFonts w:ascii="Meiryo UI" w:eastAsia="Meiryo UI" w:hAnsi="Meiryo UI" w:cs="Meiryo UI"/>
                <w:sz w:val="22"/>
                <w:szCs w:val="22"/>
              </w:rPr>
              <w:t>意義</w:t>
            </w:r>
          </w:p>
        </w:tc>
        <w:tc>
          <w:tcPr>
            <w:tcW w:w="5040" w:type="dxa"/>
            <w:vAlign w:val="center"/>
          </w:tcPr>
          <w:p w14:paraId="271140E4" w14:textId="5C67A178" w:rsidR="006241FF" w:rsidRPr="00E076FC" w:rsidRDefault="006241FF" w:rsidP="0075482F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（一社）シビックテック</w:t>
            </w:r>
            <w:r w:rsidR="00563139"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・</w:t>
            </w: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ラボ　代表理事</w:t>
            </w:r>
          </w:p>
          <w:p w14:paraId="27861530" w14:textId="18238E28" w:rsidR="0075482F" w:rsidRPr="00E076FC" w:rsidRDefault="003679E0" w:rsidP="0075482F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（一社）</w:t>
            </w:r>
            <w:r w:rsidR="00CA2DE1"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コード・フォー・ジャパン　コンサルタント</w:t>
            </w:r>
          </w:p>
          <w:p w14:paraId="5396FA1E" w14:textId="75D0D957" w:rsidR="00C462D7" w:rsidRPr="00E076FC" w:rsidRDefault="00CA2DE1" w:rsidP="00CA2DE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市川</w:t>
            </w:r>
            <w:r w:rsidR="0075482F"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博之</w:t>
            </w:r>
          </w:p>
        </w:tc>
      </w:tr>
      <w:tr w:rsidR="00C462D7" w:rsidRPr="00F52763" w14:paraId="486ED059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2462A6A6" w14:textId="5AE94059" w:rsidR="00C462D7" w:rsidRPr="00E076FC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14:</w:t>
            </w:r>
            <w:r w:rsidR="00957F06" w:rsidRPr="00E076FC">
              <w:rPr>
                <w:rFonts w:ascii="Meiryo UI" w:eastAsia="Meiryo UI" w:hAnsi="Meiryo UI" w:cs="Meiryo UI"/>
                <w:sz w:val="22"/>
                <w:szCs w:val="22"/>
              </w:rPr>
              <w:t>3</w:t>
            </w: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14:paraId="779FFB7A" w14:textId="2ED77A1A" w:rsidR="00C462D7" w:rsidRPr="00E076FC" w:rsidRDefault="00957F06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/>
                <w:sz w:val="22"/>
                <w:szCs w:val="22"/>
              </w:rPr>
              <w:t>1</w:t>
            </w:r>
            <w:r w:rsidR="00932E19" w:rsidRPr="00E076FC">
              <w:rPr>
                <w:rFonts w:ascii="Meiryo UI" w:eastAsia="Meiryo UI" w:hAnsi="Meiryo UI" w:cs="Meiryo UI"/>
                <w:sz w:val="22"/>
                <w:szCs w:val="22"/>
              </w:rPr>
              <w:t>5</w:t>
            </w:r>
            <w:r w:rsidR="00C462D7"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4F7F7AF8" w14:textId="77777777" w:rsidR="00C462D7" w:rsidRPr="00E076FC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講義②</w:t>
            </w:r>
          </w:p>
          <w:p w14:paraId="446B0A7E" w14:textId="5AB84859" w:rsidR="0039267B" w:rsidRPr="00E076FC" w:rsidRDefault="00CA2DE1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三重県</w:t>
            </w:r>
            <w:r w:rsidR="0075482F"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におけるオープンデータの</w:t>
            </w:r>
          </w:p>
          <w:p w14:paraId="689D5B7A" w14:textId="39A95A90" w:rsidR="00C462D7" w:rsidRPr="00E076FC" w:rsidRDefault="00CA2DE1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取組み</w:t>
            </w:r>
          </w:p>
        </w:tc>
        <w:tc>
          <w:tcPr>
            <w:tcW w:w="5040" w:type="dxa"/>
            <w:vAlign w:val="center"/>
          </w:tcPr>
          <w:p w14:paraId="7A26AD83" w14:textId="726A0E11" w:rsidR="00CA2DE1" w:rsidRPr="00E076FC" w:rsidRDefault="00CA2DE1" w:rsidP="00CA2DE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三重県地域連携部情報システム課　主査</w:t>
            </w:r>
          </w:p>
          <w:p w14:paraId="4A7A146F" w14:textId="454C53E4" w:rsidR="00C462D7" w:rsidRPr="00E076FC" w:rsidRDefault="00CA2DE1" w:rsidP="00CA2DE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杉村　尚志</w:t>
            </w:r>
          </w:p>
        </w:tc>
      </w:tr>
      <w:tr w:rsidR="00C462D7" w:rsidRPr="00F52763" w14:paraId="1DD727AE" w14:textId="77777777" w:rsidTr="0075482F">
        <w:trPr>
          <w:trHeight w:val="397"/>
        </w:trPr>
        <w:tc>
          <w:tcPr>
            <w:tcW w:w="1126" w:type="dxa"/>
            <w:vAlign w:val="center"/>
          </w:tcPr>
          <w:p w14:paraId="5E3BC0FE" w14:textId="77777777" w:rsidR="00C462D7" w:rsidRPr="00E076FC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14:</w:t>
            </w:r>
            <w:r w:rsidR="00932E19" w:rsidRPr="00E076FC">
              <w:rPr>
                <w:rFonts w:ascii="Meiryo UI" w:eastAsia="Meiryo UI" w:hAnsi="Meiryo UI" w:cs="Meiryo UI"/>
                <w:sz w:val="22"/>
                <w:szCs w:val="22"/>
              </w:rPr>
              <w:t>45</w:t>
            </w:r>
          </w:p>
        </w:tc>
        <w:tc>
          <w:tcPr>
            <w:tcW w:w="851" w:type="dxa"/>
            <w:vAlign w:val="center"/>
          </w:tcPr>
          <w:p w14:paraId="3567C83C" w14:textId="77777777" w:rsidR="00C462D7" w:rsidRPr="00E076FC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69797837" w14:textId="77777777" w:rsidR="00C462D7" w:rsidRPr="00E076FC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休憩</w:t>
            </w:r>
          </w:p>
        </w:tc>
        <w:tc>
          <w:tcPr>
            <w:tcW w:w="5040" w:type="dxa"/>
            <w:vAlign w:val="center"/>
          </w:tcPr>
          <w:p w14:paraId="7405CEB0" w14:textId="77777777" w:rsidR="00C462D7" w:rsidRPr="00E076FC" w:rsidRDefault="00C462D7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C462D7" w:rsidRPr="00F52763" w14:paraId="6BA4DCA8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621A0DDC" w14:textId="77777777" w:rsidR="00C462D7" w:rsidRPr="00E076FC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14:5</w:t>
            </w:r>
            <w:r w:rsidR="00932E19" w:rsidRPr="00E076FC">
              <w:rPr>
                <w:rFonts w:ascii="Meiryo UI" w:eastAsia="Meiryo UI" w:hAnsi="Meiryo UI" w:cs="Meiryo UI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14:paraId="1C928DFC" w14:textId="425C6985" w:rsidR="00C462D7" w:rsidRPr="00E076FC" w:rsidRDefault="00CA2DE1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/>
                <w:sz w:val="22"/>
                <w:szCs w:val="22"/>
              </w:rPr>
              <w:t>3</w:t>
            </w: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0</w:t>
            </w:r>
            <w:r w:rsidR="00C462D7"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3D5DC6F3" w14:textId="77777777" w:rsidR="00C462D7" w:rsidRPr="00E076FC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講義③</w:t>
            </w:r>
          </w:p>
          <w:p w14:paraId="51A64047" w14:textId="77777777" w:rsidR="00C462D7" w:rsidRPr="00E076FC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作業手順の理解</w:t>
            </w:r>
          </w:p>
        </w:tc>
        <w:tc>
          <w:tcPr>
            <w:tcW w:w="5040" w:type="dxa"/>
            <w:vAlign w:val="center"/>
          </w:tcPr>
          <w:p w14:paraId="0DB8A96D" w14:textId="77777777" w:rsidR="004E6B34" w:rsidRPr="00E076FC" w:rsidRDefault="004E6B34" w:rsidP="004E6B34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株式会社日立製作所　公共システム事業部</w:t>
            </w:r>
          </w:p>
          <w:p w14:paraId="08B039C4" w14:textId="77644F3F" w:rsidR="00C462D7" w:rsidRPr="00E076FC" w:rsidRDefault="00CA2DE1" w:rsidP="00CA2DE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岩崎</w:t>
            </w:r>
            <w:r w:rsidR="004E6B34"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英</w:t>
            </w:r>
          </w:p>
        </w:tc>
      </w:tr>
      <w:tr w:rsidR="00C462D7" w:rsidRPr="00F52763" w14:paraId="2448270B" w14:textId="77777777" w:rsidTr="0075482F">
        <w:trPr>
          <w:trHeight w:val="397"/>
        </w:trPr>
        <w:tc>
          <w:tcPr>
            <w:tcW w:w="1126" w:type="dxa"/>
            <w:vAlign w:val="center"/>
          </w:tcPr>
          <w:p w14:paraId="2EB20BAC" w14:textId="3A2AF32F" w:rsidR="00C462D7" w:rsidRPr="00E076FC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15:</w:t>
            </w:r>
            <w:r w:rsidR="00932E19" w:rsidRPr="00E076FC">
              <w:rPr>
                <w:rFonts w:ascii="Meiryo UI" w:eastAsia="Meiryo UI" w:hAnsi="Meiryo UI" w:cs="Meiryo UI"/>
                <w:sz w:val="22"/>
                <w:szCs w:val="22"/>
              </w:rPr>
              <w:t>2</w:t>
            </w:r>
            <w:r w:rsidR="00CA2DE1"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14:paraId="7F769C06" w14:textId="77777777" w:rsidR="00C462D7" w:rsidRPr="00E076FC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10分</w:t>
            </w:r>
          </w:p>
        </w:tc>
        <w:tc>
          <w:tcPr>
            <w:tcW w:w="3160" w:type="dxa"/>
            <w:vAlign w:val="center"/>
          </w:tcPr>
          <w:p w14:paraId="044C8A85" w14:textId="77777777" w:rsidR="00C462D7" w:rsidRPr="00E076FC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休憩</w:t>
            </w:r>
          </w:p>
        </w:tc>
        <w:tc>
          <w:tcPr>
            <w:tcW w:w="5040" w:type="dxa"/>
            <w:vAlign w:val="center"/>
          </w:tcPr>
          <w:p w14:paraId="076AB902" w14:textId="77777777" w:rsidR="00C462D7" w:rsidRPr="00E076FC" w:rsidRDefault="00C462D7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C12AC1" w:rsidRPr="00F52763" w14:paraId="23013C69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7F0E9600" w14:textId="06ED2FFC" w:rsidR="00C12AC1" w:rsidRPr="00E076FC" w:rsidRDefault="00C12AC1" w:rsidP="00C12A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15:</w:t>
            </w:r>
            <w:r w:rsidRPr="00E076FC">
              <w:rPr>
                <w:rFonts w:ascii="Meiryo UI" w:eastAsia="Meiryo UI" w:hAnsi="Meiryo UI" w:cs="Meiryo UI"/>
                <w:sz w:val="22"/>
                <w:szCs w:val="22"/>
              </w:rPr>
              <w:t>3</w:t>
            </w:r>
            <w:r w:rsidR="00CA2DE1"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14:paraId="6D9D895D" w14:textId="0DD849BF" w:rsidR="00C12AC1" w:rsidRPr="00E076FC" w:rsidRDefault="00FB32D5" w:rsidP="00C12A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/>
                <w:sz w:val="22"/>
                <w:szCs w:val="22"/>
              </w:rPr>
              <w:t>45</w:t>
            </w:r>
            <w:r w:rsidR="00C12AC1"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4FABAF4B" w14:textId="77777777" w:rsidR="00C12AC1" w:rsidRPr="00E076FC" w:rsidRDefault="00C12AC1" w:rsidP="00C12AC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講義④</w:t>
            </w:r>
          </w:p>
          <w:p w14:paraId="0870A97D" w14:textId="77777777" w:rsidR="00C12AC1" w:rsidRPr="00E076FC" w:rsidRDefault="00C12AC1" w:rsidP="00C12AC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ミニディスカッション</w:t>
            </w:r>
          </w:p>
        </w:tc>
        <w:tc>
          <w:tcPr>
            <w:tcW w:w="5040" w:type="dxa"/>
            <w:vAlign w:val="center"/>
          </w:tcPr>
          <w:p w14:paraId="05D55715" w14:textId="4B627B3F" w:rsidR="006241FF" w:rsidRPr="00E076FC" w:rsidRDefault="006241FF" w:rsidP="00CA2DE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（一社）シビックテックラボ　代表理事</w:t>
            </w:r>
          </w:p>
          <w:p w14:paraId="3DD600E9" w14:textId="50AFDD9B" w:rsidR="00CA2DE1" w:rsidRPr="00E076FC" w:rsidRDefault="003679E0" w:rsidP="00CA2DE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（一社）</w:t>
            </w:r>
            <w:r w:rsidR="00CA2DE1"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コード・フォー・ジャパン　コンサルタント</w:t>
            </w:r>
          </w:p>
          <w:p w14:paraId="06130707" w14:textId="55EDC2AF" w:rsidR="006E0D77" w:rsidRPr="00E076FC" w:rsidRDefault="00CA2DE1" w:rsidP="00CA2DE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市川　博之</w:t>
            </w:r>
          </w:p>
        </w:tc>
      </w:tr>
      <w:tr w:rsidR="00C462D7" w:rsidRPr="00F52763" w14:paraId="56DEEA17" w14:textId="77777777" w:rsidTr="0075482F">
        <w:trPr>
          <w:trHeight w:val="724"/>
        </w:trPr>
        <w:tc>
          <w:tcPr>
            <w:tcW w:w="1126" w:type="dxa"/>
            <w:vAlign w:val="center"/>
          </w:tcPr>
          <w:p w14:paraId="017749B6" w14:textId="3FA46ED6" w:rsidR="00C462D7" w:rsidRPr="00E076FC" w:rsidRDefault="00C462D7" w:rsidP="00FB32D5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16:</w:t>
            </w:r>
            <w:r w:rsidR="00CA2DE1" w:rsidRPr="00E076FC">
              <w:rPr>
                <w:rFonts w:ascii="Meiryo UI" w:eastAsia="Meiryo UI" w:hAnsi="Meiryo UI" w:cs="Meiryo UI"/>
                <w:sz w:val="22"/>
                <w:szCs w:val="22"/>
              </w:rPr>
              <w:t>15</w:t>
            </w:r>
          </w:p>
        </w:tc>
        <w:tc>
          <w:tcPr>
            <w:tcW w:w="851" w:type="dxa"/>
            <w:vAlign w:val="center"/>
          </w:tcPr>
          <w:p w14:paraId="58537C1E" w14:textId="77777777" w:rsidR="00C462D7" w:rsidRPr="00E076FC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15CD832A" w14:textId="77777777" w:rsidR="00C462D7" w:rsidRPr="00E076FC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確認テスト</w:t>
            </w:r>
          </w:p>
        </w:tc>
        <w:tc>
          <w:tcPr>
            <w:tcW w:w="5040" w:type="dxa"/>
            <w:vAlign w:val="center"/>
          </w:tcPr>
          <w:p w14:paraId="082D8F4B" w14:textId="77777777" w:rsidR="00C462D7" w:rsidRPr="00E076FC" w:rsidRDefault="00C462D7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株式会社日立製作所</w:t>
            </w:r>
          </w:p>
        </w:tc>
      </w:tr>
      <w:tr w:rsidR="00C462D7" w:rsidRPr="00F52763" w14:paraId="43A2DA52" w14:textId="77777777" w:rsidTr="0075482F">
        <w:trPr>
          <w:trHeight w:val="691"/>
        </w:trPr>
        <w:tc>
          <w:tcPr>
            <w:tcW w:w="1126" w:type="dxa"/>
            <w:vAlign w:val="center"/>
          </w:tcPr>
          <w:p w14:paraId="40C756E3" w14:textId="63BB045A" w:rsidR="00C462D7" w:rsidRPr="00E076FC" w:rsidRDefault="00C462D7" w:rsidP="00FB32D5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16:2</w:t>
            </w:r>
            <w:r w:rsidR="00CA2DE1" w:rsidRPr="00E076FC">
              <w:rPr>
                <w:rFonts w:ascii="Meiryo UI" w:eastAsia="Meiryo UI" w:hAnsi="Meiryo UI" w:cs="Meiryo UI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14:paraId="3A5D16D6" w14:textId="77777777" w:rsidR="00C462D7" w:rsidRPr="00E076FC" w:rsidRDefault="005C32DB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  <w:r w:rsidR="00C462D7"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2041D773" w14:textId="77777777" w:rsidR="00C462D7" w:rsidRPr="00E076FC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アンケート</w:t>
            </w:r>
          </w:p>
        </w:tc>
        <w:tc>
          <w:tcPr>
            <w:tcW w:w="5040" w:type="dxa"/>
            <w:vAlign w:val="center"/>
          </w:tcPr>
          <w:p w14:paraId="18F32A1A" w14:textId="77777777" w:rsidR="00C462D7" w:rsidRPr="00E076FC" w:rsidRDefault="00C462D7" w:rsidP="002D47F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株式会社日立製作所</w:t>
            </w:r>
          </w:p>
        </w:tc>
      </w:tr>
      <w:tr w:rsidR="00CA2DE1" w:rsidRPr="00F52763" w14:paraId="5D99B9D0" w14:textId="77777777" w:rsidTr="0075482F">
        <w:trPr>
          <w:trHeight w:val="397"/>
        </w:trPr>
        <w:tc>
          <w:tcPr>
            <w:tcW w:w="1126" w:type="dxa"/>
            <w:vAlign w:val="center"/>
          </w:tcPr>
          <w:p w14:paraId="4577A60C" w14:textId="6D60C348" w:rsidR="00CA2DE1" w:rsidRPr="00E076FC" w:rsidRDefault="00CA2DE1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16:25</w:t>
            </w:r>
          </w:p>
        </w:tc>
        <w:tc>
          <w:tcPr>
            <w:tcW w:w="851" w:type="dxa"/>
            <w:vAlign w:val="center"/>
          </w:tcPr>
          <w:p w14:paraId="1A29F4A7" w14:textId="56B01715" w:rsidR="00CA2DE1" w:rsidRPr="00E076FC" w:rsidRDefault="00CA2DE1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569B596C" w14:textId="6A0522A1" w:rsidR="00CA2DE1" w:rsidRPr="00E076FC" w:rsidRDefault="00CA2DE1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挨拶</w:t>
            </w:r>
          </w:p>
        </w:tc>
        <w:tc>
          <w:tcPr>
            <w:tcW w:w="5040" w:type="dxa"/>
            <w:vAlign w:val="center"/>
          </w:tcPr>
          <w:p w14:paraId="326E66B3" w14:textId="77777777" w:rsidR="00E076FC" w:rsidRDefault="00CA2DE1" w:rsidP="003679E0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東海総合通信局　情報通信部</w:t>
            </w:r>
          </w:p>
          <w:p w14:paraId="203AAEF8" w14:textId="5066A8CF" w:rsidR="00CA2DE1" w:rsidRPr="00E076FC" w:rsidRDefault="00CA2DE1" w:rsidP="003679E0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情報通信振興課 課長</w:t>
            </w:r>
          </w:p>
          <w:p w14:paraId="20C26B43" w14:textId="6D4C392F" w:rsidR="00CA2DE1" w:rsidRPr="00E076FC" w:rsidRDefault="00CA2DE1" w:rsidP="002D47F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加藤　明彦</w:t>
            </w:r>
          </w:p>
        </w:tc>
      </w:tr>
      <w:tr w:rsidR="00C462D7" w:rsidRPr="00F52763" w14:paraId="07C0B100" w14:textId="77777777" w:rsidTr="0075482F">
        <w:trPr>
          <w:trHeight w:val="397"/>
        </w:trPr>
        <w:tc>
          <w:tcPr>
            <w:tcW w:w="1126" w:type="dxa"/>
            <w:vAlign w:val="center"/>
          </w:tcPr>
          <w:p w14:paraId="115D8F62" w14:textId="77777777" w:rsidR="00C462D7" w:rsidRPr="00E076FC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16:30</w:t>
            </w:r>
          </w:p>
        </w:tc>
        <w:tc>
          <w:tcPr>
            <w:tcW w:w="851" w:type="dxa"/>
            <w:vAlign w:val="center"/>
          </w:tcPr>
          <w:p w14:paraId="4D526477" w14:textId="77777777" w:rsidR="00C462D7" w:rsidRPr="00E076FC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  <w:tc>
          <w:tcPr>
            <w:tcW w:w="3160" w:type="dxa"/>
            <w:vAlign w:val="center"/>
          </w:tcPr>
          <w:p w14:paraId="6CE4F61B" w14:textId="77777777" w:rsidR="00C462D7" w:rsidRPr="00E076FC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076FC">
              <w:rPr>
                <w:rFonts w:ascii="Meiryo UI" w:eastAsia="Meiryo UI" w:hAnsi="Meiryo UI" w:cs="Meiryo UI" w:hint="eastAsia"/>
                <w:sz w:val="22"/>
                <w:szCs w:val="22"/>
              </w:rPr>
              <w:t>終了</w:t>
            </w:r>
          </w:p>
        </w:tc>
        <w:tc>
          <w:tcPr>
            <w:tcW w:w="5040" w:type="dxa"/>
            <w:vAlign w:val="center"/>
          </w:tcPr>
          <w:p w14:paraId="26C25196" w14:textId="77777777" w:rsidR="00C462D7" w:rsidRPr="00E076FC" w:rsidRDefault="00C462D7" w:rsidP="002D47F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</w:tbl>
    <w:p w14:paraId="3A5CED73" w14:textId="58111B19" w:rsidR="00197418" w:rsidRPr="00197418" w:rsidRDefault="00197418" w:rsidP="002968F3">
      <w:pPr>
        <w:spacing w:line="0" w:lineRule="atLeast"/>
        <w:ind w:right="-143"/>
        <w:contextualSpacing/>
        <w:rPr>
          <w:rFonts w:ascii="Meiryo UI" w:eastAsia="Meiryo UI" w:hAnsi="Meiryo UI" w:hint="eastAsia"/>
          <w:b/>
          <w:sz w:val="22"/>
        </w:rPr>
      </w:pPr>
      <w:bookmarkStart w:id="0" w:name="_GoBack"/>
      <w:bookmarkEnd w:id="0"/>
    </w:p>
    <w:sectPr w:rsidR="00197418" w:rsidRPr="00197418" w:rsidSect="007B7DCB">
      <w:pgSz w:w="11906" w:h="16838" w:code="9"/>
      <w:pgMar w:top="1418" w:right="992" w:bottom="1418" w:left="1276" w:header="284" w:footer="397" w:gutter="0"/>
      <w:cols w:space="425"/>
      <w:docGrid w:type="lines" w:linePitch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87D6F" w14:textId="77777777" w:rsidR="00BA59F7" w:rsidRDefault="00BA59F7" w:rsidP="009B751E">
      <w:r>
        <w:separator/>
      </w:r>
    </w:p>
  </w:endnote>
  <w:endnote w:type="continuationSeparator" w:id="0">
    <w:p w14:paraId="1DA7DBD8" w14:textId="77777777" w:rsidR="00BA59F7" w:rsidRDefault="00BA59F7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メイリオ">
    <w:altName w:val="メイリオ"/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7A6317" w14:textId="77777777" w:rsidR="00BA59F7" w:rsidRDefault="00BA59F7" w:rsidP="009B751E">
      <w:r>
        <w:separator/>
      </w:r>
    </w:p>
  </w:footnote>
  <w:footnote w:type="continuationSeparator" w:id="0">
    <w:p w14:paraId="54900337" w14:textId="77777777" w:rsidR="00BA59F7" w:rsidRDefault="00BA59F7" w:rsidP="009B75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rawingGridVerticalSpacing w:val="399"/>
  <w:displayHorizontalDrawingGridEvery w:val="0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1114B"/>
    <w:rsid w:val="00026EEC"/>
    <w:rsid w:val="00034149"/>
    <w:rsid w:val="00037ED9"/>
    <w:rsid w:val="00037FD7"/>
    <w:rsid w:val="000418B6"/>
    <w:rsid w:val="000652F1"/>
    <w:rsid w:val="00072BAC"/>
    <w:rsid w:val="000771F1"/>
    <w:rsid w:val="000806D4"/>
    <w:rsid w:val="00083F4C"/>
    <w:rsid w:val="000A384A"/>
    <w:rsid w:val="000A7B37"/>
    <w:rsid w:val="000C0B1B"/>
    <w:rsid w:val="000C626B"/>
    <w:rsid w:val="000E186F"/>
    <w:rsid w:val="000E40D3"/>
    <w:rsid w:val="000F3880"/>
    <w:rsid w:val="00104B14"/>
    <w:rsid w:val="0011339E"/>
    <w:rsid w:val="00131578"/>
    <w:rsid w:val="00131A62"/>
    <w:rsid w:val="0013301B"/>
    <w:rsid w:val="00136961"/>
    <w:rsid w:val="0013736E"/>
    <w:rsid w:val="00140B2E"/>
    <w:rsid w:val="00143F34"/>
    <w:rsid w:val="00152493"/>
    <w:rsid w:val="00163B12"/>
    <w:rsid w:val="00181E8F"/>
    <w:rsid w:val="00184F48"/>
    <w:rsid w:val="00187505"/>
    <w:rsid w:val="00197418"/>
    <w:rsid w:val="001A134A"/>
    <w:rsid w:val="001A769A"/>
    <w:rsid w:val="001B0C50"/>
    <w:rsid w:val="001B26B7"/>
    <w:rsid w:val="001B2FC5"/>
    <w:rsid w:val="001B4282"/>
    <w:rsid w:val="001C3C0F"/>
    <w:rsid w:val="001C3F8B"/>
    <w:rsid w:val="001C4AF2"/>
    <w:rsid w:val="001D5756"/>
    <w:rsid w:val="001F41A7"/>
    <w:rsid w:val="001F5435"/>
    <w:rsid w:val="001F6282"/>
    <w:rsid w:val="00203EAF"/>
    <w:rsid w:val="00207EB4"/>
    <w:rsid w:val="00215CCD"/>
    <w:rsid w:val="00241288"/>
    <w:rsid w:val="0025186D"/>
    <w:rsid w:val="00252C2C"/>
    <w:rsid w:val="00253CDD"/>
    <w:rsid w:val="002557B9"/>
    <w:rsid w:val="002706FB"/>
    <w:rsid w:val="00280C7F"/>
    <w:rsid w:val="002968F3"/>
    <w:rsid w:val="002A2154"/>
    <w:rsid w:val="002A5B42"/>
    <w:rsid w:val="002A74AA"/>
    <w:rsid w:val="002D47F1"/>
    <w:rsid w:val="002E46D2"/>
    <w:rsid w:val="002E4D4E"/>
    <w:rsid w:val="002F14F4"/>
    <w:rsid w:val="002F6361"/>
    <w:rsid w:val="003030C2"/>
    <w:rsid w:val="00321D72"/>
    <w:rsid w:val="00324606"/>
    <w:rsid w:val="00342292"/>
    <w:rsid w:val="003578F5"/>
    <w:rsid w:val="003679E0"/>
    <w:rsid w:val="0039267B"/>
    <w:rsid w:val="003A6292"/>
    <w:rsid w:val="003A6ED2"/>
    <w:rsid w:val="003B09E4"/>
    <w:rsid w:val="003C4E5D"/>
    <w:rsid w:val="003E016D"/>
    <w:rsid w:val="003F0558"/>
    <w:rsid w:val="0041296B"/>
    <w:rsid w:val="0041685B"/>
    <w:rsid w:val="004363EB"/>
    <w:rsid w:val="004426A2"/>
    <w:rsid w:val="004474D2"/>
    <w:rsid w:val="0045535E"/>
    <w:rsid w:val="0047670A"/>
    <w:rsid w:val="004773EF"/>
    <w:rsid w:val="00481BD9"/>
    <w:rsid w:val="004A4430"/>
    <w:rsid w:val="004B1ADD"/>
    <w:rsid w:val="004C4CDE"/>
    <w:rsid w:val="004D01FA"/>
    <w:rsid w:val="004D681C"/>
    <w:rsid w:val="004E6B34"/>
    <w:rsid w:val="004F4AD6"/>
    <w:rsid w:val="004F7C7C"/>
    <w:rsid w:val="00503E94"/>
    <w:rsid w:val="005104D8"/>
    <w:rsid w:val="0051433B"/>
    <w:rsid w:val="005404CC"/>
    <w:rsid w:val="00540D09"/>
    <w:rsid w:val="0055677E"/>
    <w:rsid w:val="00561EB3"/>
    <w:rsid w:val="0056272A"/>
    <w:rsid w:val="00563139"/>
    <w:rsid w:val="005714CE"/>
    <w:rsid w:val="00580885"/>
    <w:rsid w:val="00586A5A"/>
    <w:rsid w:val="005A6EE7"/>
    <w:rsid w:val="005B113D"/>
    <w:rsid w:val="005B150F"/>
    <w:rsid w:val="005B526B"/>
    <w:rsid w:val="005C15D6"/>
    <w:rsid w:val="005C314B"/>
    <w:rsid w:val="005C32DB"/>
    <w:rsid w:val="005D2E50"/>
    <w:rsid w:val="005F75B4"/>
    <w:rsid w:val="0060105E"/>
    <w:rsid w:val="00620510"/>
    <w:rsid w:val="006241FF"/>
    <w:rsid w:val="00633A0D"/>
    <w:rsid w:val="006424C8"/>
    <w:rsid w:val="006657B3"/>
    <w:rsid w:val="006679A2"/>
    <w:rsid w:val="006718EF"/>
    <w:rsid w:val="00676BF6"/>
    <w:rsid w:val="006773EC"/>
    <w:rsid w:val="00691569"/>
    <w:rsid w:val="006A4004"/>
    <w:rsid w:val="006B767C"/>
    <w:rsid w:val="006D7DA5"/>
    <w:rsid w:val="006E0D77"/>
    <w:rsid w:val="006E7D62"/>
    <w:rsid w:val="00700A96"/>
    <w:rsid w:val="00707277"/>
    <w:rsid w:val="00707830"/>
    <w:rsid w:val="00710780"/>
    <w:rsid w:val="00713F9F"/>
    <w:rsid w:val="00714B3E"/>
    <w:rsid w:val="007228B5"/>
    <w:rsid w:val="00723D69"/>
    <w:rsid w:val="00741230"/>
    <w:rsid w:val="007420A3"/>
    <w:rsid w:val="0075482F"/>
    <w:rsid w:val="00776514"/>
    <w:rsid w:val="007837EF"/>
    <w:rsid w:val="0078734B"/>
    <w:rsid w:val="007A1D5A"/>
    <w:rsid w:val="007A4BDC"/>
    <w:rsid w:val="007B16AA"/>
    <w:rsid w:val="007B7DCB"/>
    <w:rsid w:val="007D2983"/>
    <w:rsid w:val="007E7ED1"/>
    <w:rsid w:val="007F2AEF"/>
    <w:rsid w:val="00810799"/>
    <w:rsid w:val="00840148"/>
    <w:rsid w:val="00863F8B"/>
    <w:rsid w:val="00885799"/>
    <w:rsid w:val="00885F62"/>
    <w:rsid w:val="00890642"/>
    <w:rsid w:val="0089253E"/>
    <w:rsid w:val="008925FE"/>
    <w:rsid w:val="00897079"/>
    <w:rsid w:val="008B6E9E"/>
    <w:rsid w:val="008D5E85"/>
    <w:rsid w:val="00906C01"/>
    <w:rsid w:val="0091267C"/>
    <w:rsid w:val="00922D4A"/>
    <w:rsid w:val="00931BBC"/>
    <w:rsid w:val="00932E19"/>
    <w:rsid w:val="0093677A"/>
    <w:rsid w:val="00941242"/>
    <w:rsid w:val="009414C9"/>
    <w:rsid w:val="009547D9"/>
    <w:rsid w:val="00957F06"/>
    <w:rsid w:val="00960AB1"/>
    <w:rsid w:val="00961EEC"/>
    <w:rsid w:val="00962CC3"/>
    <w:rsid w:val="00963A92"/>
    <w:rsid w:val="00977170"/>
    <w:rsid w:val="00987A06"/>
    <w:rsid w:val="0099181F"/>
    <w:rsid w:val="009963A5"/>
    <w:rsid w:val="009A1F0B"/>
    <w:rsid w:val="009B751E"/>
    <w:rsid w:val="009C53B3"/>
    <w:rsid w:val="00A0612E"/>
    <w:rsid w:val="00A1790E"/>
    <w:rsid w:val="00A17A22"/>
    <w:rsid w:val="00A71CD2"/>
    <w:rsid w:val="00A80316"/>
    <w:rsid w:val="00A814D0"/>
    <w:rsid w:val="00A846F7"/>
    <w:rsid w:val="00AB6721"/>
    <w:rsid w:val="00AC5D1B"/>
    <w:rsid w:val="00AE7D0B"/>
    <w:rsid w:val="00AF1DF9"/>
    <w:rsid w:val="00B01C78"/>
    <w:rsid w:val="00B17198"/>
    <w:rsid w:val="00B27656"/>
    <w:rsid w:val="00B36D85"/>
    <w:rsid w:val="00B615F6"/>
    <w:rsid w:val="00B65C85"/>
    <w:rsid w:val="00B73409"/>
    <w:rsid w:val="00B761FB"/>
    <w:rsid w:val="00BA3F4A"/>
    <w:rsid w:val="00BA59F7"/>
    <w:rsid w:val="00BB5FFF"/>
    <w:rsid w:val="00BB7869"/>
    <w:rsid w:val="00BC1AAE"/>
    <w:rsid w:val="00BD598B"/>
    <w:rsid w:val="00BE48DE"/>
    <w:rsid w:val="00C05922"/>
    <w:rsid w:val="00C064CA"/>
    <w:rsid w:val="00C12AC1"/>
    <w:rsid w:val="00C15EB4"/>
    <w:rsid w:val="00C226A2"/>
    <w:rsid w:val="00C22A9E"/>
    <w:rsid w:val="00C23A3D"/>
    <w:rsid w:val="00C23EDA"/>
    <w:rsid w:val="00C241D3"/>
    <w:rsid w:val="00C25F33"/>
    <w:rsid w:val="00C26056"/>
    <w:rsid w:val="00C35E03"/>
    <w:rsid w:val="00C44387"/>
    <w:rsid w:val="00C462D7"/>
    <w:rsid w:val="00C4738A"/>
    <w:rsid w:val="00C53275"/>
    <w:rsid w:val="00C70264"/>
    <w:rsid w:val="00C72B67"/>
    <w:rsid w:val="00C752A1"/>
    <w:rsid w:val="00C87AE3"/>
    <w:rsid w:val="00C938E4"/>
    <w:rsid w:val="00CA1594"/>
    <w:rsid w:val="00CA2DE1"/>
    <w:rsid w:val="00CA5869"/>
    <w:rsid w:val="00CA7654"/>
    <w:rsid w:val="00CC0CDB"/>
    <w:rsid w:val="00CC459A"/>
    <w:rsid w:val="00CD1120"/>
    <w:rsid w:val="00CD3456"/>
    <w:rsid w:val="00CD658E"/>
    <w:rsid w:val="00CE2CEF"/>
    <w:rsid w:val="00CF033A"/>
    <w:rsid w:val="00D00760"/>
    <w:rsid w:val="00D0612D"/>
    <w:rsid w:val="00D10467"/>
    <w:rsid w:val="00D2079B"/>
    <w:rsid w:val="00D2116F"/>
    <w:rsid w:val="00D305B7"/>
    <w:rsid w:val="00D51CE4"/>
    <w:rsid w:val="00D5466C"/>
    <w:rsid w:val="00D7738C"/>
    <w:rsid w:val="00D86FF8"/>
    <w:rsid w:val="00D90A80"/>
    <w:rsid w:val="00D960B3"/>
    <w:rsid w:val="00D97D16"/>
    <w:rsid w:val="00DA70E5"/>
    <w:rsid w:val="00DB3EC1"/>
    <w:rsid w:val="00DC4471"/>
    <w:rsid w:val="00DC7C2A"/>
    <w:rsid w:val="00DD7CBC"/>
    <w:rsid w:val="00DF0DDA"/>
    <w:rsid w:val="00DF64A3"/>
    <w:rsid w:val="00E04E7E"/>
    <w:rsid w:val="00E050F1"/>
    <w:rsid w:val="00E076FC"/>
    <w:rsid w:val="00E1613E"/>
    <w:rsid w:val="00E35C8F"/>
    <w:rsid w:val="00E47754"/>
    <w:rsid w:val="00E6799E"/>
    <w:rsid w:val="00E726AD"/>
    <w:rsid w:val="00E8068E"/>
    <w:rsid w:val="00E8073C"/>
    <w:rsid w:val="00E84D2E"/>
    <w:rsid w:val="00E9089F"/>
    <w:rsid w:val="00E96215"/>
    <w:rsid w:val="00E97891"/>
    <w:rsid w:val="00EB4E53"/>
    <w:rsid w:val="00EC110D"/>
    <w:rsid w:val="00EC1828"/>
    <w:rsid w:val="00EC3E03"/>
    <w:rsid w:val="00EC3EE2"/>
    <w:rsid w:val="00ED28B0"/>
    <w:rsid w:val="00ED39DD"/>
    <w:rsid w:val="00EE0B56"/>
    <w:rsid w:val="00EE32FC"/>
    <w:rsid w:val="00EF0749"/>
    <w:rsid w:val="00EF5887"/>
    <w:rsid w:val="00F15445"/>
    <w:rsid w:val="00F161E5"/>
    <w:rsid w:val="00F16EB3"/>
    <w:rsid w:val="00F3654E"/>
    <w:rsid w:val="00F52763"/>
    <w:rsid w:val="00F56EA4"/>
    <w:rsid w:val="00F70293"/>
    <w:rsid w:val="00F80473"/>
    <w:rsid w:val="00F841F5"/>
    <w:rsid w:val="00F85E81"/>
    <w:rsid w:val="00F8795E"/>
    <w:rsid w:val="00F95D87"/>
    <w:rsid w:val="00FA0052"/>
    <w:rsid w:val="00FA2E68"/>
    <w:rsid w:val="00FB32D5"/>
    <w:rsid w:val="00FB3F5E"/>
    <w:rsid w:val="00FD6C21"/>
    <w:rsid w:val="00FE5D18"/>
    <w:rsid w:val="00FF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25782D1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C53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C53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DD340695.dotm</Template>
  <TotalTime>0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2019-06-03T02:11:00Z</dcterms:created>
  <dcterms:modified xsi:type="dcterms:W3CDTF">2019-07-31T10:21:00Z</dcterms:modified>
</cp:coreProperties>
</file>