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12BA1" w14:textId="77777777"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bookmarkStart w:id="0" w:name="_GoBack"/>
      <w:bookmarkEnd w:id="0"/>
    </w:p>
    <w:p w14:paraId="22338300" w14:textId="6E3D0FC4" w:rsidR="006D7DA5" w:rsidRPr="00EE0B56" w:rsidRDefault="006773EC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令和元</w:t>
      </w:r>
      <w:r w:rsidRPr="00EE0B56">
        <w:rPr>
          <w:rFonts w:ascii="Meiryo UI" w:eastAsia="Meiryo UI" w:hAnsi="Meiryo UI" w:hint="eastAsia"/>
          <w:sz w:val="24"/>
          <w:szCs w:val="24"/>
        </w:rPr>
        <w:t>年度</w:t>
      </w:r>
    </w:p>
    <w:p w14:paraId="53F0625C" w14:textId="77777777" w:rsidR="00D019EF" w:rsidRPr="00F52763" w:rsidRDefault="00D019EF" w:rsidP="00D019EF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オープンデータ化支援研修・埼玉県さいたま市</w:t>
      </w:r>
    </w:p>
    <w:p w14:paraId="47FA498D" w14:textId="77777777" w:rsidR="00D019EF" w:rsidRPr="00F52763" w:rsidRDefault="00D019EF" w:rsidP="00D019EF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67E46FCD" w14:textId="77777777" w:rsidR="00D019EF" w:rsidRPr="00F52763" w:rsidRDefault="00D019EF" w:rsidP="00D019EF">
      <w:pPr>
        <w:pStyle w:val="a3"/>
        <w:spacing w:line="0" w:lineRule="atLeast"/>
        <w:ind w:firstLineChars="250" w:firstLine="55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○日  時：</w:t>
      </w:r>
      <w:r w:rsidRPr="00404C45">
        <w:rPr>
          <w:rFonts w:ascii="Meiryo UI" w:eastAsia="Meiryo UI" w:hAnsi="Meiryo UI" w:hint="eastAsia"/>
          <w:sz w:val="22"/>
          <w:szCs w:val="22"/>
        </w:rPr>
        <w:t xml:space="preserve">2019年8月19日(月)　</w:t>
      </w:r>
      <w:r>
        <w:rPr>
          <w:rFonts w:ascii="Meiryo UI" w:eastAsia="Meiryo UI" w:hAnsi="Meiryo UI" w:hint="eastAsia"/>
          <w:sz w:val="22"/>
          <w:szCs w:val="22"/>
        </w:rPr>
        <w:t>13:30</w:t>
      </w:r>
      <w:r w:rsidRPr="00F52763">
        <w:rPr>
          <w:rFonts w:ascii="Meiryo UI" w:eastAsia="Meiryo UI" w:hAnsi="Meiryo UI" w:hint="eastAsia"/>
          <w:sz w:val="22"/>
          <w:szCs w:val="22"/>
        </w:rPr>
        <w:t>～</w:t>
      </w:r>
      <w:r w:rsidRPr="00404C45">
        <w:rPr>
          <w:rFonts w:ascii="Meiryo UI" w:eastAsia="Meiryo UI" w:hAnsi="Meiryo UI" w:hint="eastAsia"/>
          <w:sz w:val="22"/>
          <w:szCs w:val="22"/>
        </w:rPr>
        <w:t>16:30</w:t>
      </w:r>
    </w:p>
    <w:p w14:paraId="4C6A9477" w14:textId="7D092729" w:rsidR="0041296B" w:rsidRPr="00F52763" w:rsidRDefault="00D019EF" w:rsidP="00D019EF">
      <w:pPr>
        <w:pStyle w:val="a3"/>
        <w:spacing w:line="0" w:lineRule="atLeast"/>
        <w:ind w:firstLineChars="100" w:firstLine="220"/>
        <w:contextualSpacing/>
        <w:jc w:val="center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○場  所：</w:t>
      </w:r>
      <w:r w:rsidRPr="00404C45">
        <w:rPr>
          <w:rFonts w:ascii="Meiryo UI" w:eastAsia="Meiryo UI" w:hAnsi="Meiryo UI" w:hint="eastAsia"/>
          <w:sz w:val="22"/>
          <w:szCs w:val="22"/>
        </w:rPr>
        <w:t>埼玉県県民健康センター　大会議室（Ｂ）</w:t>
      </w:r>
      <w:r w:rsidRPr="00885799">
        <w:rPr>
          <w:rFonts w:ascii="Meiryo UI" w:eastAsia="Meiryo UI" w:hAnsi="Meiryo UI" w:hint="eastAsia"/>
          <w:sz w:val="22"/>
          <w:szCs w:val="22"/>
        </w:rPr>
        <w:t>（</w:t>
      </w:r>
      <w:r w:rsidRPr="00404C45">
        <w:rPr>
          <w:rFonts w:ascii="Meiryo UI" w:eastAsia="Meiryo UI" w:hAnsi="Meiryo UI" w:hint="eastAsia"/>
          <w:sz w:val="22"/>
          <w:szCs w:val="22"/>
        </w:rPr>
        <w:t>さいたま市浦和区仲町３丁目５－１</w:t>
      </w:r>
      <w:r w:rsidRPr="00885799">
        <w:rPr>
          <w:rFonts w:ascii="Meiryo UI" w:eastAsia="Meiryo UI" w:hAnsi="Meiryo UI" w:hint="eastAsia"/>
          <w:sz w:val="22"/>
          <w:szCs w:val="22"/>
        </w:rPr>
        <w:t>）</w:t>
      </w:r>
    </w:p>
    <w:p w14:paraId="2FCE7565" w14:textId="77777777" w:rsidR="0041296B" w:rsidRPr="00776514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1E7A6734" w14:textId="77777777" w:rsidR="00E47754" w:rsidRPr="006657B3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58D6029E" w14:textId="77777777"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10177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160"/>
        <w:gridCol w:w="5040"/>
      </w:tblGrid>
      <w:tr w:rsidR="0078734B" w:rsidRPr="00F52763" w14:paraId="7D481C7F" w14:textId="77777777" w:rsidTr="007548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14:paraId="252F413D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開始時間</w:t>
            </w:r>
          </w:p>
        </w:tc>
        <w:tc>
          <w:tcPr>
            <w:tcW w:w="851" w:type="dxa"/>
          </w:tcPr>
          <w:p w14:paraId="20E692D6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配分</w:t>
            </w:r>
          </w:p>
        </w:tc>
        <w:tc>
          <w:tcPr>
            <w:tcW w:w="3160" w:type="dxa"/>
          </w:tcPr>
          <w:p w14:paraId="489BCEC5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内容</w:t>
            </w:r>
          </w:p>
        </w:tc>
        <w:tc>
          <w:tcPr>
            <w:tcW w:w="5040" w:type="dxa"/>
          </w:tcPr>
          <w:p w14:paraId="1C5829CB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担当（敬称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略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）</w:t>
            </w:r>
          </w:p>
        </w:tc>
      </w:tr>
      <w:tr w:rsidR="00C462D7" w:rsidRPr="00F52763" w14:paraId="5C6BA298" w14:textId="77777777" w:rsidTr="0075482F">
        <w:trPr>
          <w:trHeight w:val="806"/>
        </w:trPr>
        <w:tc>
          <w:tcPr>
            <w:tcW w:w="1126" w:type="dxa"/>
            <w:vAlign w:val="center"/>
          </w:tcPr>
          <w:p w14:paraId="527A267A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13:30</w:t>
            </w:r>
          </w:p>
        </w:tc>
        <w:tc>
          <w:tcPr>
            <w:tcW w:w="851" w:type="dxa"/>
            <w:vAlign w:val="center"/>
          </w:tcPr>
          <w:p w14:paraId="3322F75B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5F781A26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5040" w:type="dxa"/>
            <w:vAlign w:val="center"/>
          </w:tcPr>
          <w:p w14:paraId="39924C15" w14:textId="52390C69" w:rsidR="0034711D" w:rsidRPr="0034711D" w:rsidRDefault="0034711D" w:rsidP="0034711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4711D">
              <w:rPr>
                <w:rFonts w:ascii="Meiryo UI" w:eastAsia="Meiryo UI" w:hAnsi="Meiryo UI" w:cs="Meiryo UI" w:hint="eastAsia"/>
                <w:sz w:val="22"/>
                <w:szCs w:val="22"/>
              </w:rPr>
              <w:t>さいたま市</w:t>
            </w:r>
            <w:r w:rsidR="00300A50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34711D">
              <w:rPr>
                <w:rFonts w:ascii="Meiryo UI" w:eastAsia="Meiryo UI" w:hAnsi="Meiryo UI" w:cs="Meiryo UI" w:hint="eastAsia"/>
                <w:sz w:val="22"/>
                <w:szCs w:val="22"/>
              </w:rPr>
              <w:t>都市戦略本部</w:t>
            </w:r>
            <w:r w:rsidR="00300A50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34711D">
              <w:rPr>
                <w:rFonts w:ascii="Meiryo UI" w:eastAsia="Meiryo UI" w:hAnsi="Meiryo UI" w:cs="Meiryo UI" w:hint="eastAsia"/>
                <w:sz w:val="22"/>
                <w:szCs w:val="22"/>
              </w:rPr>
              <w:t>情報政策部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参事</w:t>
            </w:r>
          </w:p>
          <w:p w14:paraId="3BE507DE" w14:textId="1B2F72AE" w:rsidR="00776514" w:rsidRPr="0034711D" w:rsidRDefault="0034711D" w:rsidP="0034711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浜崎　宏治</w:t>
            </w:r>
          </w:p>
        </w:tc>
      </w:tr>
      <w:tr w:rsidR="00C462D7" w:rsidRPr="00F52763" w14:paraId="68B59E55" w14:textId="77777777" w:rsidTr="0075482F">
        <w:trPr>
          <w:trHeight w:val="679"/>
        </w:trPr>
        <w:tc>
          <w:tcPr>
            <w:tcW w:w="1126" w:type="dxa"/>
            <w:vAlign w:val="center"/>
          </w:tcPr>
          <w:p w14:paraId="28497DFB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13:35</w:t>
            </w:r>
          </w:p>
        </w:tc>
        <w:tc>
          <w:tcPr>
            <w:tcW w:w="851" w:type="dxa"/>
            <w:vAlign w:val="center"/>
          </w:tcPr>
          <w:p w14:paraId="2672DB14" w14:textId="76BE8DD0" w:rsidR="00C462D7" w:rsidRPr="006D4DD3" w:rsidRDefault="00EC3D85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1F4B6064" w14:textId="31572947" w:rsidR="00CA2DE1" w:rsidRPr="006D4DD3" w:rsidRDefault="00D26A23" w:rsidP="00EC3D8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="00CA2DE1" w:rsidRPr="00EC3D85">
              <w:rPr>
                <w:rFonts w:ascii="Meiryo UI" w:eastAsia="Meiryo UI" w:hAnsi="Meiryo UI" w:cs="Meiryo UI" w:hint="eastAsia"/>
                <w:sz w:val="22"/>
                <w:szCs w:val="22"/>
              </w:rPr>
              <w:t>動画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紹介</w:t>
            </w:r>
          </w:p>
        </w:tc>
        <w:tc>
          <w:tcPr>
            <w:tcW w:w="5040" w:type="dxa"/>
            <w:vAlign w:val="center"/>
          </w:tcPr>
          <w:p w14:paraId="29BD92CD" w14:textId="4E3742D7" w:rsidR="00C462D7" w:rsidRPr="006D4DD3" w:rsidRDefault="00EC3D85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C462D7" w:rsidRPr="00F52763" w14:paraId="62063D1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1A88173F" w14:textId="57E976EB" w:rsidR="00C462D7" w:rsidRPr="006D4DD3" w:rsidRDefault="00EC3D85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13:40</w:t>
            </w:r>
          </w:p>
        </w:tc>
        <w:tc>
          <w:tcPr>
            <w:tcW w:w="851" w:type="dxa"/>
            <w:vAlign w:val="center"/>
          </w:tcPr>
          <w:p w14:paraId="71F082BB" w14:textId="304C4E03" w:rsidR="00C462D7" w:rsidRPr="006D4DD3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32D43EA3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講義①</w:t>
            </w:r>
          </w:p>
          <w:p w14:paraId="1373D30D" w14:textId="38C28CA5" w:rsidR="00C462D7" w:rsidRPr="006D4DD3" w:rsidRDefault="00957F06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の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定義・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意義</w:t>
            </w:r>
          </w:p>
        </w:tc>
        <w:tc>
          <w:tcPr>
            <w:tcW w:w="5040" w:type="dxa"/>
            <w:vAlign w:val="center"/>
          </w:tcPr>
          <w:p w14:paraId="5447C390" w14:textId="77777777" w:rsidR="007F20F6" w:rsidRPr="006D4DD3" w:rsidRDefault="007F20F6" w:rsidP="0075482F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Georepublic Japan</w:t>
            </w:r>
          </w:p>
          <w:p w14:paraId="5396FA1E" w14:textId="13A70C23" w:rsidR="00C462D7" w:rsidRPr="006D4DD3" w:rsidRDefault="007F20F6" w:rsidP="007F20F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東　修作</w:t>
            </w:r>
          </w:p>
        </w:tc>
      </w:tr>
      <w:tr w:rsidR="00C462D7" w:rsidRPr="00F52763" w14:paraId="486ED059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2462A6A6" w14:textId="7030D766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EC3D85">
              <w:rPr>
                <w:rFonts w:ascii="Meiryo UI" w:eastAsia="Meiryo UI" w:hAnsi="Meiryo UI" w:cs="Meiryo UI"/>
                <w:sz w:val="22"/>
                <w:szCs w:val="22"/>
              </w:rPr>
              <w:t>25</w:t>
            </w:r>
          </w:p>
        </w:tc>
        <w:tc>
          <w:tcPr>
            <w:tcW w:w="851" w:type="dxa"/>
            <w:vAlign w:val="center"/>
          </w:tcPr>
          <w:p w14:paraId="779FFB7A" w14:textId="2ED77A1A" w:rsidR="00C462D7" w:rsidRPr="006D4DD3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1</w:t>
            </w:r>
            <w:r w:rsidR="00932E19" w:rsidRPr="006D4DD3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4F7F7AF8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講義②</w:t>
            </w:r>
          </w:p>
          <w:p w14:paraId="4ADFDFFD" w14:textId="77777777" w:rsidR="00D21807" w:rsidRDefault="00D2180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21807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オープンデータに関する</w:t>
            </w:r>
          </w:p>
          <w:p w14:paraId="689D5B7A" w14:textId="31880977" w:rsidR="00C462D7" w:rsidRPr="006D4DD3" w:rsidRDefault="00D2180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21807">
              <w:rPr>
                <w:rFonts w:ascii="Meiryo UI" w:eastAsia="Meiryo UI" w:hAnsi="Meiryo UI" w:cs="Meiryo UI" w:hint="eastAsia"/>
                <w:sz w:val="22"/>
                <w:szCs w:val="22"/>
              </w:rPr>
              <w:t>埼玉県の取組</w:t>
            </w:r>
          </w:p>
        </w:tc>
        <w:tc>
          <w:tcPr>
            <w:tcW w:w="5040" w:type="dxa"/>
            <w:vAlign w:val="center"/>
          </w:tcPr>
          <w:p w14:paraId="661D2E72" w14:textId="020B70F8" w:rsidR="00D21807" w:rsidRDefault="00D21807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21807">
              <w:rPr>
                <w:rFonts w:ascii="Meiryo UI" w:eastAsia="Meiryo UI" w:hAnsi="Meiryo UI" w:cs="Meiryo UI" w:hint="eastAsia"/>
                <w:sz w:val="22"/>
                <w:szCs w:val="22"/>
              </w:rPr>
              <w:t>埼玉県　企画財政部 改革推進課</w:t>
            </w:r>
            <w:r w:rsidR="00300A50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主事</w:t>
            </w:r>
          </w:p>
          <w:p w14:paraId="4A7A146F" w14:textId="388F2221" w:rsidR="00C462D7" w:rsidRPr="006D4DD3" w:rsidRDefault="00D21807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21807">
              <w:rPr>
                <w:rFonts w:ascii="Meiryo UI" w:eastAsia="Meiryo UI" w:hAnsi="Meiryo UI" w:cs="Meiryo UI" w:hint="eastAsia"/>
                <w:sz w:val="22"/>
                <w:szCs w:val="22"/>
              </w:rPr>
              <w:t>小野澤　瞳</w:t>
            </w:r>
          </w:p>
        </w:tc>
      </w:tr>
      <w:tr w:rsidR="00C462D7" w:rsidRPr="00F52763" w14:paraId="1DD727AE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5E3BC0FE" w14:textId="113EADB8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EC3D85">
              <w:rPr>
                <w:rFonts w:ascii="Meiryo UI" w:eastAsia="Meiryo UI" w:hAnsi="Meiryo UI" w:cs="Meiryo UI"/>
                <w:sz w:val="22"/>
                <w:szCs w:val="22"/>
              </w:rPr>
              <w:t>40</w:t>
            </w:r>
          </w:p>
        </w:tc>
        <w:tc>
          <w:tcPr>
            <w:tcW w:w="851" w:type="dxa"/>
            <w:vAlign w:val="center"/>
          </w:tcPr>
          <w:p w14:paraId="3567C83C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69797837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5040" w:type="dxa"/>
            <w:vAlign w:val="center"/>
          </w:tcPr>
          <w:p w14:paraId="7405CEB0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462D7" w:rsidRPr="00F52763" w14:paraId="6BA4DCA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621A0DDC" w14:textId="29239F8E" w:rsidR="00C462D7" w:rsidRPr="006D4DD3" w:rsidRDefault="00EC3D85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14:45</w:t>
            </w:r>
          </w:p>
        </w:tc>
        <w:tc>
          <w:tcPr>
            <w:tcW w:w="851" w:type="dxa"/>
            <w:vAlign w:val="center"/>
          </w:tcPr>
          <w:p w14:paraId="1C928DFC" w14:textId="2B8F3DFC" w:rsidR="00C462D7" w:rsidRPr="006D4DD3" w:rsidRDefault="00CA2DE1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="00511D82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3D5DC6F3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講義③</w:t>
            </w:r>
          </w:p>
          <w:p w14:paraId="51A64047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作業手順の理解</w:t>
            </w:r>
          </w:p>
        </w:tc>
        <w:tc>
          <w:tcPr>
            <w:tcW w:w="5040" w:type="dxa"/>
            <w:vAlign w:val="center"/>
          </w:tcPr>
          <w:p w14:paraId="7A29BF7B" w14:textId="77777777" w:rsidR="00511D82" w:rsidRPr="006D4DD3" w:rsidRDefault="00511D82" w:rsidP="00511D8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株式会社日立社会情報サービス</w:t>
            </w:r>
          </w:p>
          <w:p w14:paraId="08B039C4" w14:textId="2EA3C659" w:rsidR="00C462D7" w:rsidRPr="006D4DD3" w:rsidRDefault="00511D82" w:rsidP="00511D8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滝澤　郁美</w:t>
            </w:r>
          </w:p>
        </w:tc>
      </w:tr>
      <w:tr w:rsidR="00C462D7" w:rsidRPr="00F52763" w14:paraId="2448270B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2EB20BAC" w14:textId="2125D9BD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="00932E19" w:rsidRPr="006D4DD3">
              <w:rPr>
                <w:rFonts w:ascii="Meiryo UI" w:eastAsia="Meiryo UI" w:hAnsi="Meiryo UI" w:cs="Meiryo UI"/>
                <w:sz w:val="22"/>
                <w:szCs w:val="22"/>
              </w:rPr>
              <w:t>2</w:t>
            </w:r>
            <w:r w:rsidR="00EC3D85">
              <w:rPr>
                <w:rFonts w:ascii="Meiryo UI" w:eastAsia="Meiryo UI" w:hAnsi="Meiryo UI" w:cs="Meiryo UI" w:hint="eastAsia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14:paraId="7F769C06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160" w:type="dxa"/>
            <w:vAlign w:val="center"/>
          </w:tcPr>
          <w:p w14:paraId="044C8A85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5040" w:type="dxa"/>
            <w:vAlign w:val="center"/>
          </w:tcPr>
          <w:p w14:paraId="076AB902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12AC1" w:rsidRPr="00F52763" w14:paraId="23013C69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7F0E9600" w14:textId="7879A0CE" w:rsidR="00C12AC1" w:rsidRPr="006D4DD3" w:rsidRDefault="00C12AC1" w:rsidP="00C12A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="00EC3D85">
              <w:rPr>
                <w:rFonts w:ascii="Meiryo UI" w:eastAsia="Meiryo UI" w:hAnsi="Meiryo UI" w:cs="Meiryo UI" w:hint="eastAsia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14:paraId="6D9D895D" w14:textId="64B2B416" w:rsidR="00C12AC1" w:rsidRPr="006D4DD3" w:rsidRDefault="00EC3D85" w:rsidP="00C12A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45</w:t>
            </w:r>
            <w:r w:rsidR="00C12AC1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4FABAF4B" w14:textId="77777777" w:rsidR="00C12AC1" w:rsidRPr="006D4DD3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講義④</w:t>
            </w:r>
          </w:p>
          <w:p w14:paraId="0870A97D" w14:textId="77777777" w:rsidR="00C12AC1" w:rsidRPr="006D4DD3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ミニディスカッション</w:t>
            </w:r>
          </w:p>
        </w:tc>
        <w:tc>
          <w:tcPr>
            <w:tcW w:w="5040" w:type="dxa"/>
            <w:vAlign w:val="center"/>
          </w:tcPr>
          <w:p w14:paraId="1538CBB2" w14:textId="77777777" w:rsidR="007F20F6" w:rsidRPr="006D4DD3" w:rsidRDefault="007F20F6" w:rsidP="007F20F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Georepublic Japan</w:t>
            </w:r>
          </w:p>
          <w:p w14:paraId="06130707" w14:textId="3EEB1DA4" w:rsidR="006E0D77" w:rsidRPr="006D4DD3" w:rsidRDefault="007F20F6" w:rsidP="007F20F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東　修作</w:t>
            </w:r>
          </w:p>
        </w:tc>
      </w:tr>
      <w:tr w:rsidR="00C462D7" w:rsidRPr="00F52763" w14:paraId="56DEEA17" w14:textId="77777777" w:rsidTr="0075482F">
        <w:trPr>
          <w:trHeight w:val="724"/>
        </w:trPr>
        <w:tc>
          <w:tcPr>
            <w:tcW w:w="1126" w:type="dxa"/>
            <w:vAlign w:val="center"/>
          </w:tcPr>
          <w:p w14:paraId="017749B6" w14:textId="3FA46ED6" w:rsidR="00C462D7" w:rsidRPr="006D4DD3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="00CA2DE1" w:rsidRPr="006D4DD3">
              <w:rPr>
                <w:rFonts w:ascii="Meiryo UI" w:eastAsia="Meiryo UI" w:hAnsi="Meiryo UI" w:cs="Meiryo UI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58537C1E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15CD832A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確認テスト</w:t>
            </w:r>
          </w:p>
        </w:tc>
        <w:tc>
          <w:tcPr>
            <w:tcW w:w="5040" w:type="dxa"/>
            <w:vAlign w:val="center"/>
          </w:tcPr>
          <w:p w14:paraId="082D8F4B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C462D7" w:rsidRPr="00F52763" w14:paraId="43A2DA52" w14:textId="77777777" w:rsidTr="0075482F">
        <w:trPr>
          <w:trHeight w:val="691"/>
        </w:trPr>
        <w:tc>
          <w:tcPr>
            <w:tcW w:w="1126" w:type="dxa"/>
            <w:vAlign w:val="center"/>
          </w:tcPr>
          <w:p w14:paraId="40C756E3" w14:textId="63BB045A" w:rsidR="00C462D7" w:rsidRPr="006D4DD3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16:2</w:t>
            </w:r>
            <w:r w:rsidR="00CA2DE1" w:rsidRPr="006D4DD3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14:paraId="3A5D16D6" w14:textId="77777777" w:rsidR="00C462D7" w:rsidRPr="006D4DD3" w:rsidRDefault="005C32DB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2041D773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アンケート</w:t>
            </w:r>
          </w:p>
        </w:tc>
        <w:tc>
          <w:tcPr>
            <w:tcW w:w="5040" w:type="dxa"/>
            <w:vAlign w:val="center"/>
          </w:tcPr>
          <w:p w14:paraId="18F32A1A" w14:textId="77777777" w:rsidR="00C462D7" w:rsidRPr="006D4DD3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CA2DE1" w:rsidRPr="00F52763" w14:paraId="5D99B9D0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4577A60C" w14:textId="6D60C348" w:rsidR="00CA2DE1" w:rsidRPr="006D4DD3" w:rsidRDefault="00CA2DE1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16:25</w:t>
            </w:r>
          </w:p>
        </w:tc>
        <w:tc>
          <w:tcPr>
            <w:tcW w:w="851" w:type="dxa"/>
            <w:vAlign w:val="center"/>
          </w:tcPr>
          <w:p w14:paraId="1A29F4A7" w14:textId="56B01715" w:rsidR="00CA2DE1" w:rsidRPr="006D4DD3" w:rsidRDefault="00CA2DE1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569B596C" w14:textId="6A0522A1" w:rsidR="00CA2DE1" w:rsidRPr="006D4DD3" w:rsidRDefault="00CA2DE1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5040" w:type="dxa"/>
            <w:vAlign w:val="center"/>
          </w:tcPr>
          <w:p w14:paraId="287F7CEF" w14:textId="77777777" w:rsidR="00FB0084" w:rsidRDefault="007F20F6" w:rsidP="00FB008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総務省 関東総合通信局</w:t>
            </w:r>
            <w:r w:rsidR="00FB0084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情報通信部</w:t>
            </w:r>
          </w:p>
          <w:p w14:paraId="203AAEF8" w14:textId="3DE89D43" w:rsidR="00CA2DE1" w:rsidRPr="006D4DD3" w:rsidRDefault="007F20F6" w:rsidP="00FB008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情報通信振興課</w:t>
            </w:r>
            <w:r w:rsidR="00FB0084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上席</w:t>
            </w:r>
            <w:r w:rsidR="00FB0084" w:rsidRPr="00FB0084">
              <w:rPr>
                <w:rFonts w:ascii="Meiryo UI" w:eastAsia="Meiryo UI" w:hAnsi="Meiryo UI" w:cs="Meiryo UI" w:hint="eastAsia"/>
                <w:sz w:val="22"/>
                <w:szCs w:val="22"/>
              </w:rPr>
              <w:t>情報通信専門官</w:t>
            </w:r>
          </w:p>
          <w:p w14:paraId="20C26B43" w14:textId="0F7E5897" w:rsidR="00CA2DE1" w:rsidRPr="006D4DD3" w:rsidRDefault="00FB0084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西垣　昌彦</w:t>
            </w:r>
          </w:p>
        </w:tc>
      </w:tr>
      <w:tr w:rsidR="00C462D7" w:rsidRPr="00F52763" w14:paraId="07C0B100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115D8F62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16:30</w:t>
            </w:r>
          </w:p>
        </w:tc>
        <w:tc>
          <w:tcPr>
            <w:tcW w:w="851" w:type="dxa"/>
            <w:vAlign w:val="center"/>
          </w:tcPr>
          <w:p w14:paraId="4D526477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  <w:tc>
          <w:tcPr>
            <w:tcW w:w="3160" w:type="dxa"/>
            <w:vAlign w:val="center"/>
          </w:tcPr>
          <w:p w14:paraId="6CE4F61B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終了</w:t>
            </w:r>
          </w:p>
        </w:tc>
        <w:tc>
          <w:tcPr>
            <w:tcW w:w="5040" w:type="dxa"/>
            <w:vAlign w:val="center"/>
          </w:tcPr>
          <w:p w14:paraId="26C25196" w14:textId="77777777" w:rsidR="00C462D7" w:rsidRPr="006D4DD3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</w:tbl>
    <w:p w14:paraId="065307BF" w14:textId="77777777"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14:paraId="3A5CED73" w14:textId="77777777"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14:paraId="2AA3F1A7" w14:textId="271BAE37" w:rsidR="006A4004" w:rsidRPr="00586A5A" w:rsidRDefault="006D4DD3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 xml:space="preserve">さいたま市　</w:t>
      </w:r>
      <w:r w:rsidR="009C4CE3" w:rsidRPr="009C4CE3">
        <w:rPr>
          <w:rFonts w:ascii="Meiryo UI" w:eastAsia="Meiryo UI" w:hAnsi="Meiryo UI" w:hint="eastAsia"/>
          <w:sz w:val="22"/>
        </w:rPr>
        <w:t>都市戦略本部 情報政策部 統計情報担当</w:t>
      </w:r>
      <w:r>
        <w:rPr>
          <w:rFonts w:ascii="Meiryo UI" w:eastAsia="Meiryo UI" w:hAnsi="Meiryo UI" w:hint="eastAsia"/>
          <w:sz w:val="22"/>
        </w:rPr>
        <w:t xml:space="preserve">　主査　</w:t>
      </w:r>
      <w:r w:rsidRPr="006D4DD3">
        <w:rPr>
          <w:rFonts w:ascii="Meiryo UI" w:eastAsia="Meiryo UI" w:hAnsi="Meiryo UI" w:hint="eastAsia"/>
          <w:sz w:val="22"/>
        </w:rPr>
        <w:t>藤川　淑貴</w:t>
      </w:r>
    </w:p>
    <w:sectPr w:rsidR="006A4004" w:rsidRPr="00586A5A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87D6F" w14:textId="77777777" w:rsidR="00BA59F7" w:rsidRDefault="00BA59F7" w:rsidP="009B751E">
      <w:r>
        <w:separator/>
      </w:r>
    </w:p>
  </w:endnote>
  <w:endnote w:type="continuationSeparator" w:id="0">
    <w:p w14:paraId="1DA7DBD8" w14:textId="77777777"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A6317" w14:textId="77777777" w:rsidR="00BA59F7" w:rsidRDefault="00BA59F7" w:rsidP="009B751E">
      <w:r>
        <w:separator/>
      </w:r>
    </w:p>
  </w:footnote>
  <w:footnote w:type="continuationSeparator" w:id="0">
    <w:p w14:paraId="54900337" w14:textId="77777777" w:rsidR="00BA59F7" w:rsidRDefault="00BA59F7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1114B"/>
    <w:rsid w:val="00026EEC"/>
    <w:rsid w:val="00034149"/>
    <w:rsid w:val="00037ED9"/>
    <w:rsid w:val="00037FD7"/>
    <w:rsid w:val="000418B6"/>
    <w:rsid w:val="000652F1"/>
    <w:rsid w:val="00072BAC"/>
    <w:rsid w:val="000771F1"/>
    <w:rsid w:val="000806D4"/>
    <w:rsid w:val="00083F4C"/>
    <w:rsid w:val="000A384A"/>
    <w:rsid w:val="000A7B37"/>
    <w:rsid w:val="000C0B1B"/>
    <w:rsid w:val="000C626B"/>
    <w:rsid w:val="000E186F"/>
    <w:rsid w:val="000E40D3"/>
    <w:rsid w:val="000F3880"/>
    <w:rsid w:val="00104B14"/>
    <w:rsid w:val="0011339E"/>
    <w:rsid w:val="00131578"/>
    <w:rsid w:val="00131A62"/>
    <w:rsid w:val="0013301B"/>
    <w:rsid w:val="00136961"/>
    <w:rsid w:val="0013736E"/>
    <w:rsid w:val="00140B2E"/>
    <w:rsid w:val="00143F34"/>
    <w:rsid w:val="00152493"/>
    <w:rsid w:val="00163B12"/>
    <w:rsid w:val="00181E8F"/>
    <w:rsid w:val="00184F48"/>
    <w:rsid w:val="00187505"/>
    <w:rsid w:val="00197418"/>
    <w:rsid w:val="001A134A"/>
    <w:rsid w:val="001A769A"/>
    <w:rsid w:val="001B0C50"/>
    <w:rsid w:val="001B26B7"/>
    <w:rsid w:val="001B2FC5"/>
    <w:rsid w:val="001B4282"/>
    <w:rsid w:val="001C3C0F"/>
    <w:rsid w:val="001C3F8B"/>
    <w:rsid w:val="001C4AF2"/>
    <w:rsid w:val="001D5756"/>
    <w:rsid w:val="001F41A7"/>
    <w:rsid w:val="001F5435"/>
    <w:rsid w:val="001F6282"/>
    <w:rsid w:val="00203EAF"/>
    <w:rsid w:val="00207EB4"/>
    <w:rsid w:val="00215CCD"/>
    <w:rsid w:val="00241288"/>
    <w:rsid w:val="0025186D"/>
    <w:rsid w:val="00252C2C"/>
    <w:rsid w:val="00253CDD"/>
    <w:rsid w:val="002557B9"/>
    <w:rsid w:val="002706FB"/>
    <w:rsid w:val="00280C7F"/>
    <w:rsid w:val="002A2154"/>
    <w:rsid w:val="002A5B42"/>
    <w:rsid w:val="002A74AA"/>
    <w:rsid w:val="002D47F1"/>
    <w:rsid w:val="002E46D2"/>
    <w:rsid w:val="002E4D4E"/>
    <w:rsid w:val="002F14F4"/>
    <w:rsid w:val="002F6361"/>
    <w:rsid w:val="00300A50"/>
    <w:rsid w:val="003030C2"/>
    <w:rsid w:val="00321D72"/>
    <w:rsid w:val="00324606"/>
    <w:rsid w:val="00342292"/>
    <w:rsid w:val="0034711D"/>
    <w:rsid w:val="003578F5"/>
    <w:rsid w:val="003679E0"/>
    <w:rsid w:val="0039267B"/>
    <w:rsid w:val="003A6292"/>
    <w:rsid w:val="003A6ED2"/>
    <w:rsid w:val="003B09E4"/>
    <w:rsid w:val="003C4E5D"/>
    <w:rsid w:val="003E016D"/>
    <w:rsid w:val="003F0558"/>
    <w:rsid w:val="0041296B"/>
    <w:rsid w:val="0041685B"/>
    <w:rsid w:val="004363EB"/>
    <w:rsid w:val="004426A2"/>
    <w:rsid w:val="004474D2"/>
    <w:rsid w:val="0045535E"/>
    <w:rsid w:val="0047670A"/>
    <w:rsid w:val="004773EF"/>
    <w:rsid w:val="00481BD9"/>
    <w:rsid w:val="004A4430"/>
    <w:rsid w:val="004B1ADD"/>
    <w:rsid w:val="004C4CDE"/>
    <w:rsid w:val="004D01FA"/>
    <w:rsid w:val="004D681C"/>
    <w:rsid w:val="004E6B34"/>
    <w:rsid w:val="004F4AD6"/>
    <w:rsid w:val="004F7C7C"/>
    <w:rsid w:val="00503E94"/>
    <w:rsid w:val="005104D8"/>
    <w:rsid w:val="00511D82"/>
    <w:rsid w:val="0051433B"/>
    <w:rsid w:val="005404CC"/>
    <w:rsid w:val="00540D09"/>
    <w:rsid w:val="0055677E"/>
    <w:rsid w:val="00561EB3"/>
    <w:rsid w:val="0056272A"/>
    <w:rsid w:val="00563139"/>
    <w:rsid w:val="005714CE"/>
    <w:rsid w:val="00580885"/>
    <w:rsid w:val="00586A5A"/>
    <w:rsid w:val="005A6EE7"/>
    <w:rsid w:val="005B113D"/>
    <w:rsid w:val="005B150F"/>
    <w:rsid w:val="005B526B"/>
    <w:rsid w:val="005C15D6"/>
    <w:rsid w:val="005C314B"/>
    <w:rsid w:val="005C32DB"/>
    <w:rsid w:val="005D2E50"/>
    <w:rsid w:val="005F75B4"/>
    <w:rsid w:val="0060105E"/>
    <w:rsid w:val="00620510"/>
    <w:rsid w:val="006241FF"/>
    <w:rsid w:val="00633A0D"/>
    <w:rsid w:val="006424C8"/>
    <w:rsid w:val="006657B3"/>
    <w:rsid w:val="006679A2"/>
    <w:rsid w:val="006718EF"/>
    <w:rsid w:val="00676BF6"/>
    <w:rsid w:val="006773EC"/>
    <w:rsid w:val="00691569"/>
    <w:rsid w:val="006A4004"/>
    <w:rsid w:val="006B767C"/>
    <w:rsid w:val="006B77D7"/>
    <w:rsid w:val="006D4DD3"/>
    <w:rsid w:val="006D7DA5"/>
    <w:rsid w:val="006E0D77"/>
    <w:rsid w:val="006E7D62"/>
    <w:rsid w:val="00700A96"/>
    <w:rsid w:val="00707277"/>
    <w:rsid w:val="00707830"/>
    <w:rsid w:val="00710780"/>
    <w:rsid w:val="00713F9F"/>
    <w:rsid w:val="00714B3E"/>
    <w:rsid w:val="007228B5"/>
    <w:rsid w:val="00741230"/>
    <w:rsid w:val="007420A3"/>
    <w:rsid w:val="0075482F"/>
    <w:rsid w:val="00776514"/>
    <w:rsid w:val="007837EF"/>
    <w:rsid w:val="0078734B"/>
    <w:rsid w:val="007A1D5A"/>
    <w:rsid w:val="007A4BDC"/>
    <w:rsid w:val="007B16AA"/>
    <w:rsid w:val="007B7DCB"/>
    <w:rsid w:val="007D2983"/>
    <w:rsid w:val="007E7ED1"/>
    <w:rsid w:val="007F20F6"/>
    <w:rsid w:val="007F2AEF"/>
    <w:rsid w:val="00810799"/>
    <w:rsid w:val="00840148"/>
    <w:rsid w:val="00844931"/>
    <w:rsid w:val="00863F8B"/>
    <w:rsid w:val="00885799"/>
    <w:rsid w:val="00885F62"/>
    <w:rsid w:val="00890642"/>
    <w:rsid w:val="0089253E"/>
    <w:rsid w:val="008925FE"/>
    <w:rsid w:val="00897079"/>
    <w:rsid w:val="008B6E9E"/>
    <w:rsid w:val="008D5E85"/>
    <w:rsid w:val="00906C01"/>
    <w:rsid w:val="0091267C"/>
    <w:rsid w:val="00922D4A"/>
    <w:rsid w:val="00931BBC"/>
    <w:rsid w:val="00932E19"/>
    <w:rsid w:val="0093677A"/>
    <w:rsid w:val="00941242"/>
    <w:rsid w:val="009414C9"/>
    <w:rsid w:val="009547D9"/>
    <w:rsid w:val="00957F06"/>
    <w:rsid w:val="00960AB1"/>
    <w:rsid w:val="00961EEC"/>
    <w:rsid w:val="00962CC3"/>
    <w:rsid w:val="00963A92"/>
    <w:rsid w:val="00977170"/>
    <w:rsid w:val="00987A06"/>
    <w:rsid w:val="0099181F"/>
    <w:rsid w:val="009963A5"/>
    <w:rsid w:val="009A1F0B"/>
    <w:rsid w:val="009B751E"/>
    <w:rsid w:val="009C4CE3"/>
    <w:rsid w:val="009C53B3"/>
    <w:rsid w:val="009C6EE5"/>
    <w:rsid w:val="00A0612E"/>
    <w:rsid w:val="00A1790E"/>
    <w:rsid w:val="00A17A22"/>
    <w:rsid w:val="00A71CD2"/>
    <w:rsid w:val="00A80316"/>
    <w:rsid w:val="00A814D0"/>
    <w:rsid w:val="00A846F7"/>
    <w:rsid w:val="00AB6721"/>
    <w:rsid w:val="00AC5D1B"/>
    <w:rsid w:val="00AE7D0B"/>
    <w:rsid w:val="00AF1DF9"/>
    <w:rsid w:val="00B01C78"/>
    <w:rsid w:val="00B17198"/>
    <w:rsid w:val="00B23AA7"/>
    <w:rsid w:val="00B27656"/>
    <w:rsid w:val="00B36D85"/>
    <w:rsid w:val="00B615F6"/>
    <w:rsid w:val="00B65C85"/>
    <w:rsid w:val="00B73409"/>
    <w:rsid w:val="00B761FB"/>
    <w:rsid w:val="00BA3F4A"/>
    <w:rsid w:val="00BA59F7"/>
    <w:rsid w:val="00BB5FFF"/>
    <w:rsid w:val="00BC1AAE"/>
    <w:rsid w:val="00BD598B"/>
    <w:rsid w:val="00BE48DE"/>
    <w:rsid w:val="00C05922"/>
    <w:rsid w:val="00C064CA"/>
    <w:rsid w:val="00C12AC1"/>
    <w:rsid w:val="00C15EB4"/>
    <w:rsid w:val="00C226A2"/>
    <w:rsid w:val="00C22A9E"/>
    <w:rsid w:val="00C23A3D"/>
    <w:rsid w:val="00C23EDA"/>
    <w:rsid w:val="00C241D3"/>
    <w:rsid w:val="00C25F33"/>
    <w:rsid w:val="00C26056"/>
    <w:rsid w:val="00C35E03"/>
    <w:rsid w:val="00C44387"/>
    <w:rsid w:val="00C462D7"/>
    <w:rsid w:val="00C4738A"/>
    <w:rsid w:val="00C53275"/>
    <w:rsid w:val="00C70264"/>
    <w:rsid w:val="00C72B67"/>
    <w:rsid w:val="00C752A1"/>
    <w:rsid w:val="00C84B83"/>
    <w:rsid w:val="00C87AE3"/>
    <w:rsid w:val="00C938E4"/>
    <w:rsid w:val="00CA1594"/>
    <w:rsid w:val="00CA2DE1"/>
    <w:rsid w:val="00CA5869"/>
    <w:rsid w:val="00CA7654"/>
    <w:rsid w:val="00CC0CDB"/>
    <w:rsid w:val="00CC459A"/>
    <w:rsid w:val="00CD1120"/>
    <w:rsid w:val="00CD658E"/>
    <w:rsid w:val="00CE2CEF"/>
    <w:rsid w:val="00CF033A"/>
    <w:rsid w:val="00D00760"/>
    <w:rsid w:val="00D019EF"/>
    <w:rsid w:val="00D0612D"/>
    <w:rsid w:val="00D10467"/>
    <w:rsid w:val="00D2079B"/>
    <w:rsid w:val="00D2116F"/>
    <w:rsid w:val="00D21807"/>
    <w:rsid w:val="00D26A23"/>
    <w:rsid w:val="00D305B7"/>
    <w:rsid w:val="00D51CE4"/>
    <w:rsid w:val="00D5466C"/>
    <w:rsid w:val="00D7738C"/>
    <w:rsid w:val="00D86FF8"/>
    <w:rsid w:val="00D90A80"/>
    <w:rsid w:val="00D960B3"/>
    <w:rsid w:val="00D97D16"/>
    <w:rsid w:val="00DA70E5"/>
    <w:rsid w:val="00DB3EC1"/>
    <w:rsid w:val="00DC4471"/>
    <w:rsid w:val="00DC7C2A"/>
    <w:rsid w:val="00DD7CBC"/>
    <w:rsid w:val="00DF0DDA"/>
    <w:rsid w:val="00DF64A3"/>
    <w:rsid w:val="00E04E7E"/>
    <w:rsid w:val="00E050F1"/>
    <w:rsid w:val="00E1613E"/>
    <w:rsid w:val="00E35C8F"/>
    <w:rsid w:val="00E47754"/>
    <w:rsid w:val="00E6799E"/>
    <w:rsid w:val="00E726AD"/>
    <w:rsid w:val="00E8068E"/>
    <w:rsid w:val="00E8073C"/>
    <w:rsid w:val="00E9089F"/>
    <w:rsid w:val="00E97891"/>
    <w:rsid w:val="00EB4E53"/>
    <w:rsid w:val="00EC110D"/>
    <w:rsid w:val="00EC3D85"/>
    <w:rsid w:val="00EC3E03"/>
    <w:rsid w:val="00EC3EE2"/>
    <w:rsid w:val="00ED28B0"/>
    <w:rsid w:val="00ED39DD"/>
    <w:rsid w:val="00EE0B56"/>
    <w:rsid w:val="00EE32FC"/>
    <w:rsid w:val="00EF0749"/>
    <w:rsid w:val="00EF5887"/>
    <w:rsid w:val="00F15445"/>
    <w:rsid w:val="00F161E5"/>
    <w:rsid w:val="00F16EB3"/>
    <w:rsid w:val="00F3654E"/>
    <w:rsid w:val="00F52763"/>
    <w:rsid w:val="00F56EA4"/>
    <w:rsid w:val="00F70293"/>
    <w:rsid w:val="00F80473"/>
    <w:rsid w:val="00F841F5"/>
    <w:rsid w:val="00F85E81"/>
    <w:rsid w:val="00F8795E"/>
    <w:rsid w:val="00F95D87"/>
    <w:rsid w:val="00FA0052"/>
    <w:rsid w:val="00FA2E68"/>
    <w:rsid w:val="00FB0084"/>
    <w:rsid w:val="00FB32D5"/>
    <w:rsid w:val="00FB3F5E"/>
    <w:rsid w:val="00FD6C21"/>
    <w:rsid w:val="00FE5D18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25782D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D6B2A515.dotm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2019-06-03T02:11:00Z</dcterms:created>
  <dcterms:modified xsi:type="dcterms:W3CDTF">2019-08-08T08:20:00Z</dcterms:modified>
</cp:coreProperties>
</file>