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12BA1" w14:textId="77777777"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</w:p>
    <w:p w14:paraId="22338300" w14:textId="6E3D0FC4" w:rsidR="006D7DA5" w:rsidRPr="00EE0B56" w:rsidRDefault="006773E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令和元</w:t>
      </w:r>
      <w:r w:rsidRPr="00EE0B56">
        <w:rPr>
          <w:rFonts w:ascii="Meiryo UI" w:eastAsia="Meiryo UI" w:hAnsi="Meiryo UI" w:hint="eastAsia"/>
          <w:sz w:val="24"/>
          <w:szCs w:val="24"/>
        </w:rPr>
        <w:t>年度</w:t>
      </w:r>
    </w:p>
    <w:p w14:paraId="53F0625C" w14:textId="29410B27" w:rsidR="00D019EF" w:rsidRPr="00F52763" w:rsidRDefault="00D019EF" w:rsidP="00D019EF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オープンデータ化支援研修・</w:t>
      </w:r>
      <w:r w:rsidR="00BC21BC">
        <w:rPr>
          <w:rFonts w:ascii="Meiryo UI" w:eastAsia="Meiryo UI" w:hAnsi="Meiryo UI" w:hint="eastAsia"/>
          <w:sz w:val="36"/>
          <w:szCs w:val="36"/>
          <w:u w:val="single"/>
        </w:rPr>
        <w:t>宮城県名取</w:t>
      </w:r>
      <w:r>
        <w:rPr>
          <w:rFonts w:ascii="Meiryo UI" w:eastAsia="Meiryo UI" w:hAnsi="Meiryo UI" w:hint="eastAsia"/>
          <w:sz w:val="36"/>
          <w:szCs w:val="36"/>
          <w:u w:val="single"/>
        </w:rPr>
        <w:t>市</w:t>
      </w:r>
    </w:p>
    <w:p w14:paraId="47FA498D" w14:textId="77777777" w:rsidR="00D019EF" w:rsidRPr="00F52763" w:rsidRDefault="00D019EF" w:rsidP="00D019EF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67E46FCD" w14:textId="7BB18C45" w:rsidR="00D019EF" w:rsidRPr="00F52763" w:rsidRDefault="00D019EF" w:rsidP="00D019EF">
      <w:pPr>
        <w:pStyle w:val="a3"/>
        <w:spacing w:line="0" w:lineRule="atLeast"/>
        <w:ind w:firstLineChars="250" w:firstLine="55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○日  時：</w:t>
      </w:r>
      <w:r w:rsidRPr="00404C45">
        <w:rPr>
          <w:rFonts w:ascii="Meiryo UI" w:eastAsia="Meiryo UI" w:hAnsi="Meiryo UI" w:hint="eastAsia"/>
          <w:sz w:val="22"/>
          <w:szCs w:val="22"/>
        </w:rPr>
        <w:t>2019年</w:t>
      </w:r>
      <w:r w:rsidR="00CF063B">
        <w:rPr>
          <w:rFonts w:ascii="Meiryo UI" w:eastAsia="Meiryo UI" w:hAnsi="Meiryo UI"/>
          <w:sz w:val="22"/>
          <w:szCs w:val="22"/>
        </w:rPr>
        <w:t>9</w:t>
      </w:r>
      <w:r w:rsidRPr="00404C45">
        <w:rPr>
          <w:rFonts w:ascii="Meiryo UI" w:eastAsia="Meiryo UI" w:hAnsi="Meiryo UI" w:hint="eastAsia"/>
          <w:sz w:val="22"/>
          <w:szCs w:val="22"/>
        </w:rPr>
        <w:t>月</w:t>
      </w:r>
      <w:r w:rsidR="00CF063B">
        <w:rPr>
          <w:rFonts w:ascii="Meiryo UI" w:eastAsia="Meiryo UI" w:hAnsi="Meiryo UI" w:hint="eastAsia"/>
          <w:sz w:val="22"/>
          <w:szCs w:val="22"/>
        </w:rPr>
        <w:t>3</w:t>
      </w:r>
      <w:r w:rsidRPr="00404C45">
        <w:rPr>
          <w:rFonts w:ascii="Meiryo UI" w:eastAsia="Meiryo UI" w:hAnsi="Meiryo UI" w:hint="eastAsia"/>
          <w:sz w:val="22"/>
          <w:szCs w:val="22"/>
        </w:rPr>
        <w:t>日(</w:t>
      </w:r>
      <w:r w:rsidR="00CF063B">
        <w:rPr>
          <w:rFonts w:ascii="Meiryo UI" w:eastAsia="Meiryo UI" w:hAnsi="Meiryo UI" w:hint="eastAsia"/>
          <w:sz w:val="22"/>
          <w:szCs w:val="22"/>
        </w:rPr>
        <w:t>火</w:t>
      </w:r>
      <w:r w:rsidRPr="00404C45">
        <w:rPr>
          <w:rFonts w:ascii="Meiryo UI" w:eastAsia="Meiryo UI" w:hAnsi="Meiryo UI" w:hint="eastAsia"/>
          <w:sz w:val="22"/>
          <w:szCs w:val="22"/>
        </w:rPr>
        <w:t xml:space="preserve">)　</w:t>
      </w:r>
      <w:r>
        <w:rPr>
          <w:rFonts w:ascii="Meiryo UI" w:eastAsia="Meiryo UI" w:hAnsi="Meiryo UI" w:hint="eastAsia"/>
          <w:sz w:val="22"/>
          <w:szCs w:val="22"/>
        </w:rPr>
        <w:t>13:30</w:t>
      </w:r>
      <w:r w:rsidRPr="00F52763">
        <w:rPr>
          <w:rFonts w:ascii="Meiryo UI" w:eastAsia="Meiryo UI" w:hAnsi="Meiryo UI" w:hint="eastAsia"/>
          <w:sz w:val="22"/>
          <w:szCs w:val="22"/>
        </w:rPr>
        <w:t>～</w:t>
      </w:r>
      <w:r w:rsidRPr="00404C45">
        <w:rPr>
          <w:rFonts w:ascii="Meiryo UI" w:eastAsia="Meiryo UI" w:hAnsi="Meiryo UI" w:hint="eastAsia"/>
          <w:sz w:val="22"/>
          <w:szCs w:val="22"/>
        </w:rPr>
        <w:t>16:30</w:t>
      </w:r>
      <w:bookmarkStart w:id="0" w:name="_GoBack"/>
      <w:bookmarkEnd w:id="0"/>
    </w:p>
    <w:p w14:paraId="4C6A9477" w14:textId="2C55E51B" w:rsidR="0041296B" w:rsidRPr="00F52763" w:rsidRDefault="00D019EF" w:rsidP="00E21EA9">
      <w:pPr>
        <w:pStyle w:val="a3"/>
        <w:spacing w:line="0" w:lineRule="atLeast"/>
        <w:ind w:firstLineChars="250" w:firstLine="55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○場  所：</w:t>
      </w:r>
      <w:r w:rsidR="002222FA">
        <w:rPr>
          <w:rFonts w:ascii="Meiryo UI" w:eastAsia="Meiryo UI" w:hAnsi="Meiryo UI" w:hint="eastAsia"/>
          <w:sz w:val="22"/>
          <w:szCs w:val="22"/>
        </w:rPr>
        <w:t>宮城県名取市役所</w:t>
      </w:r>
      <w:r w:rsidR="002222FA" w:rsidRPr="002222FA">
        <w:rPr>
          <w:rFonts w:ascii="Meiryo UI" w:eastAsia="Meiryo UI" w:hAnsi="Meiryo UI" w:hint="eastAsia"/>
          <w:sz w:val="22"/>
          <w:szCs w:val="22"/>
        </w:rPr>
        <w:t>6階大会議室東側</w:t>
      </w:r>
      <w:r w:rsidRPr="00885799">
        <w:rPr>
          <w:rFonts w:ascii="Meiryo UI" w:eastAsia="Meiryo UI" w:hAnsi="Meiryo UI" w:hint="eastAsia"/>
          <w:sz w:val="22"/>
          <w:szCs w:val="22"/>
        </w:rPr>
        <w:t>（</w:t>
      </w:r>
      <w:r w:rsidR="00CF063B" w:rsidRPr="00CF063B">
        <w:rPr>
          <w:rFonts w:ascii="Meiryo UI" w:eastAsia="Meiryo UI" w:hAnsi="Meiryo UI" w:hint="eastAsia"/>
          <w:sz w:val="22"/>
          <w:szCs w:val="22"/>
        </w:rPr>
        <w:t>宮城県名取市増田字柳田80</w:t>
      </w:r>
      <w:r w:rsidRPr="00885799">
        <w:rPr>
          <w:rFonts w:ascii="Meiryo UI" w:eastAsia="Meiryo UI" w:hAnsi="Meiryo UI" w:hint="eastAsia"/>
          <w:sz w:val="22"/>
          <w:szCs w:val="22"/>
        </w:rPr>
        <w:t>）</w:t>
      </w:r>
    </w:p>
    <w:p w14:paraId="2FCE7565" w14:textId="77777777" w:rsidR="0041296B" w:rsidRPr="00776514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1E7A6734" w14:textId="77777777" w:rsidR="00E47754" w:rsidRPr="006657B3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58D6029E" w14:textId="77777777"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160"/>
        <w:gridCol w:w="5040"/>
      </w:tblGrid>
      <w:tr w:rsidR="0078734B" w:rsidRPr="00F52763" w14:paraId="7D481C7F" w14:textId="77777777" w:rsidTr="007548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14:paraId="252F413D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開始時間</w:t>
            </w:r>
          </w:p>
        </w:tc>
        <w:tc>
          <w:tcPr>
            <w:tcW w:w="851" w:type="dxa"/>
          </w:tcPr>
          <w:p w14:paraId="20E692D6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配分</w:t>
            </w:r>
          </w:p>
        </w:tc>
        <w:tc>
          <w:tcPr>
            <w:tcW w:w="3160" w:type="dxa"/>
          </w:tcPr>
          <w:p w14:paraId="489BCEC5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内容</w:t>
            </w:r>
          </w:p>
        </w:tc>
        <w:tc>
          <w:tcPr>
            <w:tcW w:w="5040" w:type="dxa"/>
          </w:tcPr>
          <w:p w14:paraId="1C5829CB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担当（敬称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略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）</w:t>
            </w:r>
          </w:p>
        </w:tc>
      </w:tr>
      <w:tr w:rsidR="00C462D7" w:rsidRPr="00F52763" w14:paraId="5C6BA298" w14:textId="77777777" w:rsidTr="0075482F">
        <w:trPr>
          <w:trHeight w:val="806"/>
        </w:trPr>
        <w:tc>
          <w:tcPr>
            <w:tcW w:w="1126" w:type="dxa"/>
            <w:vAlign w:val="center"/>
          </w:tcPr>
          <w:p w14:paraId="527A267A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</w:p>
        </w:tc>
        <w:tc>
          <w:tcPr>
            <w:tcW w:w="851" w:type="dxa"/>
            <w:vAlign w:val="center"/>
          </w:tcPr>
          <w:p w14:paraId="3322F75B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5F781A26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783EAEB4" w14:textId="0789E6E3" w:rsidR="00CF063B" w:rsidRDefault="00CF063B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名取市　市政情報課　課長</w:t>
            </w:r>
          </w:p>
          <w:p w14:paraId="3BE507DE" w14:textId="3B16E43C" w:rsidR="00776514" w:rsidRPr="006D4DD3" w:rsidRDefault="00CF063B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CF063B">
              <w:rPr>
                <w:rFonts w:ascii="Meiryo UI" w:eastAsia="Meiryo UI" w:hAnsi="Meiryo UI" w:cs="Meiryo UI" w:hint="eastAsia"/>
                <w:sz w:val="22"/>
                <w:szCs w:val="22"/>
              </w:rPr>
              <w:t>佐藤　恭</w:t>
            </w:r>
          </w:p>
        </w:tc>
      </w:tr>
      <w:tr w:rsidR="00C462D7" w:rsidRPr="00F52763" w14:paraId="68B59E55" w14:textId="77777777" w:rsidTr="0075482F">
        <w:trPr>
          <w:trHeight w:val="679"/>
        </w:trPr>
        <w:tc>
          <w:tcPr>
            <w:tcW w:w="1126" w:type="dxa"/>
            <w:vAlign w:val="center"/>
          </w:tcPr>
          <w:p w14:paraId="28497DFB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14:paraId="2672DB14" w14:textId="64BBBF1E" w:rsidR="00C462D7" w:rsidRPr="006D4DD3" w:rsidRDefault="00CF063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10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769315FB" w14:textId="77777777" w:rsidR="00CF063B" w:rsidRDefault="00CF063B" w:rsidP="00EC3D8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自己紹介</w:t>
            </w:r>
          </w:p>
          <w:p w14:paraId="1F4B6064" w14:textId="487681E3" w:rsidR="00CA2DE1" w:rsidRPr="006D4DD3" w:rsidRDefault="00D26A23" w:rsidP="00EC3D8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="00CA2DE1" w:rsidRPr="00EC3D85">
              <w:rPr>
                <w:rFonts w:ascii="Meiryo UI" w:eastAsia="Meiryo UI" w:hAnsi="Meiryo UI" w:cs="Meiryo UI" w:hint="eastAsia"/>
                <w:sz w:val="22"/>
                <w:szCs w:val="22"/>
              </w:rPr>
              <w:t>動画</w:t>
            </w:r>
            <w:r w:rsidR="00CF063B">
              <w:rPr>
                <w:rFonts w:ascii="Meiryo UI" w:eastAsia="Meiryo UI" w:hAnsi="Meiryo UI" w:cs="Meiryo UI" w:hint="eastAsia"/>
                <w:sz w:val="22"/>
                <w:szCs w:val="22"/>
              </w:rPr>
              <w:t>放映</w:t>
            </w:r>
          </w:p>
        </w:tc>
        <w:tc>
          <w:tcPr>
            <w:tcW w:w="5040" w:type="dxa"/>
            <w:vAlign w:val="center"/>
          </w:tcPr>
          <w:p w14:paraId="29BD92CD" w14:textId="381D9EE1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462D7" w:rsidRPr="00F52763" w14:paraId="62063D1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1A88173F" w14:textId="2164762E" w:rsidR="00C462D7" w:rsidRPr="006D4DD3" w:rsidRDefault="00E459BF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13:45</w:t>
            </w:r>
          </w:p>
        </w:tc>
        <w:tc>
          <w:tcPr>
            <w:tcW w:w="851" w:type="dxa"/>
            <w:vAlign w:val="center"/>
          </w:tcPr>
          <w:p w14:paraId="71F082BB" w14:textId="304C4E03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32D43EA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講義①</w:t>
            </w:r>
          </w:p>
          <w:p w14:paraId="1373D30D" w14:textId="38C28CA5" w:rsidR="00C462D7" w:rsidRPr="006D4DD3" w:rsidRDefault="00957F06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5040" w:type="dxa"/>
            <w:vAlign w:val="center"/>
          </w:tcPr>
          <w:p w14:paraId="3C80F4ED" w14:textId="77777777" w:rsidR="00E459BF" w:rsidRPr="00E459BF" w:rsidRDefault="00E459BF" w:rsidP="00E459B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 w:hint="eastAsia"/>
                <w:sz w:val="22"/>
                <w:szCs w:val="22"/>
              </w:rPr>
            </w:pPr>
            <w:r w:rsidRPr="00E459BF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会津大学　准教授　</w:t>
            </w:r>
          </w:p>
          <w:p w14:paraId="5396FA1E" w14:textId="63C235F3" w:rsidR="00C462D7" w:rsidRPr="006D4DD3" w:rsidRDefault="00E459BF" w:rsidP="00E459B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E459BF">
              <w:rPr>
                <w:rFonts w:ascii="Meiryo UI" w:eastAsia="Meiryo UI" w:hAnsi="Meiryo UI" w:cs="Meiryo UI" w:hint="eastAsia"/>
                <w:sz w:val="22"/>
                <w:szCs w:val="22"/>
              </w:rPr>
              <w:t>藤井　靖史</w:t>
            </w:r>
          </w:p>
        </w:tc>
      </w:tr>
      <w:tr w:rsidR="00C462D7" w:rsidRPr="00F52763" w14:paraId="486ED05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2462A6A6" w14:textId="65961563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E459BF">
              <w:rPr>
                <w:rFonts w:ascii="Meiryo UI" w:eastAsia="Meiryo UI" w:hAnsi="Meiryo UI" w:cs="Meiryo UI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14:paraId="779FFB7A" w14:textId="2ED77A1A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1</w:t>
            </w:r>
            <w:r w:rsidR="00932E19" w:rsidRPr="006D4DD3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7F7AF8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講義②</w:t>
            </w:r>
          </w:p>
          <w:p w14:paraId="689D5B7A" w14:textId="0C3BB7BE" w:rsidR="00C462D7" w:rsidRPr="006D4DD3" w:rsidRDefault="002222FA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222FA">
              <w:rPr>
                <w:rFonts w:ascii="Meiryo UI" w:eastAsia="Meiryo UI" w:hAnsi="Meiryo UI" w:cs="Meiryo UI" w:hint="eastAsia"/>
                <w:sz w:val="22"/>
                <w:szCs w:val="22"/>
              </w:rPr>
              <w:t>宮城県におけるオープンデータの取組について</w:t>
            </w:r>
          </w:p>
        </w:tc>
        <w:tc>
          <w:tcPr>
            <w:tcW w:w="5040" w:type="dxa"/>
            <w:vAlign w:val="center"/>
          </w:tcPr>
          <w:p w14:paraId="12F3CBFF" w14:textId="4D501437" w:rsidR="002222FA" w:rsidRDefault="002222FA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222FA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宮城県 震災復興・企画部 情報政策課 </w:t>
            </w:r>
            <w:r w:rsidR="00CF063B">
              <w:rPr>
                <w:rFonts w:ascii="Meiryo UI" w:eastAsia="Meiryo UI" w:hAnsi="Meiryo UI" w:cs="Meiryo UI" w:hint="eastAsia"/>
                <w:sz w:val="22"/>
                <w:szCs w:val="22"/>
              </w:rPr>
              <w:t>主査</w:t>
            </w:r>
          </w:p>
          <w:p w14:paraId="4A7A146F" w14:textId="1DC468C3" w:rsidR="00C462D7" w:rsidRPr="006D4DD3" w:rsidRDefault="002222FA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222FA">
              <w:rPr>
                <w:rFonts w:ascii="Meiryo UI" w:eastAsia="Meiryo UI" w:hAnsi="Meiryo UI" w:cs="Meiryo UI" w:hint="eastAsia"/>
                <w:sz w:val="22"/>
                <w:szCs w:val="22"/>
              </w:rPr>
              <w:t>三浦　友美</w:t>
            </w:r>
          </w:p>
        </w:tc>
      </w:tr>
      <w:tr w:rsidR="00C462D7" w:rsidRPr="00F52763" w14:paraId="1DD727AE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5E3BC0FE" w14:textId="260E32DB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E459BF"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14:paraId="3567C83C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69797837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7405CEB0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462D7" w:rsidRPr="00F52763" w14:paraId="6BA4DCA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621A0DDC" w14:textId="166B8C26" w:rsidR="00C462D7" w:rsidRPr="006D4DD3" w:rsidRDefault="00E459BF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14:50</w:t>
            </w:r>
          </w:p>
        </w:tc>
        <w:tc>
          <w:tcPr>
            <w:tcW w:w="851" w:type="dxa"/>
            <w:vAlign w:val="center"/>
          </w:tcPr>
          <w:p w14:paraId="1C928DFC" w14:textId="2B8F3DFC" w:rsidR="00C462D7" w:rsidRPr="006D4DD3" w:rsidRDefault="00CA2DE1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511D82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3D5DC6F3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14:paraId="51A64047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5040" w:type="dxa"/>
            <w:vAlign w:val="center"/>
          </w:tcPr>
          <w:p w14:paraId="7A29BF7B" w14:textId="77777777" w:rsidR="00511D82" w:rsidRPr="006D4DD3" w:rsidRDefault="00511D82" w:rsidP="00511D8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株式会社日立社会情報サービス</w:t>
            </w:r>
          </w:p>
          <w:p w14:paraId="08B039C4" w14:textId="2EA3C659" w:rsidR="00C462D7" w:rsidRPr="006D4DD3" w:rsidRDefault="00511D82" w:rsidP="00511D8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滝澤　郁美</w:t>
            </w:r>
          </w:p>
        </w:tc>
      </w:tr>
      <w:tr w:rsidR="00C462D7" w:rsidRPr="00F52763" w14:paraId="2448270B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2EB20BAC" w14:textId="607F7660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="00932E19" w:rsidRPr="006D4DD3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="00E459BF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7F769C06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160" w:type="dxa"/>
            <w:vAlign w:val="center"/>
          </w:tcPr>
          <w:p w14:paraId="044C8A85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076AB902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12AC1" w:rsidRPr="00F52763" w14:paraId="23013C6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7F0E9600" w14:textId="78E6045E" w:rsidR="00C12AC1" w:rsidRPr="006D4DD3" w:rsidRDefault="00C12AC1" w:rsidP="00C12A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E459BF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6D9D895D" w14:textId="64B2B416" w:rsidR="00C12AC1" w:rsidRPr="006D4DD3" w:rsidRDefault="00EC3D85" w:rsidP="00C12A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  <w:r w:rsidR="00C12AC1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ABAF4B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14:paraId="0870A97D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5040" w:type="dxa"/>
            <w:vAlign w:val="center"/>
          </w:tcPr>
          <w:p w14:paraId="4760424F" w14:textId="77777777" w:rsidR="00E459BF" w:rsidRPr="00E459BF" w:rsidRDefault="00E459BF" w:rsidP="00E459B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 w:hint="eastAsia"/>
                <w:sz w:val="22"/>
                <w:szCs w:val="22"/>
              </w:rPr>
            </w:pPr>
            <w:r w:rsidRPr="00E459BF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会津大学　准教授　</w:t>
            </w:r>
          </w:p>
          <w:p w14:paraId="06130707" w14:textId="5C1349F5" w:rsidR="006E0D77" w:rsidRPr="006D4DD3" w:rsidRDefault="00E459BF" w:rsidP="00E459B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 w:hint="eastAsia"/>
                <w:sz w:val="22"/>
                <w:szCs w:val="22"/>
              </w:rPr>
            </w:pPr>
            <w:r w:rsidRPr="00E459BF">
              <w:rPr>
                <w:rFonts w:ascii="Meiryo UI" w:eastAsia="Meiryo UI" w:hAnsi="Meiryo UI" w:cs="Meiryo UI" w:hint="eastAsia"/>
                <w:sz w:val="22"/>
                <w:szCs w:val="22"/>
              </w:rPr>
              <w:t>藤井　靖史</w:t>
            </w:r>
          </w:p>
        </w:tc>
      </w:tr>
      <w:tr w:rsidR="00C462D7" w:rsidRPr="00F52763" w14:paraId="56DEEA17" w14:textId="77777777" w:rsidTr="0075482F">
        <w:trPr>
          <w:trHeight w:val="724"/>
        </w:trPr>
        <w:tc>
          <w:tcPr>
            <w:tcW w:w="1126" w:type="dxa"/>
            <w:vAlign w:val="center"/>
          </w:tcPr>
          <w:p w14:paraId="017749B6" w14:textId="3B9DF83F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E459BF">
              <w:rPr>
                <w:rFonts w:ascii="Meiryo UI" w:eastAsia="Meiryo UI" w:hAnsi="Meiryo UI" w:cs="Meiryo UI"/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center"/>
          </w:tcPr>
          <w:p w14:paraId="58537C1E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15CD832A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5040" w:type="dxa"/>
            <w:vAlign w:val="center"/>
          </w:tcPr>
          <w:p w14:paraId="082D8F4B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C462D7" w:rsidRPr="00F52763" w14:paraId="43A2DA52" w14:textId="77777777" w:rsidTr="0075482F">
        <w:trPr>
          <w:trHeight w:val="691"/>
        </w:trPr>
        <w:tc>
          <w:tcPr>
            <w:tcW w:w="1126" w:type="dxa"/>
            <w:vAlign w:val="center"/>
          </w:tcPr>
          <w:p w14:paraId="40C756E3" w14:textId="27360A7A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16:2</w:t>
            </w:r>
            <w:r w:rsidR="00E459BF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14:paraId="3A5D16D6" w14:textId="77777777" w:rsidR="00C462D7" w:rsidRPr="006D4DD3" w:rsidRDefault="005C32D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2041D77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5040" w:type="dxa"/>
            <w:vAlign w:val="center"/>
          </w:tcPr>
          <w:p w14:paraId="18F32A1A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C462D7" w:rsidRPr="00F52763" w14:paraId="07C0B100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115D8F62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16:30</w:t>
            </w:r>
          </w:p>
        </w:tc>
        <w:tc>
          <w:tcPr>
            <w:tcW w:w="851" w:type="dxa"/>
            <w:vAlign w:val="center"/>
          </w:tcPr>
          <w:p w14:paraId="4D526477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160" w:type="dxa"/>
            <w:vAlign w:val="center"/>
          </w:tcPr>
          <w:p w14:paraId="6CE4F61B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5040" w:type="dxa"/>
            <w:vAlign w:val="center"/>
          </w:tcPr>
          <w:p w14:paraId="26C25196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14:paraId="065307BF" w14:textId="77777777"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14:paraId="3A5CED73" w14:textId="77777777"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14:paraId="2AA3F1A7" w14:textId="135F6808" w:rsidR="006A4004" w:rsidRPr="00586A5A" w:rsidRDefault="00CF063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CF063B">
        <w:rPr>
          <w:rFonts w:ascii="Meiryo UI" w:eastAsia="Meiryo UI" w:hAnsi="Meiryo UI" w:hint="eastAsia"/>
          <w:sz w:val="22"/>
        </w:rPr>
        <w:t>名取市　市政情報課　情報システム係</w:t>
      </w:r>
      <w:r>
        <w:rPr>
          <w:rFonts w:ascii="Meiryo UI" w:eastAsia="Meiryo UI" w:hAnsi="Meiryo UI" w:hint="eastAsia"/>
          <w:sz w:val="22"/>
        </w:rPr>
        <w:t xml:space="preserve">　主事</w:t>
      </w:r>
      <w:r w:rsidR="006D4DD3">
        <w:rPr>
          <w:rFonts w:ascii="Meiryo UI" w:eastAsia="Meiryo UI" w:hAnsi="Meiryo UI" w:hint="eastAsia"/>
          <w:sz w:val="22"/>
        </w:rPr>
        <w:t xml:space="preserve">　</w:t>
      </w:r>
      <w:r>
        <w:rPr>
          <w:rFonts w:ascii="Meiryo UI" w:eastAsia="Meiryo UI" w:hAnsi="Meiryo UI" w:hint="eastAsia"/>
          <w:sz w:val="22"/>
        </w:rPr>
        <w:t>久光</w:t>
      </w:r>
      <w:r w:rsidR="006D4DD3" w:rsidRPr="006D4DD3">
        <w:rPr>
          <w:rFonts w:ascii="Meiryo UI" w:eastAsia="Meiryo UI" w:hAnsi="Meiryo UI" w:hint="eastAsia"/>
          <w:sz w:val="22"/>
        </w:rPr>
        <w:t xml:space="preserve">　</w:t>
      </w:r>
      <w:r>
        <w:rPr>
          <w:rFonts w:ascii="Meiryo UI" w:eastAsia="Meiryo UI" w:hAnsi="Meiryo UI" w:hint="eastAsia"/>
          <w:sz w:val="22"/>
        </w:rPr>
        <w:t>冬馬</w:t>
      </w:r>
    </w:p>
    <w:sectPr w:rsidR="006A4004" w:rsidRPr="00586A5A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87D6F" w14:textId="77777777" w:rsidR="00BA59F7" w:rsidRDefault="00BA59F7" w:rsidP="009B751E">
      <w:r>
        <w:separator/>
      </w:r>
    </w:p>
  </w:endnote>
  <w:endnote w:type="continuationSeparator" w:id="0">
    <w:p w14:paraId="1DA7DBD8" w14:textId="77777777"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A6317" w14:textId="77777777" w:rsidR="00BA59F7" w:rsidRDefault="00BA59F7" w:rsidP="009B751E">
      <w:r>
        <w:separator/>
      </w:r>
    </w:p>
  </w:footnote>
  <w:footnote w:type="continuationSeparator" w:id="0">
    <w:p w14:paraId="54900337" w14:textId="77777777"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1114B"/>
    <w:rsid w:val="00026EEC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A384A"/>
    <w:rsid w:val="000A7B37"/>
    <w:rsid w:val="000C0B1B"/>
    <w:rsid w:val="000C626B"/>
    <w:rsid w:val="000E186F"/>
    <w:rsid w:val="000E40D3"/>
    <w:rsid w:val="000F3880"/>
    <w:rsid w:val="00104B14"/>
    <w:rsid w:val="0011339E"/>
    <w:rsid w:val="00131578"/>
    <w:rsid w:val="00131A62"/>
    <w:rsid w:val="0013301B"/>
    <w:rsid w:val="00136961"/>
    <w:rsid w:val="0013736E"/>
    <w:rsid w:val="00140B2E"/>
    <w:rsid w:val="00143F34"/>
    <w:rsid w:val="00152493"/>
    <w:rsid w:val="00163B12"/>
    <w:rsid w:val="00181E8F"/>
    <w:rsid w:val="00184F48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5435"/>
    <w:rsid w:val="001F6282"/>
    <w:rsid w:val="00203EAF"/>
    <w:rsid w:val="00207EB4"/>
    <w:rsid w:val="00215CCD"/>
    <w:rsid w:val="002222FA"/>
    <w:rsid w:val="00241288"/>
    <w:rsid w:val="0025186D"/>
    <w:rsid w:val="00252C2C"/>
    <w:rsid w:val="00253CDD"/>
    <w:rsid w:val="002557B9"/>
    <w:rsid w:val="002706FB"/>
    <w:rsid w:val="00280C7F"/>
    <w:rsid w:val="002A2154"/>
    <w:rsid w:val="002A5B42"/>
    <w:rsid w:val="002A74AA"/>
    <w:rsid w:val="002D47F1"/>
    <w:rsid w:val="002E46D2"/>
    <w:rsid w:val="002E4D4E"/>
    <w:rsid w:val="002F14F4"/>
    <w:rsid w:val="002F6361"/>
    <w:rsid w:val="003030C2"/>
    <w:rsid w:val="00321D72"/>
    <w:rsid w:val="00324606"/>
    <w:rsid w:val="00342292"/>
    <w:rsid w:val="003578F5"/>
    <w:rsid w:val="003679E0"/>
    <w:rsid w:val="0039267B"/>
    <w:rsid w:val="003A6292"/>
    <w:rsid w:val="003A6ED2"/>
    <w:rsid w:val="003B09E4"/>
    <w:rsid w:val="003C4E5D"/>
    <w:rsid w:val="003E016D"/>
    <w:rsid w:val="003F0558"/>
    <w:rsid w:val="0041296B"/>
    <w:rsid w:val="0041685B"/>
    <w:rsid w:val="004363EB"/>
    <w:rsid w:val="004426A2"/>
    <w:rsid w:val="004474D2"/>
    <w:rsid w:val="0045535E"/>
    <w:rsid w:val="0047670A"/>
    <w:rsid w:val="004773EF"/>
    <w:rsid w:val="00481BD9"/>
    <w:rsid w:val="004A4430"/>
    <w:rsid w:val="004B1ADD"/>
    <w:rsid w:val="004C4CDE"/>
    <w:rsid w:val="004D01FA"/>
    <w:rsid w:val="004D681C"/>
    <w:rsid w:val="004E6B34"/>
    <w:rsid w:val="004F4AD6"/>
    <w:rsid w:val="004F7C7C"/>
    <w:rsid w:val="00503E94"/>
    <w:rsid w:val="005104D8"/>
    <w:rsid w:val="00511D82"/>
    <w:rsid w:val="0051433B"/>
    <w:rsid w:val="005404CC"/>
    <w:rsid w:val="00540D09"/>
    <w:rsid w:val="0055677E"/>
    <w:rsid w:val="00561EB3"/>
    <w:rsid w:val="0056272A"/>
    <w:rsid w:val="00563139"/>
    <w:rsid w:val="005714CE"/>
    <w:rsid w:val="00580885"/>
    <w:rsid w:val="00586A5A"/>
    <w:rsid w:val="005A6EE7"/>
    <w:rsid w:val="005B113D"/>
    <w:rsid w:val="005B150F"/>
    <w:rsid w:val="005B526B"/>
    <w:rsid w:val="005C15D6"/>
    <w:rsid w:val="005C314B"/>
    <w:rsid w:val="005C32DB"/>
    <w:rsid w:val="005D2E50"/>
    <w:rsid w:val="005E0B1F"/>
    <w:rsid w:val="005F75B4"/>
    <w:rsid w:val="0060105E"/>
    <w:rsid w:val="00620510"/>
    <w:rsid w:val="006241FF"/>
    <w:rsid w:val="00633A0D"/>
    <w:rsid w:val="006424C8"/>
    <w:rsid w:val="006657B3"/>
    <w:rsid w:val="006679A2"/>
    <w:rsid w:val="006718EF"/>
    <w:rsid w:val="00676BF6"/>
    <w:rsid w:val="006773EC"/>
    <w:rsid w:val="00691569"/>
    <w:rsid w:val="006A4004"/>
    <w:rsid w:val="006B767C"/>
    <w:rsid w:val="006B77D7"/>
    <w:rsid w:val="006D4DD3"/>
    <w:rsid w:val="006D7DA5"/>
    <w:rsid w:val="006E0D77"/>
    <w:rsid w:val="006E7D62"/>
    <w:rsid w:val="00700A96"/>
    <w:rsid w:val="00707277"/>
    <w:rsid w:val="00707830"/>
    <w:rsid w:val="00710780"/>
    <w:rsid w:val="00713F9F"/>
    <w:rsid w:val="00714B3E"/>
    <w:rsid w:val="007228B5"/>
    <w:rsid w:val="00741230"/>
    <w:rsid w:val="007420A3"/>
    <w:rsid w:val="0075482F"/>
    <w:rsid w:val="00776514"/>
    <w:rsid w:val="007837EF"/>
    <w:rsid w:val="0078734B"/>
    <w:rsid w:val="007A1D5A"/>
    <w:rsid w:val="007A4BDC"/>
    <w:rsid w:val="007B16AA"/>
    <w:rsid w:val="007B7DCB"/>
    <w:rsid w:val="007D2983"/>
    <w:rsid w:val="007E7ED1"/>
    <w:rsid w:val="007F20F6"/>
    <w:rsid w:val="007F2AEF"/>
    <w:rsid w:val="00810799"/>
    <w:rsid w:val="00840148"/>
    <w:rsid w:val="00863F8B"/>
    <w:rsid w:val="00885799"/>
    <w:rsid w:val="00885F62"/>
    <w:rsid w:val="00890642"/>
    <w:rsid w:val="0089253E"/>
    <w:rsid w:val="008925FE"/>
    <w:rsid w:val="00897079"/>
    <w:rsid w:val="008B6E9E"/>
    <w:rsid w:val="008D5E85"/>
    <w:rsid w:val="00906C01"/>
    <w:rsid w:val="0091267C"/>
    <w:rsid w:val="00922D4A"/>
    <w:rsid w:val="00931BBC"/>
    <w:rsid w:val="00932E19"/>
    <w:rsid w:val="0093677A"/>
    <w:rsid w:val="00941242"/>
    <w:rsid w:val="009414C9"/>
    <w:rsid w:val="009547D9"/>
    <w:rsid w:val="00957F06"/>
    <w:rsid w:val="00960AB1"/>
    <w:rsid w:val="00961EEC"/>
    <w:rsid w:val="00962CC3"/>
    <w:rsid w:val="00963A92"/>
    <w:rsid w:val="00977170"/>
    <w:rsid w:val="00987A06"/>
    <w:rsid w:val="0099181F"/>
    <w:rsid w:val="009963A5"/>
    <w:rsid w:val="009A1F0B"/>
    <w:rsid w:val="009B751E"/>
    <w:rsid w:val="009C53B3"/>
    <w:rsid w:val="009C6EE5"/>
    <w:rsid w:val="00A0612E"/>
    <w:rsid w:val="00A1790E"/>
    <w:rsid w:val="00A17A22"/>
    <w:rsid w:val="00A71CD2"/>
    <w:rsid w:val="00A80316"/>
    <w:rsid w:val="00A814D0"/>
    <w:rsid w:val="00A846F7"/>
    <w:rsid w:val="00AB6721"/>
    <w:rsid w:val="00AC5D1B"/>
    <w:rsid w:val="00AE7D0B"/>
    <w:rsid w:val="00AF1DF9"/>
    <w:rsid w:val="00B01C78"/>
    <w:rsid w:val="00B17198"/>
    <w:rsid w:val="00B27656"/>
    <w:rsid w:val="00B36D85"/>
    <w:rsid w:val="00B615F6"/>
    <w:rsid w:val="00B65C85"/>
    <w:rsid w:val="00B73409"/>
    <w:rsid w:val="00B761FB"/>
    <w:rsid w:val="00BA3F4A"/>
    <w:rsid w:val="00BA59F7"/>
    <w:rsid w:val="00BB5FFF"/>
    <w:rsid w:val="00BC1AAE"/>
    <w:rsid w:val="00BC21BC"/>
    <w:rsid w:val="00BD598B"/>
    <w:rsid w:val="00BE48DE"/>
    <w:rsid w:val="00C05922"/>
    <w:rsid w:val="00C064CA"/>
    <w:rsid w:val="00C12AC1"/>
    <w:rsid w:val="00C15EB4"/>
    <w:rsid w:val="00C226A2"/>
    <w:rsid w:val="00C22A9E"/>
    <w:rsid w:val="00C23A3D"/>
    <w:rsid w:val="00C23EDA"/>
    <w:rsid w:val="00C241D3"/>
    <w:rsid w:val="00C25F33"/>
    <w:rsid w:val="00C26056"/>
    <w:rsid w:val="00C35E03"/>
    <w:rsid w:val="00C44387"/>
    <w:rsid w:val="00C462D7"/>
    <w:rsid w:val="00C4738A"/>
    <w:rsid w:val="00C53275"/>
    <w:rsid w:val="00C70264"/>
    <w:rsid w:val="00C72B67"/>
    <w:rsid w:val="00C752A1"/>
    <w:rsid w:val="00C84B83"/>
    <w:rsid w:val="00C87AE3"/>
    <w:rsid w:val="00C938E4"/>
    <w:rsid w:val="00CA1594"/>
    <w:rsid w:val="00CA2DE1"/>
    <w:rsid w:val="00CA5869"/>
    <w:rsid w:val="00CA7654"/>
    <w:rsid w:val="00CC0CDB"/>
    <w:rsid w:val="00CC459A"/>
    <w:rsid w:val="00CD1120"/>
    <w:rsid w:val="00CD658E"/>
    <w:rsid w:val="00CE2CEF"/>
    <w:rsid w:val="00CF033A"/>
    <w:rsid w:val="00CF063B"/>
    <w:rsid w:val="00D00760"/>
    <w:rsid w:val="00D019EF"/>
    <w:rsid w:val="00D0612D"/>
    <w:rsid w:val="00D10467"/>
    <w:rsid w:val="00D2079B"/>
    <w:rsid w:val="00D2116F"/>
    <w:rsid w:val="00D26A23"/>
    <w:rsid w:val="00D305B7"/>
    <w:rsid w:val="00D51CE4"/>
    <w:rsid w:val="00D5466C"/>
    <w:rsid w:val="00D7738C"/>
    <w:rsid w:val="00D86FF8"/>
    <w:rsid w:val="00D90A80"/>
    <w:rsid w:val="00D960B3"/>
    <w:rsid w:val="00D97D16"/>
    <w:rsid w:val="00DA70E5"/>
    <w:rsid w:val="00DB3EC1"/>
    <w:rsid w:val="00DC4471"/>
    <w:rsid w:val="00DC7C2A"/>
    <w:rsid w:val="00DD7CBC"/>
    <w:rsid w:val="00DF0DDA"/>
    <w:rsid w:val="00DF64A3"/>
    <w:rsid w:val="00E04E7E"/>
    <w:rsid w:val="00E050F1"/>
    <w:rsid w:val="00E1613E"/>
    <w:rsid w:val="00E21EA9"/>
    <w:rsid w:val="00E35C8F"/>
    <w:rsid w:val="00E459BF"/>
    <w:rsid w:val="00E47754"/>
    <w:rsid w:val="00E6799E"/>
    <w:rsid w:val="00E726AD"/>
    <w:rsid w:val="00E8068E"/>
    <w:rsid w:val="00E8073C"/>
    <w:rsid w:val="00E9089F"/>
    <w:rsid w:val="00E97891"/>
    <w:rsid w:val="00EB4E53"/>
    <w:rsid w:val="00EC110D"/>
    <w:rsid w:val="00EC3D85"/>
    <w:rsid w:val="00EC3E03"/>
    <w:rsid w:val="00EC3EE2"/>
    <w:rsid w:val="00ED28B0"/>
    <w:rsid w:val="00ED39DD"/>
    <w:rsid w:val="00EE0B56"/>
    <w:rsid w:val="00EE32FC"/>
    <w:rsid w:val="00EF0749"/>
    <w:rsid w:val="00EF5887"/>
    <w:rsid w:val="00F15445"/>
    <w:rsid w:val="00F161E5"/>
    <w:rsid w:val="00F16EB3"/>
    <w:rsid w:val="00F3654E"/>
    <w:rsid w:val="00F52763"/>
    <w:rsid w:val="00F56EA4"/>
    <w:rsid w:val="00F70293"/>
    <w:rsid w:val="00F80473"/>
    <w:rsid w:val="00F841F5"/>
    <w:rsid w:val="00F85E81"/>
    <w:rsid w:val="00F8795E"/>
    <w:rsid w:val="00F95D87"/>
    <w:rsid w:val="00FA0052"/>
    <w:rsid w:val="00FA2E68"/>
    <w:rsid w:val="00FB32D5"/>
    <w:rsid w:val="00FB3F5E"/>
    <w:rsid w:val="00FD6C21"/>
    <w:rsid w:val="00FE5D18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25782D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9105509D.dotm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2019-06-03T02:11:00Z</dcterms:created>
  <dcterms:modified xsi:type="dcterms:W3CDTF">2019-08-20T08:21:00Z</dcterms:modified>
</cp:coreProperties>
</file>