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12BA1" w14:textId="77777777"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</w:p>
    <w:p w14:paraId="22338300" w14:textId="6E3D0FC4" w:rsidR="006D7DA5" w:rsidRPr="00EE0B56" w:rsidRDefault="006773E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令和元</w:t>
      </w:r>
      <w:r w:rsidRPr="00EE0B56">
        <w:rPr>
          <w:rFonts w:ascii="Meiryo UI" w:eastAsia="Meiryo UI" w:hAnsi="Meiryo UI" w:hint="eastAsia"/>
          <w:sz w:val="24"/>
          <w:szCs w:val="24"/>
        </w:rPr>
        <w:t>年度</w:t>
      </w:r>
    </w:p>
    <w:p w14:paraId="53F0625C" w14:textId="343BA162" w:rsidR="00D019EF" w:rsidRPr="00F52763" w:rsidRDefault="00D019EF" w:rsidP="00D019EF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オープンデータ化支援研修・</w:t>
      </w:r>
      <w:r w:rsidR="00EA4AEE">
        <w:rPr>
          <w:rFonts w:ascii="Meiryo UI" w:eastAsia="Meiryo UI" w:hAnsi="Meiryo UI" w:hint="eastAsia"/>
          <w:sz w:val="36"/>
          <w:szCs w:val="36"/>
          <w:u w:val="single"/>
        </w:rPr>
        <w:t>石川県輪島</w:t>
      </w:r>
      <w:r>
        <w:rPr>
          <w:rFonts w:ascii="Meiryo UI" w:eastAsia="Meiryo UI" w:hAnsi="Meiryo UI" w:hint="eastAsia"/>
          <w:sz w:val="36"/>
          <w:szCs w:val="36"/>
          <w:u w:val="single"/>
        </w:rPr>
        <w:t>市</w:t>
      </w:r>
    </w:p>
    <w:p w14:paraId="47FA498D" w14:textId="77777777" w:rsidR="00D019EF" w:rsidRPr="00EA4AEE" w:rsidRDefault="00D019EF" w:rsidP="00D019EF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67E46FCD" w14:textId="7DC8D1F0" w:rsidR="00D019EF" w:rsidRPr="00F52763" w:rsidRDefault="00D019EF" w:rsidP="00D019EF">
      <w:pPr>
        <w:pStyle w:val="a3"/>
        <w:spacing w:line="0" w:lineRule="atLeast"/>
        <w:ind w:firstLineChars="250" w:firstLine="55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○日  時：</w:t>
      </w:r>
      <w:r w:rsidRPr="00404C45">
        <w:rPr>
          <w:rFonts w:ascii="Meiryo UI" w:eastAsia="Meiryo UI" w:hAnsi="Meiryo UI" w:hint="eastAsia"/>
          <w:sz w:val="22"/>
          <w:szCs w:val="22"/>
        </w:rPr>
        <w:t>2019年</w:t>
      </w:r>
      <w:r w:rsidR="00337B5D">
        <w:rPr>
          <w:rFonts w:ascii="Meiryo UI" w:eastAsia="Meiryo UI" w:hAnsi="Meiryo UI"/>
          <w:sz w:val="22"/>
          <w:szCs w:val="22"/>
        </w:rPr>
        <w:t>10</w:t>
      </w:r>
      <w:r w:rsidRPr="00404C45">
        <w:rPr>
          <w:rFonts w:ascii="Meiryo UI" w:eastAsia="Meiryo UI" w:hAnsi="Meiryo UI" w:hint="eastAsia"/>
          <w:sz w:val="22"/>
          <w:szCs w:val="22"/>
        </w:rPr>
        <w:t>月</w:t>
      </w:r>
      <w:r w:rsidR="00337B5D">
        <w:rPr>
          <w:rFonts w:ascii="Meiryo UI" w:eastAsia="Meiryo UI" w:hAnsi="Meiryo UI" w:hint="eastAsia"/>
          <w:sz w:val="22"/>
          <w:szCs w:val="22"/>
        </w:rPr>
        <w:t>15</w:t>
      </w:r>
      <w:r w:rsidRPr="00404C45">
        <w:rPr>
          <w:rFonts w:ascii="Meiryo UI" w:eastAsia="Meiryo UI" w:hAnsi="Meiryo UI" w:hint="eastAsia"/>
          <w:sz w:val="22"/>
          <w:szCs w:val="22"/>
        </w:rPr>
        <w:t>日(</w:t>
      </w:r>
      <w:r w:rsidR="00CF063B">
        <w:rPr>
          <w:rFonts w:ascii="Meiryo UI" w:eastAsia="Meiryo UI" w:hAnsi="Meiryo UI" w:hint="eastAsia"/>
          <w:sz w:val="22"/>
          <w:szCs w:val="22"/>
        </w:rPr>
        <w:t>火</w:t>
      </w:r>
      <w:r w:rsidRPr="00404C45">
        <w:rPr>
          <w:rFonts w:ascii="Meiryo UI" w:eastAsia="Meiryo UI" w:hAnsi="Meiryo UI" w:hint="eastAsia"/>
          <w:sz w:val="22"/>
          <w:szCs w:val="22"/>
        </w:rPr>
        <w:t xml:space="preserve">)　</w:t>
      </w:r>
      <w:r>
        <w:rPr>
          <w:rFonts w:ascii="Meiryo UI" w:eastAsia="Meiryo UI" w:hAnsi="Meiryo UI" w:hint="eastAsia"/>
          <w:sz w:val="22"/>
          <w:szCs w:val="22"/>
        </w:rPr>
        <w:t>13:30</w:t>
      </w:r>
      <w:r w:rsidRPr="00F52763">
        <w:rPr>
          <w:rFonts w:ascii="Meiryo UI" w:eastAsia="Meiryo UI" w:hAnsi="Meiryo UI" w:hint="eastAsia"/>
          <w:sz w:val="22"/>
          <w:szCs w:val="22"/>
        </w:rPr>
        <w:t>～</w:t>
      </w:r>
      <w:r w:rsidRPr="00404C45">
        <w:rPr>
          <w:rFonts w:ascii="Meiryo UI" w:eastAsia="Meiryo UI" w:hAnsi="Meiryo UI" w:hint="eastAsia"/>
          <w:sz w:val="22"/>
          <w:szCs w:val="22"/>
        </w:rPr>
        <w:t>16:30</w:t>
      </w:r>
    </w:p>
    <w:p w14:paraId="4C6A9477" w14:textId="2673BC02" w:rsidR="0041296B" w:rsidRPr="00F52763" w:rsidRDefault="00D019EF" w:rsidP="00E21EA9">
      <w:pPr>
        <w:pStyle w:val="a3"/>
        <w:spacing w:line="0" w:lineRule="atLeast"/>
        <w:ind w:firstLineChars="250" w:firstLine="55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○場  所：</w:t>
      </w:r>
      <w:r w:rsidR="00337B5D">
        <w:rPr>
          <w:rFonts w:ascii="Meiryo UI" w:eastAsia="Meiryo UI" w:hAnsi="Meiryo UI" w:hint="eastAsia"/>
          <w:sz w:val="22"/>
          <w:szCs w:val="22"/>
        </w:rPr>
        <w:t>石川</w:t>
      </w:r>
      <w:r w:rsidR="002222FA">
        <w:rPr>
          <w:rFonts w:ascii="Meiryo UI" w:eastAsia="Meiryo UI" w:hAnsi="Meiryo UI" w:hint="eastAsia"/>
          <w:sz w:val="22"/>
          <w:szCs w:val="22"/>
        </w:rPr>
        <w:t>県</w:t>
      </w:r>
      <w:r w:rsidR="00337B5D" w:rsidRPr="00337B5D">
        <w:rPr>
          <w:rFonts w:ascii="Meiryo UI" w:eastAsia="Meiryo UI" w:hAnsi="Meiryo UI" w:hint="eastAsia"/>
          <w:sz w:val="22"/>
          <w:szCs w:val="22"/>
        </w:rPr>
        <w:t>輪島市役所　３階大会議室</w:t>
      </w:r>
      <w:r w:rsidRPr="00885799">
        <w:rPr>
          <w:rFonts w:ascii="Meiryo UI" w:eastAsia="Meiryo UI" w:hAnsi="Meiryo UI" w:hint="eastAsia"/>
          <w:sz w:val="22"/>
          <w:szCs w:val="22"/>
        </w:rPr>
        <w:t>（</w:t>
      </w:r>
      <w:r w:rsidR="00337B5D" w:rsidRPr="00337B5D">
        <w:rPr>
          <w:rFonts w:ascii="Meiryo UI" w:eastAsia="Meiryo UI" w:hAnsi="Meiryo UI" w:hint="eastAsia"/>
          <w:sz w:val="22"/>
          <w:szCs w:val="22"/>
        </w:rPr>
        <w:t>石川県輪島市二ツ屋町２字２９番地</w:t>
      </w:r>
      <w:r w:rsidRPr="00885799">
        <w:rPr>
          <w:rFonts w:ascii="Meiryo UI" w:eastAsia="Meiryo UI" w:hAnsi="Meiryo UI" w:hint="eastAsia"/>
          <w:sz w:val="22"/>
          <w:szCs w:val="22"/>
        </w:rPr>
        <w:t>）</w:t>
      </w:r>
    </w:p>
    <w:p w14:paraId="2FCE7565" w14:textId="77777777" w:rsidR="0041296B" w:rsidRPr="00776514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1E7A6734" w14:textId="77777777" w:rsidR="00E47754" w:rsidRPr="006657B3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58D6029E" w14:textId="77777777"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160"/>
        <w:gridCol w:w="5040"/>
      </w:tblGrid>
      <w:tr w:rsidR="0078734B" w:rsidRPr="00F52763" w14:paraId="7D481C7F" w14:textId="77777777" w:rsidTr="007548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14:paraId="252F413D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開始時間</w:t>
            </w:r>
          </w:p>
        </w:tc>
        <w:tc>
          <w:tcPr>
            <w:tcW w:w="851" w:type="dxa"/>
          </w:tcPr>
          <w:p w14:paraId="20E692D6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配分</w:t>
            </w:r>
          </w:p>
        </w:tc>
        <w:tc>
          <w:tcPr>
            <w:tcW w:w="3160" w:type="dxa"/>
          </w:tcPr>
          <w:p w14:paraId="489BCEC5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内容</w:t>
            </w:r>
          </w:p>
        </w:tc>
        <w:tc>
          <w:tcPr>
            <w:tcW w:w="5040" w:type="dxa"/>
          </w:tcPr>
          <w:p w14:paraId="1C5829CB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担当（敬称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略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）</w:t>
            </w:r>
          </w:p>
        </w:tc>
      </w:tr>
      <w:tr w:rsidR="00C462D7" w:rsidRPr="00F52763" w14:paraId="5C6BA298" w14:textId="77777777" w:rsidTr="0075482F">
        <w:trPr>
          <w:trHeight w:val="806"/>
        </w:trPr>
        <w:tc>
          <w:tcPr>
            <w:tcW w:w="1126" w:type="dxa"/>
            <w:vAlign w:val="center"/>
          </w:tcPr>
          <w:p w14:paraId="527A267A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14:paraId="3322F75B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5F781A26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783EAEB4" w14:textId="69621EC5" w:rsidR="00CF063B" w:rsidRDefault="00337B5D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輪島</w:t>
            </w:r>
            <w:r w:rsidR="00CF063B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市　</w:t>
            </w:r>
            <w:r w:rsidRPr="00337B5D">
              <w:rPr>
                <w:rFonts w:ascii="Meiryo UI" w:eastAsia="Meiryo UI" w:hAnsi="Meiryo UI" w:cs="Meiryo UI" w:hint="eastAsia"/>
                <w:sz w:val="22"/>
                <w:szCs w:val="22"/>
              </w:rPr>
              <w:t>企画振興部長 兼 企画課長</w:t>
            </w:r>
          </w:p>
          <w:p w14:paraId="3BE507DE" w14:textId="0B7ABC58" w:rsidR="00776514" w:rsidRPr="006D4DD3" w:rsidRDefault="00337B5D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37B5D">
              <w:rPr>
                <w:rFonts w:ascii="Meiryo UI" w:eastAsia="Meiryo UI" w:hAnsi="Meiryo UI" w:cs="Meiryo UI" w:hint="eastAsia"/>
                <w:sz w:val="22"/>
                <w:szCs w:val="22"/>
              </w:rPr>
              <w:t>田方　利彦</w:t>
            </w:r>
          </w:p>
        </w:tc>
      </w:tr>
      <w:tr w:rsidR="00C462D7" w:rsidRPr="00F52763" w14:paraId="68B59E55" w14:textId="77777777" w:rsidTr="0075482F">
        <w:trPr>
          <w:trHeight w:val="679"/>
        </w:trPr>
        <w:tc>
          <w:tcPr>
            <w:tcW w:w="1126" w:type="dxa"/>
            <w:vAlign w:val="center"/>
          </w:tcPr>
          <w:p w14:paraId="28497DFB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14:paraId="2672DB14" w14:textId="64BBBF1E" w:rsidR="00C462D7" w:rsidRPr="006D4DD3" w:rsidRDefault="00CF063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10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769315FB" w14:textId="77777777" w:rsidR="00CF063B" w:rsidRDefault="00CF063B" w:rsidP="00EC3D8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自己紹介</w:t>
            </w:r>
          </w:p>
          <w:p w14:paraId="1F4B6064" w14:textId="487681E3" w:rsidR="00CA2DE1" w:rsidRPr="006D4DD3" w:rsidRDefault="00D26A23" w:rsidP="00EC3D8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="00CA2DE1" w:rsidRPr="00EC3D85">
              <w:rPr>
                <w:rFonts w:ascii="Meiryo UI" w:eastAsia="Meiryo UI" w:hAnsi="Meiryo UI" w:cs="Meiryo UI" w:hint="eastAsia"/>
                <w:sz w:val="22"/>
                <w:szCs w:val="22"/>
              </w:rPr>
              <w:t>動画</w:t>
            </w:r>
            <w:r w:rsidR="00CF063B">
              <w:rPr>
                <w:rFonts w:ascii="Meiryo UI" w:eastAsia="Meiryo UI" w:hAnsi="Meiryo UI" w:cs="Meiryo UI" w:hint="eastAsia"/>
                <w:sz w:val="22"/>
                <w:szCs w:val="22"/>
              </w:rPr>
              <w:t>放映</w:t>
            </w:r>
          </w:p>
        </w:tc>
        <w:tc>
          <w:tcPr>
            <w:tcW w:w="5040" w:type="dxa"/>
            <w:vAlign w:val="center"/>
          </w:tcPr>
          <w:p w14:paraId="29BD92CD" w14:textId="381D9EE1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462D7" w:rsidRPr="00F52763" w14:paraId="62063D1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1A88173F" w14:textId="2164762E" w:rsidR="00C462D7" w:rsidRPr="006D4DD3" w:rsidRDefault="00E459BF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13:45</w:t>
            </w:r>
          </w:p>
        </w:tc>
        <w:tc>
          <w:tcPr>
            <w:tcW w:w="851" w:type="dxa"/>
            <w:vAlign w:val="center"/>
          </w:tcPr>
          <w:p w14:paraId="71F082BB" w14:textId="304C4E03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32D43EA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講義①</w:t>
            </w:r>
          </w:p>
          <w:p w14:paraId="1373D30D" w14:textId="38C28CA5" w:rsidR="00C462D7" w:rsidRPr="006D4DD3" w:rsidRDefault="00957F06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5040" w:type="dxa"/>
            <w:vAlign w:val="center"/>
          </w:tcPr>
          <w:p w14:paraId="1CF5B645" w14:textId="77777777" w:rsidR="00337B5D" w:rsidRPr="00337B5D" w:rsidRDefault="00337B5D" w:rsidP="00337B5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37B5D">
              <w:rPr>
                <w:rFonts w:ascii="Meiryo UI" w:eastAsia="Meiryo UI" w:hAnsi="Meiryo UI" w:cs="Meiryo UI" w:hint="eastAsia"/>
                <w:sz w:val="22"/>
                <w:szCs w:val="22"/>
              </w:rPr>
              <w:t>アイパブリッシング株式会社　代表取締役</w:t>
            </w:r>
          </w:p>
          <w:p w14:paraId="195E34AF" w14:textId="77777777" w:rsidR="00337B5D" w:rsidRPr="00337B5D" w:rsidRDefault="00337B5D" w:rsidP="00337B5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37B5D">
              <w:rPr>
                <w:rFonts w:ascii="Meiryo UI" w:eastAsia="Meiryo UI" w:hAnsi="Meiryo UI" w:cs="Meiryo UI" w:hint="eastAsia"/>
                <w:sz w:val="22"/>
                <w:szCs w:val="22"/>
              </w:rPr>
              <w:t>一般社団法人コードフォーカナザワ　代表理事</w:t>
            </w:r>
          </w:p>
          <w:p w14:paraId="5396FA1E" w14:textId="4E17D937" w:rsidR="00C462D7" w:rsidRPr="006D4DD3" w:rsidRDefault="00337B5D" w:rsidP="00337B5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37B5D">
              <w:rPr>
                <w:rFonts w:ascii="Meiryo UI" w:eastAsia="Meiryo UI" w:hAnsi="Meiryo UI" w:cs="Meiryo UI" w:hint="eastAsia"/>
                <w:sz w:val="22"/>
                <w:szCs w:val="22"/>
              </w:rPr>
              <w:t>福島　健一郎</w:t>
            </w:r>
          </w:p>
        </w:tc>
      </w:tr>
      <w:tr w:rsidR="00C462D7" w:rsidRPr="00F52763" w14:paraId="486ED05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2462A6A6" w14:textId="65961563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E459BF">
              <w:rPr>
                <w:rFonts w:ascii="Meiryo UI" w:eastAsia="Meiryo UI" w:hAnsi="Meiryo UI" w:cs="Meiryo UI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14:paraId="779FFB7A" w14:textId="2ED77A1A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1</w:t>
            </w:r>
            <w:r w:rsidR="00932E19" w:rsidRPr="006D4DD3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7F7AF8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講義②</w:t>
            </w:r>
          </w:p>
          <w:p w14:paraId="689D5B7A" w14:textId="0813784E" w:rsidR="00C462D7" w:rsidRPr="006D4DD3" w:rsidRDefault="00EA4AEE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A4AEE">
              <w:rPr>
                <w:rFonts w:ascii="Meiryo UI" w:eastAsia="Meiryo UI" w:hAnsi="Meiryo UI" w:cs="Meiryo UI" w:hint="eastAsia"/>
                <w:sz w:val="22"/>
                <w:szCs w:val="22"/>
              </w:rPr>
              <w:t>石川県のオープンデータ推進について</w:t>
            </w:r>
          </w:p>
        </w:tc>
        <w:tc>
          <w:tcPr>
            <w:tcW w:w="5040" w:type="dxa"/>
            <w:vAlign w:val="center"/>
          </w:tcPr>
          <w:p w14:paraId="12F3CBFF" w14:textId="6D7BAF57" w:rsidR="002222FA" w:rsidRDefault="00EA4AEE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石川</w:t>
            </w:r>
            <w:r w:rsidR="002222FA" w:rsidRPr="002222FA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県 </w:t>
            </w:r>
            <w:r w:rsidR="00E754D6" w:rsidRPr="00E754D6">
              <w:rPr>
                <w:rFonts w:ascii="Meiryo UI" w:eastAsia="Meiryo UI" w:hAnsi="Meiryo UI" w:cs="Meiryo UI" w:hint="eastAsia"/>
                <w:sz w:val="22"/>
                <w:szCs w:val="22"/>
              </w:rPr>
              <w:t>総務部行政経営課情報システム室</w:t>
            </w:r>
            <w:r w:rsidR="00E754D6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専門員</w:t>
            </w:r>
          </w:p>
          <w:p w14:paraId="4A7A146F" w14:textId="74899713" w:rsidR="00C462D7" w:rsidRPr="006D4DD3" w:rsidRDefault="00EA4AEE" w:rsidP="00EA4AE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A4AEE">
              <w:rPr>
                <w:rFonts w:ascii="Meiryo UI" w:eastAsia="Meiryo UI" w:hAnsi="Meiryo UI" w:cs="Meiryo UI" w:hint="eastAsia"/>
                <w:sz w:val="22"/>
                <w:szCs w:val="22"/>
              </w:rPr>
              <w:t>中島　大輔</w:t>
            </w:r>
          </w:p>
        </w:tc>
      </w:tr>
      <w:tr w:rsidR="00C462D7" w:rsidRPr="00F52763" w14:paraId="1DD727AE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5E3BC0FE" w14:textId="260E32DB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E459BF"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14:paraId="3567C83C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69797837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7405CEB0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462D7" w:rsidRPr="00F52763" w14:paraId="6BA4DCA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621A0DDC" w14:textId="166B8C26" w:rsidR="00C462D7" w:rsidRPr="006D4DD3" w:rsidRDefault="00E459BF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14:50</w:t>
            </w:r>
          </w:p>
        </w:tc>
        <w:tc>
          <w:tcPr>
            <w:tcW w:w="851" w:type="dxa"/>
            <w:vAlign w:val="center"/>
          </w:tcPr>
          <w:p w14:paraId="1C928DFC" w14:textId="2B8F3DFC" w:rsidR="00C462D7" w:rsidRPr="006D4DD3" w:rsidRDefault="00CA2DE1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511D82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3D5DC6F3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14:paraId="51A64047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5040" w:type="dxa"/>
            <w:vAlign w:val="center"/>
          </w:tcPr>
          <w:p w14:paraId="7A29BF7B" w14:textId="77777777" w:rsidR="00511D82" w:rsidRPr="006D4DD3" w:rsidRDefault="00511D82" w:rsidP="00511D8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株式会社日立社会情報サービス</w:t>
            </w:r>
          </w:p>
          <w:p w14:paraId="08B039C4" w14:textId="57FC31BE" w:rsidR="00C462D7" w:rsidRPr="006D4DD3" w:rsidRDefault="00EA4AEE" w:rsidP="00EA4AE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中村</w:t>
            </w:r>
            <w:r w:rsidR="00511D82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久美子</w:t>
            </w:r>
          </w:p>
        </w:tc>
      </w:tr>
      <w:tr w:rsidR="00C462D7" w:rsidRPr="00F52763" w14:paraId="2448270B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2EB20BAC" w14:textId="607F7660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="00932E19" w:rsidRPr="006D4DD3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="00E459BF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7F769C06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160" w:type="dxa"/>
            <w:vAlign w:val="center"/>
          </w:tcPr>
          <w:p w14:paraId="044C8A85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076AB902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12AC1" w:rsidRPr="00F52763" w14:paraId="23013C6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7F0E9600" w14:textId="78E6045E" w:rsidR="00C12AC1" w:rsidRPr="006D4DD3" w:rsidRDefault="00C12AC1" w:rsidP="00C12A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E459BF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6D9D895D" w14:textId="51D8DE4C" w:rsidR="00C12AC1" w:rsidRPr="006D4DD3" w:rsidRDefault="00E754D6" w:rsidP="00C12A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40</w:t>
            </w:r>
            <w:r w:rsidR="00C12AC1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ABAF4B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14:paraId="0870A97D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5040" w:type="dxa"/>
            <w:vAlign w:val="center"/>
          </w:tcPr>
          <w:p w14:paraId="53EB859A" w14:textId="77777777" w:rsidR="00337B5D" w:rsidRPr="00337B5D" w:rsidRDefault="00337B5D" w:rsidP="00337B5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37B5D">
              <w:rPr>
                <w:rFonts w:ascii="Meiryo UI" w:eastAsia="Meiryo UI" w:hAnsi="Meiryo UI" w:cs="Meiryo UI" w:hint="eastAsia"/>
                <w:sz w:val="22"/>
                <w:szCs w:val="22"/>
              </w:rPr>
              <w:t>アイパブリッシング株式会社　代表取締役</w:t>
            </w:r>
          </w:p>
          <w:p w14:paraId="0D7159E9" w14:textId="77777777" w:rsidR="00337B5D" w:rsidRPr="00337B5D" w:rsidRDefault="00337B5D" w:rsidP="00337B5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37B5D">
              <w:rPr>
                <w:rFonts w:ascii="Meiryo UI" w:eastAsia="Meiryo UI" w:hAnsi="Meiryo UI" w:cs="Meiryo UI" w:hint="eastAsia"/>
                <w:sz w:val="22"/>
                <w:szCs w:val="22"/>
              </w:rPr>
              <w:t>一般社団法人コードフォーカナザワ　代表理事</w:t>
            </w:r>
          </w:p>
          <w:p w14:paraId="06130707" w14:textId="509307E0" w:rsidR="006E0D77" w:rsidRPr="006D4DD3" w:rsidRDefault="00337B5D" w:rsidP="00337B5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37B5D">
              <w:rPr>
                <w:rFonts w:ascii="Meiryo UI" w:eastAsia="Meiryo UI" w:hAnsi="Meiryo UI" w:cs="Meiryo UI" w:hint="eastAsia"/>
                <w:sz w:val="22"/>
                <w:szCs w:val="22"/>
              </w:rPr>
              <w:t>福島　健一郎</w:t>
            </w:r>
          </w:p>
        </w:tc>
      </w:tr>
      <w:tr w:rsidR="00C462D7" w:rsidRPr="00F52763" w14:paraId="56DEEA17" w14:textId="77777777" w:rsidTr="0075482F">
        <w:trPr>
          <w:trHeight w:val="724"/>
        </w:trPr>
        <w:tc>
          <w:tcPr>
            <w:tcW w:w="1126" w:type="dxa"/>
            <w:vAlign w:val="center"/>
          </w:tcPr>
          <w:p w14:paraId="017749B6" w14:textId="72635DFF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E754D6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58537C1E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15CD832A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5040" w:type="dxa"/>
            <w:vAlign w:val="center"/>
          </w:tcPr>
          <w:p w14:paraId="082D8F4B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C462D7" w:rsidRPr="00F52763" w14:paraId="43A2DA52" w14:textId="77777777" w:rsidTr="0075482F">
        <w:trPr>
          <w:trHeight w:val="691"/>
        </w:trPr>
        <w:tc>
          <w:tcPr>
            <w:tcW w:w="1126" w:type="dxa"/>
            <w:vAlign w:val="center"/>
          </w:tcPr>
          <w:p w14:paraId="40C756E3" w14:textId="3D476648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16:2</w:t>
            </w:r>
            <w:r w:rsidR="00E754D6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3A5D16D6" w14:textId="77777777" w:rsidR="00C462D7" w:rsidRPr="006D4DD3" w:rsidRDefault="005C32D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2041D77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5040" w:type="dxa"/>
            <w:vAlign w:val="center"/>
          </w:tcPr>
          <w:p w14:paraId="18F32A1A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EA4AEE" w:rsidRPr="00F52763" w14:paraId="40533888" w14:textId="77777777" w:rsidTr="0075482F">
        <w:trPr>
          <w:trHeight w:val="691"/>
        </w:trPr>
        <w:tc>
          <w:tcPr>
            <w:tcW w:w="1126" w:type="dxa"/>
            <w:vAlign w:val="center"/>
          </w:tcPr>
          <w:p w14:paraId="5538FBA5" w14:textId="3056A20B" w:rsidR="00EA4AEE" w:rsidRPr="006D4DD3" w:rsidRDefault="00EA4AEE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16:25</w:t>
            </w:r>
          </w:p>
        </w:tc>
        <w:tc>
          <w:tcPr>
            <w:tcW w:w="851" w:type="dxa"/>
            <w:vAlign w:val="center"/>
          </w:tcPr>
          <w:p w14:paraId="061ACE40" w14:textId="62FDB542" w:rsidR="00EA4AEE" w:rsidRPr="006D4DD3" w:rsidRDefault="00EA4AEE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4D67108A" w14:textId="38DCE0E4" w:rsidR="00EA4AEE" w:rsidRPr="006D4DD3" w:rsidRDefault="00EA4AEE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77CB6511" w14:textId="5B48D31C" w:rsidR="00EA4AEE" w:rsidRDefault="00EA4AEE" w:rsidP="00EA4AE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 xml:space="preserve">北陸総合通信局　</w:t>
            </w:r>
            <w:r w:rsidRPr="00EA4AEE">
              <w:rPr>
                <w:rFonts w:ascii="Meiryo UI" w:eastAsia="Meiryo UI" w:hAnsi="Meiryo UI" w:cs="Meiryo UI" w:hint="eastAsia"/>
                <w:sz w:val="22"/>
              </w:rPr>
              <w:t>情報</w:t>
            </w:r>
            <w:r w:rsidR="00ED1B80" w:rsidRPr="007B5CD2">
              <w:rPr>
                <w:rFonts w:hint="eastAsia"/>
                <w:kern w:val="0"/>
                <w:sz w:val="22"/>
                <w:szCs w:val="22"/>
              </w:rPr>
              <w:t>通信</w:t>
            </w:r>
            <w:r w:rsidRPr="00EA4AEE">
              <w:rPr>
                <w:rFonts w:ascii="Meiryo UI" w:eastAsia="Meiryo UI" w:hAnsi="Meiryo UI" w:cs="Meiryo UI" w:hint="eastAsia"/>
                <w:sz w:val="22"/>
              </w:rPr>
              <w:t>振興室課長補佐</w:t>
            </w:r>
          </w:p>
          <w:p w14:paraId="05F26D2E" w14:textId="7B753A18" w:rsidR="00EA4AEE" w:rsidRPr="006D4DD3" w:rsidRDefault="00EA4AEE" w:rsidP="00EA4AE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 w:rsidRPr="00EA4AEE">
              <w:rPr>
                <w:rFonts w:ascii="Meiryo UI" w:eastAsia="Meiryo UI" w:hAnsi="Meiryo UI" w:cs="Meiryo UI" w:hint="eastAsia"/>
                <w:sz w:val="22"/>
              </w:rPr>
              <w:t>川合　徹</w:t>
            </w:r>
          </w:p>
        </w:tc>
      </w:tr>
      <w:tr w:rsidR="00C462D7" w:rsidRPr="00F52763" w14:paraId="07C0B100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115D8F62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16:30</w:t>
            </w:r>
          </w:p>
        </w:tc>
        <w:tc>
          <w:tcPr>
            <w:tcW w:w="851" w:type="dxa"/>
            <w:vAlign w:val="center"/>
          </w:tcPr>
          <w:p w14:paraId="4D526477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160" w:type="dxa"/>
            <w:vAlign w:val="center"/>
          </w:tcPr>
          <w:p w14:paraId="6CE4F61B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5040" w:type="dxa"/>
            <w:vAlign w:val="center"/>
          </w:tcPr>
          <w:p w14:paraId="26C25196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14:paraId="065307BF" w14:textId="77777777"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14:paraId="3A5CED73" w14:textId="77777777"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14:paraId="2AA3F1A7" w14:textId="5A1436EE" w:rsidR="006A4004" w:rsidRPr="00586A5A" w:rsidRDefault="00337B5D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輪島</w:t>
      </w:r>
      <w:r w:rsidR="00CF063B" w:rsidRPr="00CF063B">
        <w:rPr>
          <w:rFonts w:ascii="Meiryo UI" w:eastAsia="Meiryo UI" w:hAnsi="Meiryo UI" w:hint="eastAsia"/>
          <w:sz w:val="22"/>
        </w:rPr>
        <w:t xml:space="preserve">市　</w:t>
      </w:r>
      <w:r w:rsidRPr="00337B5D">
        <w:rPr>
          <w:rFonts w:ascii="Meiryo UI" w:eastAsia="Meiryo UI" w:hAnsi="Meiryo UI" w:hint="eastAsia"/>
          <w:sz w:val="22"/>
        </w:rPr>
        <w:t>企画課主幹 兼 統計情報係長</w:t>
      </w:r>
      <w:r w:rsidR="006D4DD3">
        <w:rPr>
          <w:rFonts w:ascii="Meiryo UI" w:eastAsia="Meiryo UI" w:hAnsi="Meiryo UI" w:hint="eastAsia"/>
          <w:sz w:val="22"/>
        </w:rPr>
        <w:t xml:space="preserve">　</w:t>
      </w:r>
      <w:r w:rsidRPr="00337B5D">
        <w:rPr>
          <w:rFonts w:ascii="Meiryo UI" w:eastAsia="Meiryo UI" w:hAnsi="Meiryo UI" w:hint="eastAsia"/>
          <w:sz w:val="22"/>
        </w:rPr>
        <w:t>高山　茂樹</w:t>
      </w:r>
    </w:p>
    <w:sectPr w:rsidR="006A4004" w:rsidRPr="00586A5A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87D6F" w14:textId="77777777" w:rsidR="00BA59F7" w:rsidRDefault="00BA59F7" w:rsidP="009B751E">
      <w:r>
        <w:separator/>
      </w:r>
    </w:p>
  </w:endnote>
  <w:endnote w:type="continuationSeparator" w:id="0">
    <w:p w14:paraId="1DA7DBD8" w14:textId="77777777"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A6317" w14:textId="77777777" w:rsidR="00BA59F7" w:rsidRDefault="00BA59F7" w:rsidP="009B751E">
      <w:r>
        <w:separator/>
      </w:r>
    </w:p>
  </w:footnote>
  <w:footnote w:type="continuationSeparator" w:id="0">
    <w:p w14:paraId="54900337" w14:textId="77777777"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1114B"/>
    <w:rsid w:val="00026EEC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A384A"/>
    <w:rsid w:val="000A7B37"/>
    <w:rsid w:val="000C0B1B"/>
    <w:rsid w:val="000C626B"/>
    <w:rsid w:val="000E186F"/>
    <w:rsid w:val="000E40D3"/>
    <w:rsid w:val="000F3880"/>
    <w:rsid w:val="00104B14"/>
    <w:rsid w:val="0011339E"/>
    <w:rsid w:val="00131578"/>
    <w:rsid w:val="00131A62"/>
    <w:rsid w:val="0013301B"/>
    <w:rsid w:val="00136961"/>
    <w:rsid w:val="0013736E"/>
    <w:rsid w:val="00140B2E"/>
    <w:rsid w:val="00143F34"/>
    <w:rsid w:val="00152493"/>
    <w:rsid w:val="00163B12"/>
    <w:rsid w:val="00181E8F"/>
    <w:rsid w:val="00184F48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5435"/>
    <w:rsid w:val="001F6282"/>
    <w:rsid w:val="00203EAF"/>
    <w:rsid w:val="00207EB4"/>
    <w:rsid w:val="00215CCD"/>
    <w:rsid w:val="002222FA"/>
    <w:rsid w:val="00241288"/>
    <w:rsid w:val="0025186D"/>
    <w:rsid w:val="00252C2C"/>
    <w:rsid w:val="00253CDD"/>
    <w:rsid w:val="002557B9"/>
    <w:rsid w:val="002706FB"/>
    <w:rsid w:val="00280C7F"/>
    <w:rsid w:val="002A2154"/>
    <w:rsid w:val="002A5B42"/>
    <w:rsid w:val="002A74AA"/>
    <w:rsid w:val="002D47F1"/>
    <w:rsid w:val="002E46D2"/>
    <w:rsid w:val="002E4D4E"/>
    <w:rsid w:val="002F14F4"/>
    <w:rsid w:val="002F6361"/>
    <w:rsid w:val="003030C2"/>
    <w:rsid w:val="00321D72"/>
    <w:rsid w:val="00324606"/>
    <w:rsid w:val="00337B5D"/>
    <w:rsid w:val="00342292"/>
    <w:rsid w:val="003578F5"/>
    <w:rsid w:val="003679E0"/>
    <w:rsid w:val="0039267B"/>
    <w:rsid w:val="003A6292"/>
    <w:rsid w:val="003A6ED2"/>
    <w:rsid w:val="003B09E4"/>
    <w:rsid w:val="003C4E5D"/>
    <w:rsid w:val="003E016D"/>
    <w:rsid w:val="003F0558"/>
    <w:rsid w:val="0041296B"/>
    <w:rsid w:val="0041685B"/>
    <w:rsid w:val="004363EB"/>
    <w:rsid w:val="004426A2"/>
    <w:rsid w:val="004474D2"/>
    <w:rsid w:val="0045535E"/>
    <w:rsid w:val="0047670A"/>
    <w:rsid w:val="004773EF"/>
    <w:rsid w:val="00481BD9"/>
    <w:rsid w:val="004A4430"/>
    <w:rsid w:val="004B1ADD"/>
    <w:rsid w:val="004C4CDE"/>
    <w:rsid w:val="004D01FA"/>
    <w:rsid w:val="004D681C"/>
    <w:rsid w:val="004E6B34"/>
    <w:rsid w:val="004F4AD6"/>
    <w:rsid w:val="004F7C7C"/>
    <w:rsid w:val="00503E94"/>
    <w:rsid w:val="005104D8"/>
    <w:rsid w:val="00511D82"/>
    <w:rsid w:val="0051433B"/>
    <w:rsid w:val="005404CC"/>
    <w:rsid w:val="00540D09"/>
    <w:rsid w:val="0055677E"/>
    <w:rsid w:val="00561EB3"/>
    <w:rsid w:val="0056272A"/>
    <w:rsid w:val="00563139"/>
    <w:rsid w:val="005714CE"/>
    <w:rsid w:val="00580885"/>
    <w:rsid w:val="00586A5A"/>
    <w:rsid w:val="005A6EE7"/>
    <w:rsid w:val="005B113D"/>
    <w:rsid w:val="005B150F"/>
    <w:rsid w:val="005B526B"/>
    <w:rsid w:val="005C15D6"/>
    <w:rsid w:val="005C314B"/>
    <w:rsid w:val="005C32DB"/>
    <w:rsid w:val="005D2E50"/>
    <w:rsid w:val="005E0B1F"/>
    <w:rsid w:val="005F75B4"/>
    <w:rsid w:val="0060105E"/>
    <w:rsid w:val="00620510"/>
    <w:rsid w:val="006241FF"/>
    <w:rsid w:val="00633A0D"/>
    <w:rsid w:val="006424C8"/>
    <w:rsid w:val="006657B3"/>
    <w:rsid w:val="006679A2"/>
    <w:rsid w:val="006718EF"/>
    <w:rsid w:val="00676BF6"/>
    <w:rsid w:val="006773EC"/>
    <w:rsid w:val="00691569"/>
    <w:rsid w:val="006A4004"/>
    <w:rsid w:val="006B767C"/>
    <w:rsid w:val="006B77D7"/>
    <w:rsid w:val="006D4DD3"/>
    <w:rsid w:val="006D7DA5"/>
    <w:rsid w:val="006E0D77"/>
    <w:rsid w:val="006E7D62"/>
    <w:rsid w:val="00700A96"/>
    <w:rsid w:val="00707277"/>
    <w:rsid w:val="00707830"/>
    <w:rsid w:val="00710780"/>
    <w:rsid w:val="00713F9F"/>
    <w:rsid w:val="00714B3E"/>
    <w:rsid w:val="007228B5"/>
    <w:rsid w:val="00741230"/>
    <w:rsid w:val="007420A3"/>
    <w:rsid w:val="0075482F"/>
    <w:rsid w:val="00776514"/>
    <w:rsid w:val="007837EF"/>
    <w:rsid w:val="0078734B"/>
    <w:rsid w:val="007A1D5A"/>
    <w:rsid w:val="007A4BDC"/>
    <w:rsid w:val="007B16AA"/>
    <w:rsid w:val="007B5CD2"/>
    <w:rsid w:val="007B7DCB"/>
    <w:rsid w:val="007D2983"/>
    <w:rsid w:val="007E7ED1"/>
    <w:rsid w:val="007F20F6"/>
    <w:rsid w:val="007F2AEF"/>
    <w:rsid w:val="00810799"/>
    <w:rsid w:val="00840148"/>
    <w:rsid w:val="00863F8B"/>
    <w:rsid w:val="00885799"/>
    <w:rsid w:val="00885F62"/>
    <w:rsid w:val="00890642"/>
    <w:rsid w:val="0089253E"/>
    <w:rsid w:val="008925FE"/>
    <w:rsid w:val="00897079"/>
    <w:rsid w:val="008B6E9E"/>
    <w:rsid w:val="008D5E85"/>
    <w:rsid w:val="00906C01"/>
    <w:rsid w:val="0091267C"/>
    <w:rsid w:val="00922D4A"/>
    <w:rsid w:val="00931BBC"/>
    <w:rsid w:val="00932E19"/>
    <w:rsid w:val="0093677A"/>
    <w:rsid w:val="00941242"/>
    <w:rsid w:val="009414C9"/>
    <w:rsid w:val="009547D9"/>
    <w:rsid w:val="00957F06"/>
    <w:rsid w:val="00960AB1"/>
    <w:rsid w:val="00961EEC"/>
    <w:rsid w:val="00962CC3"/>
    <w:rsid w:val="00963A92"/>
    <w:rsid w:val="00977170"/>
    <w:rsid w:val="00987A06"/>
    <w:rsid w:val="0099181F"/>
    <w:rsid w:val="009963A5"/>
    <w:rsid w:val="009A1F0B"/>
    <w:rsid w:val="009B751E"/>
    <w:rsid w:val="009C53B3"/>
    <w:rsid w:val="009C6EE5"/>
    <w:rsid w:val="00A0612E"/>
    <w:rsid w:val="00A1790E"/>
    <w:rsid w:val="00A17A22"/>
    <w:rsid w:val="00A71CD2"/>
    <w:rsid w:val="00A80316"/>
    <w:rsid w:val="00A814D0"/>
    <w:rsid w:val="00A846F7"/>
    <w:rsid w:val="00AB6721"/>
    <w:rsid w:val="00AC5D1B"/>
    <w:rsid w:val="00AE7D0B"/>
    <w:rsid w:val="00AF1DF9"/>
    <w:rsid w:val="00B01C78"/>
    <w:rsid w:val="00B17198"/>
    <w:rsid w:val="00B27656"/>
    <w:rsid w:val="00B36D85"/>
    <w:rsid w:val="00B615F6"/>
    <w:rsid w:val="00B65C85"/>
    <w:rsid w:val="00B73409"/>
    <w:rsid w:val="00B761FB"/>
    <w:rsid w:val="00BA3F4A"/>
    <w:rsid w:val="00BA59F7"/>
    <w:rsid w:val="00BB5FFF"/>
    <w:rsid w:val="00BC1AAE"/>
    <w:rsid w:val="00BC21BC"/>
    <w:rsid w:val="00BD598B"/>
    <w:rsid w:val="00BE48DE"/>
    <w:rsid w:val="00C05922"/>
    <w:rsid w:val="00C064CA"/>
    <w:rsid w:val="00C12AC1"/>
    <w:rsid w:val="00C15EB4"/>
    <w:rsid w:val="00C226A2"/>
    <w:rsid w:val="00C22A9E"/>
    <w:rsid w:val="00C23A3D"/>
    <w:rsid w:val="00C23EDA"/>
    <w:rsid w:val="00C241D3"/>
    <w:rsid w:val="00C25F33"/>
    <w:rsid w:val="00C26056"/>
    <w:rsid w:val="00C35E03"/>
    <w:rsid w:val="00C44387"/>
    <w:rsid w:val="00C462D7"/>
    <w:rsid w:val="00C4738A"/>
    <w:rsid w:val="00C53275"/>
    <w:rsid w:val="00C70264"/>
    <w:rsid w:val="00C72B67"/>
    <w:rsid w:val="00C752A1"/>
    <w:rsid w:val="00C84B83"/>
    <w:rsid w:val="00C87AE3"/>
    <w:rsid w:val="00C938E4"/>
    <w:rsid w:val="00CA1594"/>
    <w:rsid w:val="00CA2DE1"/>
    <w:rsid w:val="00CA5869"/>
    <w:rsid w:val="00CA7654"/>
    <w:rsid w:val="00CC0CDB"/>
    <w:rsid w:val="00CC459A"/>
    <w:rsid w:val="00CD1120"/>
    <w:rsid w:val="00CD658E"/>
    <w:rsid w:val="00CE2CEF"/>
    <w:rsid w:val="00CF033A"/>
    <w:rsid w:val="00CF063B"/>
    <w:rsid w:val="00D00760"/>
    <w:rsid w:val="00D019EF"/>
    <w:rsid w:val="00D0612D"/>
    <w:rsid w:val="00D10467"/>
    <w:rsid w:val="00D2079B"/>
    <w:rsid w:val="00D2116F"/>
    <w:rsid w:val="00D26A23"/>
    <w:rsid w:val="00D305B7"/>
    <w:rsid w:val="00D51CE4"/>
    <w:rsid w:val="00D5466C"/>
    <w:rsid w:val="00D7738C"/>
    <w:rsid w:val="00D86FF8"/>
    <w:rsid w:val="00D90A80"/>
    <w:rsid w:val="00D960B3"/>
    <w:rsid w:val="00D97D16"/>
    <w:rsid w:val="00DA70E5"/>
    <w:rsid w:val="00DB3EC1"/>
    <w:rsid w:val="00DC4471"/>
    <w:rsid w:val="00DC7C2A"/>
    <w:rsid w:val="00DD7CBC"/>
    <w:rsid w:val="00DF0DDA"/>
    <w:rsid w:val="00DF64A3"/>
    <w:rsid w:val="00E04E7E"/>
    <w:rsid w:val="00E050F1"/>
    <w:rsid w:val="00E1613E"/>
    <w:rsid w:val="00E21EA9"/>
    <w:rsid w:val="00E35C8F"/>
    <w:rsid w:val="00E459BF"/>
    <w:rsid w:val="00E47754"/>
    <w:rsid w:val="00E6799E"/>
    <w:rsid w:val="00E726AD"/>
    <w:rsid w:val="00E754D6"/>
    <w:rsid w:val="00E8068E"/>
    <w:rsid w:val="00E8073C"/>
    <w:rsid w:val="00E9089F"/>
    <w:rsid w:val="00E97891"/>
    <w:rsid w:val="00EA4AEE"/>
    <w:rsid w:val="00EB4E53"/>
    <w:rsid w:val="00EC110D"/>
    <w:rsid w:val="00EC3D85"/>
    <w:rsid w:val="00EC3E03"/>
    <w:rsid w:val="00EC3EE2"/>
    <w:rsid w:val="00ED1B80"/>
    <w:rsid w:val="00ED28B0"/>
    <w:rsid w:val="00ED39DD"/>
    <w:rsid w:val="00EE0B56"/>
    <w:rsid w:val="00EE32FC"/>
    <w:rsid w:val="00EF0749"/>
    <w:rsid w:val="00EF5887"/>
    <w:rsid w:val="00F15445"/>
    <w:rsid w:val="00F161E5"/>
    <w:rsid w:val="00F16EB3"/>
    <w:rsid w:val="00F3654E"/>
    <w:rsid w:val="00F52763"/>
    <w:rsid w:val="00F56EA4"/>
    <w:rsid w:val="00F70293"/>
    <w:rsid w:val="00F80473"/>
    <w:rsid w:val="00F841F5"/>
    <w:rsid w:val="00F85E81"/>
    <w:rsid w:val="00F8795E"/>
    <w:rsid w:val="00F95D87"/>
    <w:rsid w:val="00FA0052"/>
    <w:rsid w:val="00FA2E68"/>
    <w:rsid w:val="00FB32D5"/>
    <w:rsid w:val="00FB3F5E"/>
    <w:rsid w:val="00FD6C21"/>
    <w:rsid w:val="00FE5D18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25782D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52E96FC9.dotm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2019-06-03T02:11:00Z</dcterms:created>
  <dcterms:modified xsi:type="dcterms:W3CDTF">2019-10-08T07:02:00Z</dcterms:modified>
</cp:coreProperties>
</file>