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7FCECA58" w14:textId="7E4076A6" w:rsidR="00785CD0" w:rsidRPr="008F1ACA" w:rsidRDefault="00443901" w:rsidP="00EC5EBE">
      <w:pPr>
        <w:pStyle w:val="a7"/>
      </w:pPr>
      <w:r>
        <w:fldChar w:fldCharType="begin"/>
      </w:r>
      <w:r>
        <w:instrText xml:space="preserve"> TITLE   \* MERGEFORMAT </w:instrText>
      </w:r>
      <w:r>
        <w:fldChar w:fldCharType="separate"/>
      </w:r>
      <w:r w:rsidR="0070787C">
        <w:t>オープンデータ</w:t>
      </w:r>
      <w:r w:rsidR="00F653BD">
        <w:rPr>
          <w:rFonts w:hint="eastAsia"/>
        </w:rPr>
        <w:t>化</w:t>
      </w:r>
      <w:r w:rsidR="000522BC">
        <w:rPr>
          <w:rFonts w:hint="eastAsia"/>
        </w:rPr>
        <w:t>支援研修</w:t>
      </w:r>
      <w:r w:rsidR="0070787C">
        <w:t xml:space="preserve"> 確認テスト</w:t>
      </w:r>
      <w:r>
        <w:fldChar w:fldCharType="end"/>
      </w:r>
    </w:p>
    <w:p w14:paraId="3B358A28" w14:textId="77777777" w:rsidR="0070787C" w:rsidRDefault="0070787C" w:rsidP="007140C0">
      <w:pPr>
        <w:pStyle w:val="a3"/>
        <w:ind w:firstLine="210"/>
      </w:pPr>
    </w:p>
    <w:p w14:paraId="1001E17F" w14:textId="77777777" w:rsidR="00CA5A52" w:rsidRDefault="0070787C" w:rsidP="007140C0">
      <w:pPr>
        <w:pStyle w:val="a3"/>
        <w:ind w:firstLine="210"/>
      </w:pPr>
      <w:r>
        <w:rPr>
          <w:rFonts w:hint="eastAsia"/>
        </w:rPr>
        <w:t>以下の記述のうち、正しいものには○を、間違っているものには×をつけてください。</w:t>
      </w:r>
    </w:p>
    <w:p w14:paraId="33348B1F" w14:textId="77777777" w:rsidR="0070787C" w:rsidRDefault="0070787C" w:rsidP="007140C0">
      <w:pPr>
        <w:pStyle w:val="a3"/>
        <w:ind w:firstLine="210"/>
      </w:pPr>
    </w:p>
    <w:p w14:paraId="01C9F0C5" w14:textId="77777777" w:rsidR="0070787C" w:rsidRPr="0070787C" w:rsidRDefault="0070787C" w:rsidP="0070787C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問1</w:t>
      </w:r>
    </w:p>
    <w:p w14:paraId="3B265423" w14:textId="0A3CA254" w:rsidR="0070787C" w:rsidRDefault="0070787C" w:rsidP="0070787C">
      <w:pPr>
        <w:pStyle w:val="a3"/>
        <w:ind w:firstLineChars="0" w:firstLine="0"/>
      </w:pPr>
      <w:r>
        <w:rPr>
          <w:rFonts w:hint="eastAsia"/>
        </w:rPr>
        <w:t>政府は、オープンデータ基本</w:t>
      </w:r>
      <w:r w:rsidR="004E3AA8">
        <w:rPr>
          <w:rFonts w:hint="eastAsia"/>
        </w:rPr>
        <w:t>指針</w:t>
      </w:r>
      <w:r>
        <w:rPr>
          <w:rFonts w:hint="eastAsia"/>
        </w:rPr>
        <w:t>にて、オープンデータを以下のすべてを満たすデータとして定義してい</w:t>
      </w:r>
      <w:r w:rsidR="00FC2F5E">
        <w:rPr>
          <w:rFonts w:hint="eastAsia"/>
        </w:rPr>
        <w:t>る</w:t>
      </w:r>
      <w:r>
        <w:rPr>
          <w:rFonts w:hint="eastAsia"/>
        </w:rPr>
        <w:t>。</w:t>
      </w:r>
    </w:p>
    <w:p w14:paraId="4876A0C1" w14:textId="77777777" w:rsidR="0070787C" w:rsidRPr="0070787C" w:rsidRDefault="0070787C" w:rsidP="0070787C">
      <w:pPr>
        <w:pStyle w:val="a3"/>
        <w:numPr>
          <w:ilvl w:val="0"/>
          <w:numId w:val="7"/>
        </w:numPr>
        <w:ind w:firstLineChars="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FFB4CE" wp14:editId="3DC8054C">
                <wp:simplePos x="0" y="0"/>
                <wp:positionH relativeFrom="column">
                  <wp:posOffset>4777740</wp:posOffset>
                </wp:positionH>
                <wp:positionV relativeFrom="paragraph">
                  <wp:posOffset>139700</wp:posOffset>
                </wp:positionV>
                <wp:extent cx="590550" cy="55245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F8BD73E" id="正方形/長方形 1" o:spid="_x0000_s1026" style="position:absolute;left:0;text-align:left;margin-left:376.2pt;margin-top:11pt;width:46.5pt;height:4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" filled="f" strokecolor="black [3213]"/>
            </w:pict>
          </mc:Fallback>
        </mc:AlternateContent>
      </w:r>
      <w:r w:rsidRPr="0070787C">
        <w:rPr>
          <w:rFonts w:hint="eastAsia"/>
        </w:rPr>
        <w:t>営利目的、非営利目的を問わず二次利用可能なルールが適用されたもの</w:t>
      </w:r>
    </w:p>
    <w:p w14:paraId="0A01D506" w14:textId="77777777" w:rsidR="0070787C" w:rsidRPr="0070787C" w:rsidRDefault="0070787C" w:rsidP="0070787C">
      <w:pPr>
        <w:pStyle w:val="a3"/>
        <w:numPr>
          <w:ilvl w:val="0"/>
          <w:numId w:val="7"/>
        </w:numPr>
        <w:ind w:firstLineChars="0"/>
      </w:pPr>
      <w:r w:rsidRPr="0070787C">
        <w:rPr>
          <w:rFonts w:hint="eastAsia"/>
        </w:rPr>
        <w:t>機械判読に適したもの</w:t>
      </w:r>
    </w:p>
    <w:p w14:paraId="0355F08B" w14:textId="77777777" w:rsidR="0070787C" w:rsidRDefault="0070787C" w:rsidP="0070787C">
      <w:pPr>
        <w:pStyle w:val="a3"/>
        <w:numPr>
          <w:ilvl w:val="0"/>
          <w:numId w:val="7"/>
        </w:numPr>
        <w:ind w:firstLineChars="0"/>
      </w:pPr>
      <w:r w:rsidRPr="0070787C">
        <w:rPr>
          <w:rFonts w:hint="eastAsia"/>
        </w:rPr>
        <w:t>無償で利用できるもの</w:t>
      </w:r>
    </w:p>
    <w:p w14:paraId="12F9C22A" w14:textId="77777777" w:rsidR="0070787C" w:rsidRDefault="0070787C" w:rsidP="0070787C">
      <w:pPr>
        <w:pStyle w:val="a3"/>
        <w:ind w:firstLineChars="0"/>
      </w:pPr>
    </w:p>
    <w:p w14:paraId="129A8B8B" w14:textId="31703DDA" w:rsidR="0070787C" w:rsidRPr="0070787C" w:rsidRDefault="0070787C" w:rsidP="0070787C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問2</w:t>
      </w:r>
    </w:p>
    <w:p w14:paraId="4DE81582" w14:textId="54486FDF" w:rsidR="0070787C" w:rsidRDefault="0070787C" w:rsidP="0070787C">
      <w:pPr>
        <w:pStyle w:val="a3"/>
        <w:ind w:firstLineChars="0" w:firstLine="0"/>
      </w:pPr>
      <w:r>
        <w:rPr>
          <w:rFonts w:hint="eastAsia"/>
        </w:rPr>
        <w:t>機械判読に適したデータと、人間が見やすいデータの形式は、同じで</w:t>
      </w:r>
      <w:r w:rsidR="00FC2F5E">
        <w:rPr>
          <w:rFonts w:hint="eastAsia"/>
        </w:rPr>
        <w:t>ある</w:t>
      </w:r>
      <w:r>
        <w:rPr>
          <w:rFonts w:hint="eastAsia"/>
        </w:rPr>
        <w:t>。</w:t>
      </w:r>
    </w:p>
    <w:p w14:paraId="5B8DF70A" w14:textId="79F8A87B" w:rsidR="0070787C" w:rsidRDefault="0059031F" w:rsidP="0070787C">
      <w:pPr>
        <w:pStyle w:val="a3"/>
        <w:ind w:firstLineChars="0" w:firstLine="0"/>
      </w:pPr>
      <w:r w:rsidRPr="0070787C"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D8ECC0" wp14:editId="34DB7BA5">
                <wp:simplePos x="0" y="0"/>
                <wp:positionH relativeFrom="column">
                  <wp:posOffset>4781550</wp:posOffset>
                </wp:positionH>
                <wp:positionV relativeFrom="paragraph">
                  <wp:posOffset>27940</wp:posOffset>
                </wp:positionV>
                <wp:extent cx="590550" cy="55245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59B6834" id="正方形/長方形 2" o:spid="_x0000_s1026" style="position:absolute;left:0;text-align:left;margin-left:376.5pt;margin-top:2.2pt;width:46.5pt;height:4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" filled="f" strokecolor="black [3213]"/>
            </w:pict>
          </mc:Fallback>
        </mc:AlternateContent>
      </w:r>
    </w:p>
    <w:p w14:paraId="704B1A2A" w14:textId="6237852B" w:rsidR="0070787C" w:rsidRDefault="0070787C" w:rsidP="0070787C">
      <w:pPr>
        <w:pStyle w:val="a3"/>
        <w:ind w:firstLineChars="0" w:firstLine="0"/>
      </w:pPr>
    </w:p>
    <w:p w14:paraId="06FCA9BA" w14:textId="2607F5A6" w:rsidR="0059031F" w:rsidRDefault="0059031F" w:rsidP="0070787C">
      <w:pPr>
        <w:pStyle w:val="a3"/>
        <w:ind w:firstLineChars="0" w:firstLine="0"/>
      </w:pPr>
    </w:p>
    <w:p w14:paraId="1A67BA2C" w14:textId="77777777" w:rsidR="0059031F" w:rsidRPr="0059031F" w:rsidRDefault="0059031F" w:rsidP="0070787C">
      <w:pPr>
        <w:pStyle w:val="a3"/>
        <w:ind w:firstLineChars="0" w:firstLine="0"/>
      </w:pPr>
    </w:p>
    <w:p w14:paraId="0C37ADCE" w14:textId="77777777" w:rsidR="0070787C" w:rsidRPr="0070787C" w:rsidRDefault="0070787C" w:rsidP="0070787C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問3</w:t>
      </w:r>
    </w:p>
    <w:p w14:paraId="4F1364B8" w14:textId="232327E6" w:rsidR="0070787C" w:rsidRDefault="00683167" w:rsidP="0070787C">
      <w:pPr>
        <w:pStyle w:val="a3"/>
        <w:ind w:firstLineChars="0" w:firstLine="0"/>
      </w:pPr>
      <w:r w:rsidRPr="00683167">
        <w:rPr>
          <w:rFonts w:hint="eastAsia"/>
        </w:rPr>
        <w:t>オープンデータを公開することは地域課題の解決に役立つことがある</w:t>
      </w:r>
      <w:r w:rsidR="0070787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A5FAD4" wp14:editId="709499B0">
                <wp:simplePos x="0" y="0"/>
                <wp:positionH relativeFrom="column">
                  <wp:posOffset>4781550</wp:posOffset>
                </wp:positionH>
                <wp:positionV relativeFrom="paragraph">
                  <wp:posOffset>285115</wp:posOffset>
                </wp:positionV>
                <wp:extent cx="590550" cy="55245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CA40F7C" id="正方形/長方形 3" o:spid="_x0000_s1026" style="position:absolute;left:0;text-align:left;margin-left:376.5pt;margin-top:22.45pt;width:46.5pt;height:43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" filled="f" strokecolor="black [3213]"/>
            </w:pict>
          </mc:Fallback>
        </mc:AlternateContent>
      </w:r>
      <w:r w:rsidR="0070787C">
        <w:rPr>
          <w:rFonts w:hint="eastAsia"/>
        </w:rPr>
        <w:t>。</w:t>
      </w:r>
    </w:p>
    <w:p w14:paraId="360BB91E" w14:textId="77777777" w:rsidR="0070787C" w:rsidRDefault="0070787C" w:rsidP="0070787C">
      <w:pPr>
        <w:pStyle w:val="a3"/>
        <w:ind w:firstLineChars="0" w:firstLine="0"/>
      </w:pPr>
    </w:p>
    <w:p w14:paraId="7AC9784E" w14:textId="77777777" w:rsidR="0070787C" w:rsidRDefault="0070787C" w:rsidP="0070787C">
      <w:pPr>
        <w:pStyle w:val="a3"/>
        <w:ind w:firstLineChars="0" w:firstLine="0"/>
      </w:pPr>
    </w:p>
    <w:p w14:paraId="1E194252" w14:textId="77777777" w:rsidR="0070787C" w:rsidRDefault="0070787C" w:rsidP="0070787C">
      <w:pPr>
        <w:pStyle w:val="a3"/>
        <w:ind w:firstLineChars="0" w:firstLine="0"/>
      </w:pPr>
    </w:p>
    <w:p w14:paraId="4A12128A" w14:textId="77777777" w:rsidR="0070787C" w:rsidRDefault="0070787C" w:rsidP="0070787C">
      <w:pPr>
        <w:pStyle w:val="a3"/>
        <w:ind w:firstLineChars="0" w:firstLine="0"/>
      </w:pPr>
    </w:p>
    <w:p w14:paraId="325E0E4D" w14:textId="77777777" w:rsidR="0070787C" w:rsidRDefault="0070787C" w:rsidP="0070787C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問4</w:t>
      </w:r>
    </w:p>
    <w:p w14:paraId="5D577577" w14:textId="4CB7CDD5" w:rsidR="0070787C" w:rsidRDefault="0070787C" w:rsidP="0070787C">
      <w:pPr>
        <w:pStyle w:val="a3"/>
        <w:ind w:firstLineChars="0" w:firstLine="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392641" wp14:editId="5E7D787C">
                <wp:simplePos x="0" y="0"/>
                <wp:positionH relativeFrom="column">
                  <wp:posOffset>4781550</wp:posOffset>
                </wp:positionH>
                <wp:positionV relativeFrom="paragraph">
                  <wp:posOffset>285115</wp:posOffset>
                </wp:positionV>
                <wp:extent cx="590550" cy="552450"/>
                <wp:effectExtent l="0" t="0" r="19050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390BED7" id="正方形/長方形 4" o:spid="_x0000_s1026" style="position:absolute;left:0;text-align:left;margin-left:376.5pt;margin-top:22.45pt;width:46.5pt;height:43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" filled="f" strokecolor="black [3213]"/>
            </w:pict>
          </mc:Fallback>
        </mc:AlternateContent>
      </w:r>
      <w:r w:rsidRPr="0070787C">
        <w:rPr>
          <w:rFonts w:hint="eastAsia"/>
        </w:rPr>
        <w:t>情報公開請求件数の多</w:t>
      </w:r>
      <w:r w:rsidR="00715AD6">
        <w:rPr>
          <w:rFonts w:hint="eastAsia"/>
        </w:rPr>
        <w:t>い</w:t>
      </w:r>
      <w:r w:rsidRPr="0070787C">
        <w:rPr>
          <w:rFonts w:hint="eastAsia"/>
        </w:rPr>
        <w:t>データをオープンデータとして公開することにより、業務負担</w:t>
      </w:r>
      <w:r w:rsidR="00715AD6">
        <w:rPr>
          <w:rFonts w:hint="eastAsia"/>
        </w:rPr>
        <w:t>を</w:t>
      </w:r>
      <w:r w:rsidRPr="0070787C">
        <w:rPr>
          <w:rFonts w:hint="eastAsia"/>
        </w:rPr>
        <w:t>軽減</w:t>
      </w:r>
      <w:r w:rsidR="00715AD6">
        <w:rPr>
          <w:rFonts w:hint="eastAsia"/>
        </w:rPr>
        <w:t>できるケースがあ</w:t>
      </w:r>
      <w:r w:rsidR="00FC2F5E">
        <w:rPr>
          <w:rFonts w:hint="eastAsia"/>
        </w:rPr>
        <w:t>る</w:t>
      </w:r>
      <w:r w:rsidRPr="0070787C">
        <w:rPr>
          <w:rFonts w:hint="eastAsia"/>
        </w:rPr>
        <w:t>。</w:t>
      </w:r>
    </w:p>
    <w:p w14:paraId="7F4239BB" w14:textId="77777777" w:rsidR="0070787C" w:rsidRDefault="0070787C" w:rsidP="0070787C">
      <w:pPr>
        <w:pStyle w:val="a3"/>
        <w:ind w:firstLineChars="0" w:firstLine="0"/>
      </w:pPr>
    </w:p>
    <w:p w14:paraId="2AADC388" w14:textId="77777777" w:rsidR="0070787C" w:rsidRDefault="0070787C" w:rsidP="0070787C">
      <w:pPr>
        <w:pStyle w:val="a3"/>
        <w:ind w:firstLineChars="0" w:firstLine="0"/>
      </w:pPr>
    </w:p>
    <w:p w14:paraId="6732F0FA" w14:textId="77777777" w:rsidR="0070787C" w:rsidRDefault="0070787C" w:rsidP="0070787C">
      <w:pPr>
        <w:pStyle w:val="a3"/>
        <w:ind w:firstLineChars="0" w:firstLine="0"/>
      </w:pPr>
    </w:p>
    <w:p w14:paraId="285385FB" w14:textId="77777777" w:rsidR="0070787C" w:rsidRPr="0070787C" w:rsidRDefault="0070787C" w:rsidP="0070787C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問5</w:t>
      </w:r>
    </w:p>
    <w:p w14:paraId="692BAE0D" w14:textId="77777777" w:rsidR="00F653BD" w:rsidRDefault="00683167" w:rsidP="0070787C">
      <w:pPr>
        <w:pStyle w:val="a3"/>
        <w:ind w:firstLineChars="0" w:firstLine="0"/>
      </w:pPr>
      <w:r>
        <w:rPr>
          <w:rFonts w:hint="eastAsia"/>
        </w:rPr>
        <w:t>行政が</w:t>
      </w:r>
      <w:r w:rsidR="0070787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8403F8" wp14:editId="7998E92D">
                <wp:simplePos x="0" y="0"/>
                <wp:positionH relativeFrom="column">
                  <wp:posOffset>4781550</wp:posOffset>
                </wp:positionH>
                <wp:positionV relativeFrom="paragraph">
                  <wp:posOffset>275590</wp:posOffset>
                </wp:positionV>
                <wp:extent cx="590550" cy="552450"/>
                <wp:effectExtent l="0" t="0" r="19050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3CDBB99" id="正方形/長方形 5" o:spid="_x0000_s1026" style="position:absolute;left:0;text-align:left;margin-left:376.5pt;margin-top:21.7pt;width:46.5pt;height:43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" filled="f" strokecolor="black [3213]"/>
            </w:pict>
          </mc:Fallback>
        </mc:AlternateContent>
      </w:r>
      <w:r w:rsidR="0070787C">
        <w:rPr>
          <w:rFonts w:hint="eastAsia"/>
        </w:rPr>
        <w:t>オープンデータを</w:t>
      </w:r>
      <w:r>
        <w:rPr>
          <w:rFonts w:hint="eastAsia"/>
        </w:rPr>
        <w:t>提供する</w:t>
      </w:r>
      <w:r w:rsidR="0070787C">
        <w:rPr>
          <w:rFonts w:hint="eastAsia"/>
        </w:rPr>
        <w:t>場合、行政はデータを公開するところから最終的なアプリケーションの</w:t>
      </w:r>
    </w:p>
    <w:p w14:paraId="2747BBE3" w14:textId="23A0C17D" w:rsidR="0070787C" w:rsidRDefault="0070787C" w:rsidP="0070787C">
      <w:pPr>
        <w:pStyle w:val="a3"/>
        <w:ind w:firstLineChars="0" w:firstLine="0"/>
      </w:pPr>
      <w:r>
        <w:rPr>
          <w:rFonts w:hint="eastAsia"/>
        </w:rPr>
        <w:t>構築まで、全てを担</w:t>
      </w:r>
      <w:r w:rsidR="00FC2F5E">
        <w:rPr>
          <w:rFonts w:hint="eastAsia"/>
        </w:rPr>
        <w:t>う</w:t>
      </w:r>
      <w:r>
        <w:rPr>
          <w:rFonts w:hint="eastAsia"/>
        </w:rPr>
        <w:t>。</w:t>
      </w:r>
    </w:p>
    <w:p w14:paraId="7FE9225E" w14:textId="2DD86BA2" w:rsidR="00FC2F5E" w:rsidRDefault="00FC2F5E" w:rsidP="0070787C">
      <w:pPr>
        <w:pStyle w:val="a3"/>
        <w:ind w:firstLineChars="0" w:firstLine="0"/>
      </w:pPr>
    </w:p>
    <w:p w14:paraId="62A5E683" w14:textId="1189266E" w:rsidR="00FC2F5E" w:rsidRDefault="00FC2F5E" w:rsidP="0070787C">
      <w:pPr>
        <w:pStyle w:val="a3"/>
        <w:ind w:firstLineChars="0" w:firstLine="0"/>
      </w:pPr>
    </w:p>
    <w:p w14:paraId="55940095" w14:textId="29E73DEE" w:rsidR="00FC2F5E" w:rsidRDefault="00FC2F5E" w:rsidP="0070787C">
      <w:pPr>
        <w:pStyle w:val="a3"/>
        <w:ind w:firstLineChars="0" w:firstLine="0"/>
      </w:pPr>
    </w:p>
    <w:p w14:paraId="49215B5F" w14:textId="6EAF103A" w:rsidR="00FC2F5E" w:rsidRPr="0070787C" w:rsidRDefault="00FC2F5E" w:rsidP="00FC2F5E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lastRenderedPageBreak/>
        <w:t>問</w:t>
      </w:r>
      <w:r>
        <w:rPr>
          <w:rFonts w:hint="eastAsia"/>
          <w:u w:val="single"/>
        </w:rPr>
        <w:t>6</w:t>
      </w:r>
    </w:p>
    <w:p w14:paraId="6B32E2EC" w14:textId="22512616" w:rsidR="00FC2F5E" w:rsidRDefault="00930245" w:rsidP="00FC2F5E">
      <w:pPr>
        <w:pStyle w:val="a3"/>
        <w:ind w:firstLineChars="0" w:firstLine="0"/>
      </w:pPr>
      <w:r w:rsidRPr="00C5379F"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A387AA3" wp14:editId="79B3A487">
                <wp:simplePos x="0" y="0"/>
                <wp:positionH relativeFrom="column">
                  <wp:posOffset>4781550</wp:posOffset>
                </wp:positionH>
                <wp:positionV relativeFrom="paragraph">
                  <wp:posOffset>304165</wp:posOffset>
                </wp:positionV>
                <wp:extent cx="590550" cy="552450"/>
                <wp:effectExtent l="0" t="0" r="19050" b="1905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83335D" w14:textId="0A362755" w:rsidR="00FC2F5E" w:rsidRPr="00C5379F" w:rsidRDefault="00FC2F5E" w:rsidP="00930245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A387AA3" id="正方形/長方形 11" o:spid="_x0000_s1026" style="position:absolute;left:0;text-align:left;margin-left:376.5pt;margin-top:23.95pt;width:46.5pt;height:43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" filled="f" strokecolor="black [3213]">
                <v:textbox>
                  <w:txbxContent>
                    <w:p w14:paraId="1B83335D" w14:textId="0A362755" w:rsidR="00FC2F5E" w:rsidRPr="00C5379F" w:rsidRDefault="00FC2F5E" w:rsidP="00930245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C2F5E" w:rsidRPr="00C03D7D">
        <w:rPr>
          <w:rFonts w:hint="eastAsia"/>
        </w:rPr>
        <w:t>すでに自治体のホームページで公開している情報に</w:t>
      </w:r>
      <w:r>
        <w:rPr>
          <w:rFonts w:hint="eastAsia"/>
        </w:rPr>
        <w:t>オープンデータ利用に関する</w:t>
      </w:r>
      <w:r w:rsidR="00FC2F5E" w:rsidRPr="00C03D7D">
        <w:rPr>
          <w:rFonts w:hint="eastAsia"/>
        </w:rPr>
        <w:t>規約</w:t>
      </w:r>
      <w:r w:rsidR="006D2025">
        <w:rPr>
          <w:rFonts w:hint="eastAsia"/>
        </w:rPr>
        <w:t>(利用ルール)</w:t>
      </w:r>
      <w:r w:rsidR="00FC2F5E" w:rsidRPr="00C03D7D">
        <w:rPr>
          <w:rFonts w:hint="eastAsia"/>
        </w:rPr>
        <w:t>をつければオープンデータとな</w:t>
      </w:r>
      <w:r w:rsidR="00FC2F5E">
        <w:rPr>
          <w:rFonts w:hint="eastAsia"/>
        </w:rPr>
        <w:t>る。</w:t>
      </w:r>
    </w:p>
    <w:p w14:paraId="54D0D3B3" w14:textId="3A77D5C8" w:rsidR="00FC2F5E" w:rsidRPr="00FC2F5E" w:rsidRDefault="00FC2F5E" w:rsidP="00FC2F5E">
      <w:pPr>
        <w:pStyle w:val="a3"/>
        <w:ind w:firstLineChars="0"/>
      </w:pPr>
    </w:p>
    <w:p w14:paraId="0B50B003" w14:textId="77777777" w:rsidR="00FC2F5E" w:rsidRDefault="00FC2F5E" w:rsidP="00FC2F5E">
      <w:pPr>
        <w:pStyle w:val="a3"/>
        <w:ind w:firstLineChars="0"/>
      </w:pPr>
    </w:p>
    <w:p w14:paraId="43CB0726" w14:textId="77777777" w:rsidR="00FC2F5E" w:rsidRDefault="00FC2F5E" w:rsidP="00FC2F5E">
      <w:pPr>
        <w:pStyle w:val="a3"/>
        <w:ind w:firstLineChars="0"/>
      </w:pPr>
    </w:p>
    <w:p w14:paraId="6A5664DF" w14:textId="72B0A249" w:rsidR="00FC2F5E" w:rsidRPr="0070787C" w:rsidRDefault="00FC2F5E" w:rsidP="00FC2F5E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</w:t>
      </w:r>
      <w:r>
        <w:rPr>
          <w:rFonts w:hint="eastAsia"/>
          <w:u w:val="single"/>
        </w:rPr>
        <w:t>7</w:t>
      </w:r>
    </w:p>
    <w:p w14:paraId="25399CF9" w14:textId="4E53A1BE" w:rsidR="00FC2F5E" w:rsidRDefault="00FC2F5E" w:rsidP="00FC2F5E">
      <w:pPr>
        <w:pStyle w:val="a3"/>
        <w:ind w:firstLineChars="0" w:firstLine="0"/>
      </w:pPr>
      <w:r w:rsidRPr="00F961B5">
        <w:rPr>
          <w:rFonts w:hint="eastAsia"/>
        </w:rPr>
        <w:t>オープンデータは、データ保有自治体のホームページに公開しなければな</w:t>
      </w:r>
      <w:r>
        <w:rPr>
          <w:rFonts w:hint="eastAsia"/>
        </w:rPr>
        <w:t>らない。</w:t>
      </w:r>
    </w:p>
    <w:p w14:paraId="53AEECF1" w14:textId="49B509E4" w:rsidR="00FC2F5E" w:rsidRDefault="00FC2F5E" w:rsidP="00FC2F5E">
      <w:pPr>
        <w:pStyle w:val="a3"/>
        <w:ind w:firstLineChars="0" w:firstLine="0"/>
      </w:pPr>
      <w:r w:rsidRPr="0070787C"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C61A93F" wp14:editId="34009245">
                <wp:simplePos x="0" y="0"/>
                <wp:positionH relativeFrom="column">
                  <wp:posOffset>4781550</wp:posOffset>
                </wp:positionH>
                <wp:positionV relativeFrom="paragraph">
                  <wp:posOffset>8890</wp:posOffset>
                </wp:positionV>
                <wp:extent cx="590550" cy="552450"/>
                <wp:effectExtent l="0" t="0" r="19050" b="1905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01EB2EB" id="正方形/長方形 7" o:spid="_x0000_s1026" style="position:absolute;left:0;text-align:left;margin-left:376.5pt;margin-top:.7pt;width:46.5pt;height:43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" filled="f" strokecolor="black [3213]"/>
            </w:pict>
          </mc:Fallback>
        </mc:AlternateContent>
      </w:r>
    </w:p>
    <w:p w14:paraId="4099315C" w14:textId="15F30CB2" w:rsidR="00FC2F5E" w:rsidRDefault="00FC2F5E" w:rsidP="00FC2F5E">
      <w:pPr>
        <w:pStyle w:val="a3"/>
        <w:ind w:firstLineChars="0" w:firstLine="0"/>
      </w:pPr>
    </w:p>
    <w:p w14:paraId="283ABD6A" w14:textId="77777777" w:rsidR="006D2025" w:rsidRDefault="006D2025" w:rsidP="00FC2F5E">
      <w:pPr>
        <w:pStyle w:val="a3"/>
        <w:ind w:firstLineChars="0" w:firstLine="0"/>
      </w:pPr>
    </w:p>
    <w:p w14:paraId="50076CF7" w14:textId="77777777" w:rsidR="00FC2F5E" w:rsidRDefault="00FC2F5E" w:rsidP="00FC2F5E">
      <w:pPr>
        <w:pStyle w:val="a3"/>
        <w:ind w:firstLineChars="0" w:firstLine="0"/>
      </w:pPr>
    </w:p>
    <w:p w14:paraId="6C0757C0" w14:textId="77777777" w:rsidR="00800ACC" w:rsidRPr="0070787C" w:rsidRDefault="00800ACC" w:rsidP="00800ACC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</w:t>
      </w:r>
      <w:r>
        <w:rPr>
          <w:rFonts w:hint="eastAsia"/>
          <w:u w:val="single"/>
        </w:rPr>
        <w:t>8</w:t>
      </w:r>
    </w:p>
    <w:p w14:paraId="466FF54A" w14:textId="05A41DE4" w:rsidR="00FC2F5E" w:rsidRPr="00800ACC" w:rsidRDefault="00E66C04" w:rsidP="00FC2F5E">
      <w:pPr>
        <w:pStyle w:val="a3"/>
        <w:ind w:firstLineChars="0" w:firstLine="0"/>
      </w:pPr>
      <w:r>
        <w:rPr>
          <w:rFonts w:hint="eastAsia"/>
        </w:rPr>
        <w:t>利用規約として免責事項を記載していれば、</w:t>
      </w:r>
      <w:r w:rsidR="00800ACC" w:rsidRPr="00F961B5">
        <w:rPr>
          <w:rFonts w:hint="eastAsia"/>
        </w:rPr>
        <w:t>公開したオープンデータに誤りがあっても責任を負う必要はなく、速やかに修正すればよい。</w:t>
      </w:r>
      <w:r w:rsidR="00FC2F5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73AEC14" wp14:editId="1A7F7197">
                <wp:simplePos x="0" y="0"/>
                <wp:positionH relativeFrom="column">
                  <wp:posOffset>4781550</wp:posOffset>
                </wp:positionH>
                <wp:positionV relativeFrom="paragraph">
                  <wp:posOffset>285115</wp:posOffset>
                </wp:positionV>
                <wp:extent cx="590550" cy="552450"/>
                <wp:effectExtent l="0" t="0" r="19050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B134154" id="正方形/長方形 8" o:spid="_x0000_s1026" style="position:absolute;left:0;text-align:left;margin-left:376.5pt;margin-top:22.45pt;width:46.5pt;height:43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" filled="f" strokecolor="black [3213]"/>
            </w:pict>
          </mc:Fallback>
        </mc:AlternateContent>
      </w:r>
    </w:p>
    <w:p w14:paraId="5021FBFD" w14:textId="77777777" w:rsidR="00FC2F5E" w:rsidRDefault="00FC2F5E" w:rsidP="00FC2F5E">
      <w:pPr>
        <w:pStyle w:val="a3"/>
        <w:ind w:firstLineChars="0" w:firstLine="0"/>
      </w:pPr>
    </w:p>
    <w:p w14:paraId="42CCE629" w14:textId="77777777" w:rsidR="00FC2F5E" w:rsidRDefault="00FC2F5E" w:rsidP="00FC2F5E">
      <w:pPr>
        <w:pStyle w:val="a3"/>
        <w:ind w:firstLineChars="0" w:firstLine="0"/>
      </w:pPr>
    </w:p>
    <w:p w14:paraId="49A69726" w14:textId="77777777" w:rsidR="00FC2F5E" w:rsidRDefault="00FC2F5E" w:rsidP="00FC2F5E">
      <w:pPr>
        <w:pStyle w:val="a3"/>
        <w:ind w:firstLineChars="0" w:firstLine="0"/>
      </w:pPr>
    </w:p>
    <w:p w14:paraId="78DBD1FD" w14:textId="77777777" w:rsidR="00800ACC" w:rsidRPr="0070787C" w:rsidRDefault="00800ACC" w:rsidP="00800ACC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</w:t>
      </w:r>
      <w:r>
        <w:rPr>
          <w:rFonts w:hint="eastAsia"/>
          <w:u w:val="single"/>
        </w:rPr>
        <w:t>9</w:t>
      </w:r>
    </w:p>
    <w:p w14:paraId="7DC46774" w14:textId="6419CF42" w:rsidR="00FC2F5E" w:rsidRPr="00800ACC" w:rsidRDefault="00800ACC" w:rsidP="00800ACC">
      <w:pPr>
        <w:pStyle w:val="a3"/>
        <w:ind w:firstLineChars="0" w:firstLine="0"/>
      </w:pPr>
      <w:r w:rsidRPr="00F961B5">
        <w:rPr>
          <w:rFonts w:hint="eastAsia"/>
        </w:rPr>
        <w:t>オープンデータは、</w:t>
      </w:r>
      <w:r w:rsidR="005F6EC0">
        <w:rPr>
          <w:rFonts w:hint="eastAsia"/>
        </w:rPr>
        <w:t>P</w:t>
      </w:r>
      <w:r w:rsidR="005F6EC0">
        <w:t>DF</w:t>
      </w:r>
      <w:r w:rsidRPr="00F961B5">
        <w:rPr>
          <w:rFonts w:hint="eastAsia"/>
        </w:rPr>
        <w:t>、Excelで公開してもよいが、機械判読に適した</w:t>
      </w:r>
      <w:r w:rsidR="005F6EC0">
        <w:t>CSV</w:t>
      </w:r>
      <w:r w:rsidRPr="00F961B5">
        <w:rPr>
          <w:rFonts w:hint="eastAsia"/>
        </w:rPr>
        <w:t>形式での公開がより適している。</w:t>
      </w:r>
      <w:r w:rsidR="00FC2F5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357BC8" wp14:editId="6CDA7DE5">
                <wp:simplePos x="0" y="0"/>
                <wp:positionH relativeFrom="column">
                  <wp:posOffset>4781550</wp:posOffset>
                </wp:positionH>
                <wp:positionV relativeFrom="paragraph">
                  <wp:posOffset>285115</wp:posOffset>
                </wp:positionV>
                <wp:extent cx="590550" cy="552450"/>
                <wp:effectExtent l="0" t="0" r="19050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1A2DCFF" id="正方形/長方形 9" o:spid="_x0000_s1026" style="position:absolute;left:0;text-align:left;margin-left:376.5pt;margin-top:22.45pt;width:46.5pt;height:43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" filled="f" strokecolor="black [3213]"/>
            </w:pict>
          </mc:Fallback>
        </mc:AlternateContent>
      </w:r>
    </w:p>
    <w:p w14:paraId="72C1C878" w14:textId="77777777" w:rsidR="00FC2F5E" w:rsidRDefault="00FC2F5E" w:rsidP="00FC2F5E">
      <w:pPr>
        <w:pStyle w:val="a3"/>
        <w:ind w:firstLineChars="0" w:firstLine="0"/>
      </w:pPr>
    </w:p>
    <w:p w14:paraId="0F34A333" w14:textId="77777777" w:rsidR="00FC2F5E" w:rsidRDefault="00FC2F5E" w:rsidP="00FC2F5E">
      <w:pPr>
        <w:pStyle w:val="a3"/>
        <w:ind w:firstLineChars="0" w:firstLine="0"/>
      </w:pPr>
    </w:p>
    <w:p w14:paraId="71659BE3" w14:textId="77777777" w:rsidR="00FC2F5E" w:rsidRDefault="00FC2F5E" w:rsidP="00FC2F5E">
      <w:pPr>
        <w:pStyle w:val="a3"/>
        <w:ind w:firstLineChars="0" w:firstLine="0"/>
      </w:pPr>
    </w:p>
    <w:p w14:paraId="4DA7DFE6" w14:textId="77777777" w:rsidR="00800ACC" w:rsidRPr="0070787C" w:rsidRDefault="00800ACC" w:rsidP="00800ACC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</w:t>
      </w:r>
      <w:r>
        <w:rPr>
          <w:rFonts w:hint="eastAsia"/>
          <w:u w:val="single"/>
        </w:rPr>
        <w:t>1</w:t>
      </w:r>
      <w:r>
        <w:rPr>
          <w:u w:val="single"/>
        </w:rPr>
        <w:t>0</w:t>
      </w:r>
    </w:p>
    <w:p w14:paraId="2733B701" w14:textId="372BDD07" w:rsidR="00FC2F5E" w:rsidRPr="0070787C" w:rsidRDefault="00800ACC" w:rsidP="00800ACC">
      <w:pPr>
        <w:pStyle w:val="a3"/>
        <w:ind w:firstLineChars="0" w:firstLine="0"/>
      </w:pPr>
      <w:r w:rsidRPr="005C3F03">
        <w:rPr>
          <w:rFonts w:hint="eastAsia"/>
        </w:rPr>
        <w:t>オープンデータ</w:t>
      </w:r>
      <w:r w:rsidR="005F6EC0">
        <w:rPr>
          <w:rFonts w:hint="eastAsia"/>
        </w:rPr>
        <w:t>の</w:t>
      </w:r>
      <w:r w:rsidRPr="005C3F03">
        <w:rPr>
          <w:rFonts w:hint="eastAsia"/>
        </w:rPr>
        <w:t>公開後は、一切改変せず、そのまま公開し続けるべきである</w:t>
      </w:r>
      <w:r w:rsidR="00FC2F5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51CBD05" wp14:editId="0A8C21FE">
                <wp:simplePos x="0" y="0"/>
                <wp:positionH relativeFrom="column">
                  <wp:posOffset>4781550</wp:posOffset>
                </wp:positionH>
                <wp:positionV relativeFrom="paragraph">
                  <wp:posOffset>275590</wp:posOffset>
                </wp:positionV>
                <wp:extent cx="590550" cy="552450"/>
                <wp:effectExtent l="0" t="0" r="19050" b="1905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54D5450" id="正方形/長方形 10" o:spid="_x0000_s1026" style="position:absolute;left:0;text-align:left;margin-left:376.5pt;margin-top:21.7pt;width:46.5pt;height:43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" filled="f" strokecolor="black [3213]"/>
            </w:pict>
          </mc:Fallback>
        </mc:AlternateContent>
      </w:r>
      <w:r w:rsidR="00FC2F5E">
        <w:rPr>
          <w:rFonts w:hint="eastAsia"/>
        </w:rPr>
        <w:t>。</w:t>
      </w:r>
    </w:p>
    <w:p w14:paraId="61C94EAB" w14:textId="73FA0DAE" w:rsidR="00FC2F5E" w:rsidRDefault="00FC2F5E" w:rsidP="0070787C">
      <w:pPr>
        <w:pStyle w:val="a3"/>
        <w:ind w:firstLineChars="0" w:firstLine="0"/>
      </w:pPr>
    </w:p>
    <w:p w14:paraId="5AEBCBBD" w14:textId="22F3F17F" w:rsidR="00F253C0" w:rsidRDefault="00F253C0" w:rsidP="0070787C">
      <w:pPr>
        <w:pStyle w:val="a3"/>
        <w:ind w:firstLineChars="0" w:firstLine="0"/>
      </w:pPr>
    </w:p>
    <w:p w14:paraId="038454D4" w14:textId="06B70BA1" w:rsidR="00F253C0" w:rsidRDefault="00F253C0" w:rsidP="0070787C">
      <w:pPr>
        <w:pStyle w:val="a3"/>
        <w:ind w:firstLineChars="0" w:firstLine="0"/>
      </w:pPr>
    </w:p>
    <w:p w14:paraId="3745E553" w14:textId="0F7B5FB9" w:rsidR="00F253C0" w:rsidRDefault="00F253C0" w:rsidP="0070787C">
      <w:pPr>
        <w:pStyle w:val="a3"/>
        <w:ind w:firstLineChars="0" w:firstLine="0"/>
      </w:pPr>
    </w:p>
    <w:p w14:paraId="0B13E306" w14:textId="14F9141B" w:rsidR="00F253C0" w:rsidRDefault="00F253C0" w:rsidP="0070787C">
      <w:pPr>
        <w:pStyle w:val="a3"/>
        <w:ind w:firstLineChars="0" w:firstLine="0"/>
      </w:pPr>
    </w:p>
    <w:p w14:paraId="063C3836" w14:textId="7CF09FC3" w:rsidR="00F253C0" w:rsidRPr="00F253C0" w:rsidRDefault="00F253C0" w:rsidP="00443901">
      <w:pPr>
        <w:widowControl/>
        <w:jc w:val="left"/>
      </w:pPr>
    </w:p>
    <w:sectPr w:rsidR="00F253C0" w:rsidRPr="00F253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4EBA2C" w14:textId="77777777" w:rsidR="00B4741E" w:rsidRDefault="00B4741E">
      <w:r>
        <w:separator/>
      </w:r>
    </w:p>
  </w:endnote>
  <w:endnote w:type="continuationSeparator" w:id="0">
    <w:p w14:paraId="6CAD50B2" w14:textId="77777777" w:rsidR="00B4741E" w:rsidRDefault="00B47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E20AC" w14:textId="77777777" w:rsidR="00EF6A3D" w:rsidRDefault="00EF6A3D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71D3B9" w14:textId="77777777" w:rsidR="00EF6A3D" w:rsidRDefault="00EF6A3D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C66D" w14:textId="77777777" w:rsidR="00EF6A3D" w:rsidRDefault="00EF6A3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A9C21D" w14:textId="77777777" w:rsidR="00B4741E" w:rsidRDefault="00B4741E">
      <w:r>
        <w:separator/>
      </w:r>
    </w:p>
  </w:footnote>
  <w:footnote w:type="continuationSeparator" w:id="0">
    <w:p w14:paraId="226FE86C" w14:textId="77777777" w:rsidR="00B4741E" w:rsidRDefault="00B474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32C065" w14:textId="77777777" w:rsidR="00EF6A3D" w:rsidRDefault="00EF6A3D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4EDC6B" w14:textId="77777777" w:rsidR="00EF6A3D" w:rsidRDefault="00EF6A3D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E7B79" w14:textId="77777777" w:rsidR="00EF6A3D" w:rsidRDefault="00EF6A3D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F3F49"/>
    <w:multiLevelType w:val="multilevel"/>
    <w:tmpl w:val="652013AC"/>
    <w:lvl w:ilvl="0">
      <w:start w:val="1"/>
      <w:numFmt w:val="decimal"/>
      <w:pStyle w:val="1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-400"/>
        </w:tabs>
        <w:ind w:left="0" w:firstLine="0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-400"/>
        </w:tabs>
        <w:ind w:left="0" w:firstLine="0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0"/>
        </w:tabs>
        <w:ind w:left="0" w:firstLine="0"/>
      </w:pPr>
      <w:rPr>
        <w:rFonts w:ascii="Arial" w:eastAsia="ＭＳ Ｐゴシック" w:hAnsi="Arial" w:hint="default"/>
        <w:b w:val="0"/>
        <w:i w:val="0"/>
        <w:sz w:val="21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-403"/>
        </w:tabs>
        <w:ind w:left="403" w:firstLine="0"/>
      </w:pPr>
      <w:rPr>
        <w:rFonts w:ascii="Arial" w:eastAsia="ＭＳ ゴシック" w:hAnsi="Arial" w:hint="default"/>
        <w:sz w:val="22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-403"/>
        </w:tabs>
        <w:ind w:left="403" w:firstLine="0"/>
      </w:pPr>
      <w:rPr>
        <w:rFonts w:ascii="Arial" w:eastAsia="ＭＳ ゴシック" w:hAnsi="Arial" w:hint="default"/>
        <w:b w:val="0"/>
        <w:i w:val="0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0A3C49D9"/>
    <w:multiLevelType w:val="multilevel"/>
    <w:tmpl w:val="C9B4BD72"/>
    <w:styleLink w:val="1ai"/>
    <w:lvl w:ilvl="0">
      <w:start w:val="1"/>
      <w:numFmt w:val="decimal"/>
      <w:lvlText w:val="%1"/>
      <w:lvlJc w:val="left"/>
      <w:pPr>
        <w:tabs>
          <w:tab w:val="num" w:pos="1049"/>
        </w:tabs>
        <w:ind w:left="1049" w:hanging="42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1F86036C"/>
    <w:multiLevelType w:val="hybridMultilevel"/>
    <w:tmpl w:val="2E283BE8"/>
    <w:lvl w:ilvl="0" w:tplc="99C6EF12">
      <w:start w:val="1"/>
      <w:numFmt w:val="decimal"/>
      <w:pStyle w:val="a"/>
      <w:lvlText w:val="[%1]"/>
      <w:lvlJc w:val="left"/>
      <w:pPr>
        <w:tabs>
          <w:tab w:val="num" w:pos="0"/>
        </w:tabs>
        <w:ind w:left="204" w:hanging="204"/>
      </w:pPr>
      <w:rPr>
        <w:rFonts w:cs="Arial" w:hint="default"/>
        <w:bCs w:val="0"/>
        <w:iCs w:val="0"/>
        <w:szCs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2DE4C84"/>
    <w:multiLevelType w:val="hybridMultilevel"/>
    <w:tmpl w:val="7190FF38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381071F2"/>
    <w:multiLevelType w:val="hybridMultilevel"/>
    <w:tmpl w:val="A58A46CA"/>
    <w:lvl w:ilvl="0" w:tplc="BBE85A88">
      <w:start w:val="1"/>
      <w:numFmt w:val="decimal"/>
      <w:pStyle w:val="a0"/>
      <w:lvlText w:val="別紙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F761D7B"/>
    <w:multiLevelType w:val="hybridMultilevel"/>
    <w:tmpl w:val="448066AE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517C4AB8"/>
    <w:multiLevelType w:val="hybridMultilevel"/>
    <w:tmpl w:val="448066AE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76B559D7"/>
    <w:multiLevelType w:val="hybridMultilevel"/>
    <w:tmpl w:val="4ADE8942"/>
    <w:lvl w:ilvl="0" w:tplc="5298F922">
      <w:start w:val="1"/>
      <w:numFmt w:val="decimal"/>
      <w:pStyle w:val="a1"/>
      <w:lvlText w:val="第%1部"/>
      <w:lvlJc w:val="left"/>
      <w:pPr>
        <w:tabs>
          <w:tab w:val="num" w:pos="1080"/>
        </w:tabs>
        <w:ind w:left="108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7"/>
  </w:num>
  <w:num w:numId="6">
    <w:abstractNumId w:val="3"/>
  </w:num>
  <w:num w:numId="7">
    <w:abstractNumId w:val="5"/>
  </w:num>
  <w:num w:numId="8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87C"/>
    <w:rsid w:val="00004B14"/>
    <w:rsid w:val="00014A8E"/>
    <w:rsid w:val="00024CFF"/>
    <w:rsid w:val="000522BC"/>
    <w:rsid w:val="00056CB1"/>
    <w:rsid w:val="00067554"/>
    <w:rsid w:val="00076A4D"/>
    <w:rsid w:val="0008154D"/>
    <w:rsid w:val="000B0297"/>
    <w:rsid w:val="000B36CC"/>
    <w:rsid w:val="000B5B97"/>
    <w:rsid w:val="000F0565"/>
    <w:rsid w:val="00114259"/>
    <w:rsid w:val="0012745A"/>
    <w:rsid w:val="00143455"/>
    <w:rsid w:val="0015632F"/>
    <w:rsid w:val="00161536"/>
    <w:rsid w:val="001646F1"/>
    <w:rsid w:val="00166859"/>
    <w:rsid w:val="00174EC4"/>
    <w:rsid w:val="00182ABF"/>
    <w:rsid w:val="001A3465"/>
    <w:rsid w:val="001C3F1A"/>
    <w:rsid w:val="001D06CC"/>
    <w:rsid w:val="001D1A22"/>
    <w:rsid w:val="001D1B5B"/>
    <w:rsid w:val="001F3AA3"/>
    <w:rsid w:val="00205AAD"/>
    <w:rsid w:val="002166EF"/>
    <w:rsid w:val="0026082A"/>
    <w:rsid w:val="00266B21"/>
    <w:rsid w:val="0029205F"/>
    <w:rsid w:val="002B1416"/>
    <w:rsid w:val="002D3C34"/>
    <w:rsid w:val="00306770"/>
    <w:rsid w:val="00320E44"/>
    <w:rsid w:val="00325A0F"/>
    <w:rsid w:val="00334768"/>
    <w:rsid w:val="003459C0"/>
    <w:rsid w:val="0036204D"/>
    <w:rsid w:val="00362A4F"/>
    <w:rsid w:val="0036435A"/>
    <w:rsid w:val="00370601"/>
    <w:rsid w:val="00373D3A"/>
    <w:rsid w:val="003A07BC"/>
    <w:rsid w:val="003B4E73"/>
    <w:rsid w:val="003C5455"/>
    <w:rsid w:val="003D3078"/>
    <w:rsid w:val="003E20C9"/>
    <w:rsid w:val="0040046E"/>
    <w:rsid w:val="00407117"/>
    <w:rsid w:val="004105FD"/>
    <w:rsid w:val="0041176B"/>
    <w:rsid w:val="00420C5F"/>
    <w:rsid w:val="0043006D"/>
    <w:rsid w:val="0044324B"/>
    <w:rsid w:val="00443901"/>
    <w:rsid w:val="00454956"/>
    <w:rsid w:val="00493C9D"/>
    <w:rsid w:val="004A4CAA"/>
    <w:rsid w:val="004D1642"/>
    <w:rsid w:val="004D76E4"/>
    <w:rsid w:val="004E3AA8"/>
    <w:rsid w:val="004F40D2"/>
    <w:rsid w:val="0051327A"/>
    <w:rsid w:val="00524A0F"/>
    <w:rsid w:val="00524EA3"/>
    <w:rsid w:val="00534FBF"/>
    <w:rsid w:val="00540EBE"/>
    <w:rsid w:val="00552407"/>
    <w:rsid w:val="00554654"/>
    <w:rsid w:val="00574DFD"/>
    <w:rsid w:val="0059031F"/>
    <w:rsid w:val="005A58E4"/>
    <w:rsid w:val="005A6CB8"/>
    <w:rsid w:val="005B47D7"/>
    <w:rsid w:val="005C6B72"/>
    <w:rsid w:val="005D5EF2"/>
    <w:rsid w:val="005F2164"/>
    <w:rsid w:val="005F3592"/>
    <w:rsid w:val="005F6EC0"/>
    <w:rsid w:val="006064CF"/>
    <w:rsid w:val="00607FEB"/>
    <w:rsid w:val="00612063"/>
    <w:rsid w:val="0062264A"/>
    <w:rsid w:val="00622874"/>
    <w:rsid w:val="00651E6D"/>
    <w:rsid w:val="00653F67"/>
    <w:rsid w:val="00663DCA"/>
    <w:rsid w:val="00673635"/>
    <w:rsid w:val="00683167"/>
    <w:rsid w:val="00684ED1"/>
    <w:rsid w:val="006B0795"/>
    <w:rsid w:val="006D0BF4"/>
    <w:rsid w:val="006D2025"/>
    <w:rsid w:val="006E2F17"/>
    <w:rsid w:val="006E2F20"/>
    <w:rsid w:val="00705A45"/>
    <w:rsid w:val="0070787C"/>
    <w:rsid w:val="00711EEE"/>
    <w:rsid w:val="007140C0"/>
    <w:rsid w:val="00715AD6"/>
    <w:rsid w:val="00716E21"/>
    <w:rsid w:val="007355EE"/>
    <w:rsid w:val="0075458D"/>
    <w:rsid w:val="00754A50"/>
    <w:rsid w:val="007645A4"/>
    <w:rsid w:val="007679BA"/>
    <w:rsid w:val="00770DDD"/>
    <w:rsid w:val="00785CD0"/>
    <w:rsid w:val="00787E9D"/>
    <w:rsid w:val="007A32A1"/>
    <w:rsid w:val="007B1AA2"/>
    <w:rsid w:val="007B322E"/>
    <w:rsid w:val="00800ACC"/>
    <w:rsid w:val="00800F8D"/>
    <w:rsid w:val="00804F52"/>
    <w:rsid w:val="0081734B"/>
    <w:rsid w:val="00824CF7"/>
    <w:rsid w:val="008272BE"/>
    <w:rsid w:val="008369E0"/>
    <w:rsid w:val="0084598E"/>
    <w:rsid w:val="00846098"/>
    <w:rsid w:val="00880BC1"/>
    <w:rsid w:val="008A0104"/>
    <w:rsid w:val="008B5713"/>
    <w:rsid w:val="008C40F3"/>
    <w:rsid w:val="008D5CD2"/>
    <w:rsid w:val="008D642F"/>
    <w:rsid w:val="008E0451"/>
    <w:rsid w:val="008E25E9"/>
    <w:rsid w:val="008E2AAC"/>
    <w:rsid w:val="008E73C7"/>
    <w:rsid w:val="008F1ACA"/>
    <w:rsid w:val="00916FB3"/>
    <w:rsid w:val="00924721"/>
    <w:rsid w:val="00930245"/>
    <w:rsid w:val="00930FF2"/>
    <w:rsid w:val="00941E19"/>
    <w:rsid w:val="00950396"/>
    <w:rsid w:val="00951A14"/>
    <w:rsid w:val="00954F4C"/>
    <w:rsid w:val="00963253"/>
    <w:rsid w:val="00990DD5"/>
    <w:rsid w:val="00992285"/>
    <w:rsid w:val="009B31E1"/>
    <w:rsid w:val="009F1639"/>
    <w:rsid w:val="00A017C4"/>
    <w:rsid w:val="00A15D7B"/>
    <w:rsid w:val="00A1702B"/>
    <w:rsid w:val="00A2273C"/>
    <w:rsid w:val="00A46751"/>
    <w:rsid w:val="00A656BA"/>
    <w:rsid w:val="00A75227"/>
    <w:rsid w:val="00A86880"/>
    <w:rsid w:val="00AB6183"/>
    <w:rsid w:val="00AD56C9"/>
    <w:rsid w:val="00B0789C"/>
    <w:rsid w:val="00B4741E"/>
    <w:rsid w:val="00B72544"/>
    <w:rsid w:val="00B966E7"/>
    <w:rsid w:val="00BA1527"/>
    <w:rsid w:val="00C62DC1"/>
    <w:rsid w:val="00CA40CE"/>
    <w:rsid w:val="00CA5A52"/>
    <w:rsid w:val="00CD69F4"/>
    <w:rsid w:val="00CF295A"/>
    <w:rsid w:val="00D254E4"/>
    <w:rsid w:val="00D3188E"/>
    <w:rsid w:val="00D454D2"/>
    <w:rsid w:val="00D52786"/>
    <w:rsid w:val="00D72F1B"/>
    <w:rsid w:val="00D81EEE"/>
    <w:rsid w:val="00D82C3E"/>
    <w:rsid w:val="00D91ED0"/>
    <w:rsid w:val="00DB417A"/>
    <w:rsid w:val="00DD62E3"/>
    <w:rsid w:val="00DF7820"/>
    <w:rsid w:val="00E11884"/>
    <w:rsid w:val="00E5776E"/>
    <w:rsid w:val="00E57E08"/>
    <w:rsid w:val="00E66C04"/>
    <w:rsid w:val="00E72423"/>
    <w:rsid w:val="00E73C32"/>
    <w:rsid w:val="00E9077F"/>
    <w:rsid w:val="00EA4E9B"/>
    <w:rsid w:val="00EB2071"/>
    <w:rsid w:val="00EC57B6"/>
    <w:rsid w:val="00EC5EBE"/>
    <w:rsid w:val="00ED0A12"/>
    <w:rsid w:val="00ED2DF5"/>
    <w:rsid w:val="00ED39F9"/>
    <w:rsid w:val="00EE0F3A"/>
    <w:rsid w:val="00EE4391"/>
    <w:rsid w:val="00EE73CF"/>
    <w:rsid w:val="00EF0404"/>
    <w:rsid w:val="00EF6A3D"/>
    <w:rsid w:val="00F138D4"/>
    <w:rsid w:val="00F16173"/>
    <w:rsid w:val="00F2219A"/>
    <w:rsid w:val="00F253C0"/>
    <w:rsid w:val="00F56E41"/>
    <w:rsid w:val="00F653BD"/>
    <w:rsid w:val="00F76EF1"/>
    <w:rsid w:val="00FA1C2A"/>
    <w:rsid w:val="00FB1193"/>
    <w:rsid w:val="00FC2F5E"/>
    <w:rsid w:val="00FE5304"/>
    <w:rsid w:val="00FF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4A305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FB1193"/>
    <w:pPr>
      <w:widowControl w:val="0"/>
      <w:jc w:val="both"/>
    </w:pPr>
    <w:rPr>
      <w:rFonts w:ascii="Arial" w:eastAsia="Meiryo UI" w:hAnsi="Arial"/>
      <w:kern w:val="2"/>
      <w:sz w:val="21"/>
      <w:szCs w:val="24"/>
    </w:rPr>
  </w:style>
  <w:style w:type="paragraph" w:styleId="1">
    <w:name w:val="heading 1"/>
    <w:basedOn w:val="a2"/>
    <w:next w:val="a3"/>
    <w:link w:val="10"/>
    <w:qFormat/>
    <w:rsid w:val="00FB1193"/>
    <w:pPr>
      <w:keepNext/>
      <w:numPr>
        <w:numId w:val="1"/>
      </w:numPr>
      <w:jc w:val="left"/>
      <w:outlineLvl w:val="0"/>
    </w:pPr>
    <w:rPr>
      <w:rFonts w:ascii="Meiryo UI" w:hAnsi="Meiryo UI"/>
      <w:sz w:val="24"/>
    </w:rPr>
  </w:style>
  <w:style w:type="paragraph" w:styleId="2">
    <w:name w:val="heading 2"/>
    <w:basedOn w:val="a2"/>
    <w:next w:val="a3"/>
    <w:qFormat/>
    <w:rsid w:val="00FB1193"/>
    <w:pPr>
      <w:keepNext/>
      <w:numPr>
        <w:ilvl w:val="1"/>
        <w:numId w:val="1"/>
      </w:numPr>
      <w:outlineLvl w:val="1"/>
    </w:pPr>
    <w:rPr>
      <w:rFonts w:ascii="Meiryo UI" w:hAnsi="Meiryo UI"/>
    </w:rPr>
  </w:style>
  <w:style w:type="paragraph" w:styleId="3">
    <w:name w:val="heading 3"/>
    <w:basedOn w:val="a2"/>
    <w:next w:val="a3"/>
    <w:qFormat/>
    <w:rsid w:val="00FB1193"/>
    <w:pPr>
      <w:keepNext/>
      <w:numPr>
        <w:ilvl w:val="2"/>
        <w:numId w:val="1"/>
      </w:numPr>
      <w:outlineLvl w:val="2"/>
    </w:pPr>
    <w:rPr>
      <w:rFonts w:eastAsia="ＭＳ ゴシック"/>
    </w:rPr>
  </w:style>
  <w:style w:type="paragraph" w:styleId="4">
    <w:name w:val="heading 4"/>
    <w:basedOn w:val="a2"/>
    <w:next w:val="a3"/>
    <w:autoRedefine/>
    <w:qFormat/>
    <w:rsid w:val="00FB1193"/>
    <w:pPr>
      <w:keepNext/>
      <w:numPr>
        <w:ilvl w:val="3"/>
        <w:numId w:val="1"/>
      </w:numPr>
      <w:tabs>
        <w:tab w:val="left" w:pos="-399"/>
      </w:tabs>
      <w:outlineLvl w:val="3"/>
    </w:pPr>
    <w:rPr>
      <w:rFonts w:eastAsia="ＭＳ Ｐゴシック"/>
      <w:bCs/>
    </w:rPr>
  </w:style>
  <w:style w:type="paragraph" w:styleId="5">
    <w:name w:val="heading 5"/>
    <w:basedOn w:val="a2"/>
    <w:next w:val="a3"/>
    <w:qFormat/>
    <w:rsid w:val="00FB1193"/>
    <w:pPr>
      <w:keepNext/>
      <w:numPr>
        <w:ilvl w:val="4"/>
        <w:numId w:val="1"/>
      </w:numPr>
      <w:outlineLvl w:val="4"/>
    </w:pPr>
    <w:rPr>
      <w:rFonts w:eastAsia="ＭＳ ゴシック"/>
    </w:rPr>
  </w:style>
  <w:style w:type="paragraph" w:styleId="6">
    <w:name w:val="heading 6"/>
    <w:basedOn w:val="a2"/>
    <w:next w:val="a2"/>
    <w:qFormat/>
    <w:rsid w:val="00FB1193"/>
    <w:pPr>
      <w:keepNext/>
      <w:numPr>
        <w:ilvl w:val="5"/>
        <w:numId w:val="1"/>
      </w:numPr>
      <w:outlineLvl w:val="5"/>
    </w:pPr>
    <w:rPr>
      <w:bCs/>
    </w:rPr>
  </w:style>
  <w:style w:type="paragraph" w:styleId="7">
    <w:name w:val="heading 7"/>
    <w:basedOn w:val="1"/>
    <w:next w:val="a3"/>
    <w:qFormat/>
    <w:rsid w:val="00FB1193"/>
    <w:pPr>
      <w:pageBreakBefore/>
      <w:numPr>
        <w:numId w:val="0"/>
      </w:numPr>
      <w:pBdr>
        <w:top w:val="single" w:sz="4" w:space="1" w:color="auto"/>
        <w:bottom w:val="single" w:sz="4" w:space="1" w:color="auto"/>
      </w:pBdr>
      <w:ind w:left="425" w:hanging="425"/>
      <w:jc w:val="both"/>
      <w:outlineLvl w:val="6"/>
    </w:pPr>
    <w:rPr>
      <w:rFonts w:ascii="ＭＳ Ｐゴシック" w:eastAsia="ＭＳ Ｐゴシック" w:cs="Arial"/>
      <w:sz w:val="28"/>
    </w:rPr>
  </w:style>
  <w:style w:type="paragraph" w:styleId="8">
    <w:name w:val="heading 8"/>
    <w:basedOn w:val="2"/>
    <w:next w:val="a3"/>
    <w:qFormat/>
    <w:rsid w:val="00FB1193"/>
    <w:pPr>
      <w:numPr>
        <w:ilvl w:val="0"/>
        <w:numId w:val="0"/>
      </w:numPr>
      <w:tabs>
        <w:tab w:val="left" w:pos="1800"/>
      </w:tabs>
      <w:ind w:left="1707" w:hanging="448"/>
      <w:outlineLvl w:val="7"/>
    </w:pPr>
    <w:rPr>
      <w:rFonts w:cs="Arial"/>
      <w:sz w:val="24"/>
    </w:rPr>
  </w:style>
  <w:style w:type="paragraph" w:styleId="9">
    <w:name w:val="heading 9"/>
    <w:basedOn w:val="3"/>
    <w:next w:val="a3"/>
    <w:qFormat/>
    <w:rsid w:val="00FB1193"/>
    <w:pPr>
      <w:numPr>
        <w:ilvl w:val="0"/>
        <w:numId w:val="0"/>
      </w:numPr>
      <w:tabs>
        <w:tab w:val="left" w:pos="1980"/>
      </w:tabs>
      <w:ind w:left="1707" w:hanging="448"/>
      <w:outlineLvl w:val="8"/>
    </w:pPr>
    <w:rPr>
      <w:rFonts w:cs="Arial"/>
      <w:sz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Title"/>
    <w:basedOn w:val="a2"/>
    <w:qFormat/>
    <w:rsid w:val="00FB1193"/>
    <w:pPr>
      <w:spacing w:before="240" w:after="120"/>
      <w:jc w:val="center"/>
      <w:outlineLvl w:val="0"/>
    </w:pPr>
    <w:rPr>
      <w:rFonts w:ascii="Meiryo UI" w:hAnsi="Meiryo UI" w:cs="Arial"/>
      <w:sz w:val="32"/>
      <w:szCs w:val="32"/>
    </w:rPr>
  </w:style>
  <w:style w:type="paragraph" w:styleId="a3">
    <w:name w:val="Body Text"/>
    <w:basedOn w:val="a2"/>
    <w:rsid w:val="00FB1193"/>
    <w:pPr>
      <w:ind w:firstLineChars="100" w:firstLine="100"/>
    </w:pPr>
    <w:rPr>
      <w:rFonts w:ascii="Meiryo UI" w:hAnsi="Meiryo UI"/>
    </w:rPr>
  </w:style>
  <w:style w:type="paragraph" w:customStyle="1" w:styleId="a8">
    <w:name w:val="日付・氏名"/>
    <w:basedOn w:val="a2"/>
    <w:next w:val="1"/>
    <w:rsid w:val="00FB1193"/>
    <w:pPr>
      <w:jc w:val="right"/>
    </w:pPr>
    <w:rPr>
      <w:rFonts w:ascii="Tahoma" w:eastAsia="ＭＳ Ｐゴシック" w:hAnsi="Tahoma"/>
    </w:rPr>
  </w:style>
  <w:style w:type="paragraph" w:customStyle="1" w:styleId="a9">
    <w:name w:val="参考文献見出し"/>
    <w:basedOn w:val="1"/>
    <w:next w:val="a"/>
    <w:rsid w:val="00FB1193"/>
    <w:pPr>
      <w:numPr>
        <w:numId w:val="0"/>
      </w:numPr>
    </w:pPr>
  </w:style>
  <w:style w:type="paragraph" w:customStyle="1" w:styleId="a">
    <w:name w:val="参考文献"/>
    <w:rsid w:val="00FB1193"/>
    <w:pPr>
      <w:numPr>
        <w:numId w:val="3"/>
      </w:numPr>
      <w:spacing w:before="180"/>
    </w:pPr>
    <w:rPr>
      <w:rFonts w:eastAsia="ＭＳ Ｐ明朝"/>
      <w:kern w:val="2"/>
      <w:sz w:val="21"/>
      <w:szCs w:val="24"/>
    </w:rPr>
  </w:style>
  <w:style w:type="paragraph" w:styleId="aa">
    <w:name w:val="header"/>
    <w:basedOn w:val="a2"/>
    <w:rsid w:val="00FB1193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2"/>
    <w:rsid w:val="00FB1193"/>
    <w:pPr>
      <w:tabs>
        <w:tab w:val="center" w:pos="4252"/>
        <w:tab w:val="right" w:pos="8504"/>
      </w:tabs>
      <w:snapToGrid w:val="0"/>
    </w:pPr>
  </w:style>
  <w:style w:type="character" w:styleId="ac">
    <w:name w:val="page number"/>
    <w:basedOn w:val="a4"/>
    <w:rsid w:val="00FB1193"/>
  </w:style>
  <w:style w:type="numbering" w:styleId="1ai">
    <w:name w:val="Outline List 1"/>
    <w:basedOn w:val="a6"/>
    <w:rsid w:val="00FB1193"/>
    <w:pPr>
      <w:numPr>
        <w:numId w:val="2"/>
      </w:numPr>
    </w:pPr>
  </w:style>
  <w:style w:type="paragraph" w:styleId="ad">
    <w:name w:val="caption"/>
    <w:basedOn w:val="a2"/>
    <w:next w:val="a2"/>
    <w:qFormat/>
    <w:rsid w:val="00FB1193"/>
    <w:rPr>
      <w:b/>
      <w:bCs/>
      <w:szCs w:val="21"/>
    </w:rPr>
  </w:style>
  <w:style w:type="paragraph" w:customStyle="1" w:styleId="20">
    <w:name w:val="図表番号2"/>
    <w:basedOn w:val="ad"/>
    <w:next w:val="a3"/>
    <w:autoRedefine/>
    <w:rsid w:val="00FB1193"/>
    <w:pPr>
      <w:keepNext/>
      <w:widowControl/>
      <w:jc w:val="center"/>
    </w:pPr>
    <w:rPr>
      <w:rFonts w:eastAsia="ＭＳ Ｐゴシック"/>
      <w:b w:val="0"/>
    </w:rPr>
  </w:style>
  <w:style w:type="paragraph" w:styleId="ae">
    <w:name w:val="Note Heading"/>
    <w:basedOn w:val="a2"/>
    <w:next w:val="a2"/>
    <w:rsid w:val="00FB1193"/>
    <w:pPr>
      <w:jc w:val="center"/>
    </w:pPr>
  </w:style>
  <w:style w:type="paragraph" w:customStyle="1" w:styleId="a0">
    <w:name w:val="別紙"/>
    <w:basedOn w:val="a2"/>
    <w:rsid w:val="00FB1193"/>
    <w:pPr>
      <w:numPr>
        <w:numId w:val="4"/>
      </w:numPr>
    </w:pPr>
  </w:style>
  <w:style w:type="paragraph" w:styleId="af">
    <w:name w:val="Closing"/>
    <w:basedOn w:val="a2"/>
    <w:rsid w:val="00FB1193"/>
    <w:pPr>
      <w:jc w:val="right"/>
    </w:pPr>
  </w:style>
  <w:style w:type="table" w:styleId="af0">
    <w:name w:val="Table Grid"/>
    <w:basedOn w:val="a5"/>
    <w:rsid w:val="00FB11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note text"/>
    <w:basedOn w:val="a2"/>
    <w:semiHidden/>
    <w:rsid w:val="00FB1193"/>
    <w:pPr>
      <w:snapToGrid w:val="0"/>
      <w:jc w:val="left"/>
    </w:pPr>
  </w:style>
  <w:style w:type="character" w:styleId="af2">
    <w:name w:val="footnote reference"/>
    <w:semiHidden/>
    <w:rsid w:val="00FB1193"/>
    <w:rPr>
      <w:vertAlign w:val="superscript"/>
    </w:rPr>
  </w:style>
  <w:style w:type="character" w:customStyle="1" w:styleId="10">
    <w:name w:val="見出し 1 (文字)"/>
    <w:link w:val="1"/>
    <w:rsid w:val="00FB1193"/>
    <w:rPr>
      <w:rFonts w:ascii="Meiryo UI" w:eastAsia="Meiryo UI" w:hAnsi="Meiryo UI"/>
      <w:kern w:val="2"/>
      <w:sz w:val="24"/>
      <w:szCs w:val="24"/>
    </w:rPr>
  </w:style>
  <w:style w:type="paragraph" w:customStyle="1" w:styleId="a1">
    <w:name w:val="部"/>
    <w:basedOn w:val="a3"/>
    <w:rsid w:val="00FB1193"/>
    <w:pPr>
      <w:numPr>
        <w:numId w:val="5"/>
      </w:numPr>
      <w:ind w:firstLineChars="0" w:firstLine="0"/>
      <w:jc w:val="center"/>
    </w:pPr>
    <w:rPr>
      <w:rFonts w:ascii="ＭＳ ゴシック" w:eastAsia="ＭＳ ゴシック" w:hAnsi="ＭＳ ゴシック"/>
      <w:sz w:val="24"/>
    </w:rPr>
  </w:style>
  <w:style w:type="paragraph" w:styleId="11">
    <w:name w:val="toc 1"/>
    <w:basedOn w:val="a2"/>
    <w:next w:val="a2"/>
    <w:autoRedefine/>
    <w:semiHidden/>
    <w:unhideWhenUsed/>
    <w:rsid w:val="00FB1193"/>
  </w:style>
  <w:style w:type="paragraph" w:styleId="21">
    <w:name w:val="toc 2"/>
    <w:basedOn w:val="a2"/>
    <w:next w:val="a2"/>
    <w:autoRedefine/>
    <w:semiHidden/>
    <w:unhideWhenUsed/>
    <w:rsid w:val="00FB1193"/>
    <w:pPr>
      <w:ind w:leftChars="100" w:left="210"/>
    </w:pPr>
  </w:style>
  <w:style w:type="paragraph" w:styleId="af3">
    <w:name w:val="Balloon Text"/>
    <w:basedOn w:val="a2"/>
    <w:link w:val="af4"/>
    <w:semiHidden/>
    <w:unhideWhenUsed/>
    <w:rsid w:val="00F653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4"/>
    <w:link w:val="af3"/>
    <w:semiHidden/>
    <w:rsid w:val="00F653B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54E075D0.dotm</Template>
  <TotalTime>0</TotalTime>
  <Pages>2</Pages>
  <Words>598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2019-04-14T02:47:00Z</dcterms:created>
  <dcterms:modified xsi:type="dcterms:W3CDTF">2019-05-24T06:19:00Z</dcterms:modified>
</cp:coreProperties>
</file>