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A5" w:rsidRPr="00EE0B56" w:rsidRDefault="007A2384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  <w:r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・北海道</w:t>
      </w:r>
      <w:r w:rsidR="00450236">
        <w:rPr>
          <w:rFonts w:ascii="Meiryo UI" w:eastAsia="Meiryo UI" w:hAnsi="Meiryo UI" w:hint="eastAsia"/>
          <w:sz w:val="36"/>
          <w:szCs w:val="36"/>
          <w:u w:val="single"/>
        </w:rPr>
        <w:t>利尻</w:t>
      </w:r>
      <w:r w:rsidR="007A2384">
        <w:rPr>
          <w:rFonts w:ascii="Meiryo UI" w:eastAsia="Meiryo UI" w:hAnsi="Meiryo UI" w:hint="eastAsia"/>
          <w:sz w:val="36"/>
          <w:szCs w:val="36"/>
          <w:u w:val="single"/>
        </w:rPr>
        <w:t>町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</w:t>
      </w:r>
      <w:r w:rsidR="00E00D5C">
        <w:rPr>
          <w:rFonts w:ascii="Meiryo UI" w:eastAsia="Meiryo UI" w:hAnsi="Meiryo UI" w:hint="eastAsia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450236">
        <w:rPr>
          <w:rFonts w:ascii="Meiryo UI" w:eastAsia="Meiryo UI" w:hAnsi="Meiryo UI" w:hint="eastAsia"/>
          <w:sz w:val="22"/>
          <w:szCs w:val="22"/>
        </w:rPr>
        <w:t>10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450236">
        <w:rPr>
          <w:rFonts w:ascii="Meiryo UI" w:eastAsia="Meiryo UI" w:hAnsi="Meiryo UI" w:hint="eastAsia"/>
          <w:sz w:val="22"/>
          <w:szCs w:val="22"/>
        </w:rPr>
        <w:t>31日(木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3946C2">
        <w:rPr>
          <w:rFonts w:ascii="Meiryo UI" w:eastAsia="Meiryo UI" w:hAnsi="Meiryo UI"/>
          <w:sz w:val="22"/>
          <w:szCs w:val="22"/>
        </w:rPr>
        <w:t>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</w:t>
      </w:r>
      <w:r w:rsidR="009A3D2D">
        <w:rPr>
          <w:rFonts w:ascii="Meiryo UI" w:eastAsia="Meiryo UI" w:hAnsi="Meiryo UI" w:hint="eastAsia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3946C2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72B79">
        <w:rPr>
          <w:rFonts w:ascii="Meiryo UI" w:eastAsia="Meiryo UI" w:hAnsi="Meiryo UI"/>
          <w:sz w:val="22"/>
          <w:szCs w:val="22"/>
        </w:rPr>
        <w:t>00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450236">
        <w:rPr>
          <w:rFonts w:ascii="Meiryo UI" w:eastAsia="Meiryo UI" w:hAnsi="Meiryo UI" w:hint="eastAsia"/>
          <w:sz w:val="22"/>
          <w:szCs w:val="22"/>
        </w:rPr>
        <w:t>利尻</w:t>
      </w:r>
      <w:r w:rsidR="007A2384">
        <w:rPr>
          <w:rFonts w:ascii="Meiryo UI" w:eastAsia="Meiryo UI" w:hAnsi="Meiryo UI" w:hint="eastAsia"/>
          <w:sz w:val="22"/>
          <w:szCs w:val="22"/>
        </w:rPr>
        <w:t xml:space="preserve">町　</w:t>
      </w:r>
      <w:r w:rsidR="000652F1" w:rsidRPr="00F546E2">
        <w:rPr>
          <w:rFonts w:ascii="Meiryo UI" w:eastAsia="Meiryo UI" w:hAnsi="Meiryo UI" w:hint="eastAsia"/>
          <w:sz w:val="22"/>
          <w:szCs w:val="22"/>
        </w:rPr>
        <w:t>会議室</w:t>
      </w:r>
    </w:p>
    <w:p w:rsidR="000652F1" w:rsidRPr="00E726AD" w:rsidRDefault="000652F1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  <w:r w:rsidR="00EB4E53">
        <w:rPr>
          <w:rFonts w:ascii="Meiryo UI" w:eastAsia="Meiryo UI" w:hAnsi="Meiryo UI" w:hint="eastAsia"/>
          <w:b/>
          <w:sz w:val="22"/>
          <w:szCs w:val="22"/>
        </w:rPr>
        <w:t xml:space="preserve">　　　　　　            </w:t>
      </w:r>
      <w:r w:rsidR="00EB4E53">
        <w:rPr>
          <w:rFonts w:ascii="Meiryo UI" w:eastAsia="Meiryo UI" w:hAnsi="Meiryo UI"/>
          <w:b/>
          <w:sz w:val="22"/>
          <w:szCs w:val="22"/>
        </w:rPr>
        <w:t xml:space="preserve">               </w:t>
      </w:r>
    </w:p>
    <w:tbl>
      <w:tblPr>
        <w:tblStyle w:val="ab"/>
        <w:tblW w:w="99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95"/>
        <w:gridCol w:w="3216"/>
        <w:gridCol w:w="4722"/>
      </w:tblGrid>
      <w:tr w:rsidR="00F52763" w:rsidRPr="00F52763" w:rsidTr="003D2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95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16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722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3D202C">
        <w:trPr>
          <w:trHeight w:val="42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F52763" w:rsidRPr="00F52763" w:rsidRDefault="003946C2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677F59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F52763" w:rsidRPr="00F52763" w:rsidRDefault="000806D4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F52763" w:rsidRPr="00F52763" w:rsidRDefault="00F52763" w:rsidP="00B3143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F52763" w:rsidRPr="00AB206C" w:rsidRDefault="00450236" w:rsidP="0045023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利尻</w:t>
            </w:r>
            <w:r w:rsidR="007A2384"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町　</w:t>
            </w:r>
          </w:p>
        </w:tc>
      </w:tr>
      <w:tr w:rsidR="00F52763" w:rsidRPr="00F52763" w:rsidTr="003D202C">
        <w:trPr>
          <w:trHeight w:val="751"/>
        </w:trPr>
        <w:tc>
          <w:tcPr>
            <w:tcW w:w="1126" w:type="dxa"/>
            <w:tcBorders>
              <w:bottom w:val="nil"/>
            </w:tcBorders>
          </w:tcPr>
          <w:p w:rsidR="00F52763" w:rsidRPr="00F52763" w:rsidRDefault="004E3E19" w:rsidP="009A3D2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nil"/>
            </w:tcBorders>
          </w:tcPr>
          <w:p w:rsidR="00976837" w:rsidRPr="00F52763" w:rsidRDefault="003D202C" w:rsidP="00677F5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bottom w:val="nil"/>
            </w:tcBorders>
          </w:tcPr>
          <w:p w:rsidR="003D202C" w:rsidRDefault="00CD658E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①</w:t>
            </w:r>
          </w:p>
          <w:p w:rsidR="002B6EE9" w:rsidRDefault="00F52763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D202C">
              <w:rPr>
                <w:rFonts w:ascii="Meiryo UI" w:eastAsia="Meiryo UI" w:hAnsi="Meiryo UI" w:cs="Meiryo UI" w:hint="eastAsia"/>
                <w:i/>
                <w:sz w:val="20"/>
                <w:szCs w:val="20"/>
              </w:rPr>
              <w:t>オープンデータ</w:t>
            </w:r>
            <w:r w:rsidRPr="003D202C">
              <w:rPr>
                <w:rFonts w:ascii="Meiryo UI" w:eastAsia="Meiryo UI" w:hAnsi="Meiryo UI" w:cs="Meiryo UI"/>
                <w:i/>
                <w:sz w:val="20"/>
                <w:szCs w:val="20"/>
              </w:rPr>
              <w:t>の意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義</w:t>
            </w:r>
          </w:p>
          <w:p w:rsidR="003D202C" w:rsidRPr="00CD658E" w:rsidRDefault="003D202C" w:rsidP="003D202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北海道の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  <w:p w:rsid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北海道オープンデータポータルの紹介</w:t>
            </w:r>
          </w:p>
          <w:p w:rsidR="00DB3F07" w:rsidRDefault="00DB3F07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道内の取組状況</w:t>
            </w:r>
          </w:p>
          <w:p w:rsidR="003D202C" w:rsidRPr="003D202C" w:rsidRDefault="003D202C" w:rsidP="002B6EE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3D202C" w:rsidRPr="00AB206C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北海道 総合政策部 情報統計局 情報政策課 主査</w:t>
            </w:r>
          </w:p>
          <w:p w:rsidR="003D202C" w:rsidRPr="00AB206C" w:rsidRDefault="003D202C" w:rsidP="003D202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  <w:p w:rsidR="001F41A7" w:rsidRPr="003D202C" w:rsidRDefault="001F41A7" w:rsidP="0095392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677F59" w:rsidRPr="00F52763" w:rsidTr="003D202C">
        <w:trPr>
          <w:trHeight w:val="786"/>
        </w:trPr>
        <w:tc>
          <w:tcPr>
            <w:tcW w:w="1126" w:type="dxa"/>
            <w:tcBorders>
              <w:top w:val="nil"/>
            </w:tcBorders>
          </w:tcPr>
          <w:p w:rsidR="00677F59" w:rsidRDefault="00C9137E" w:rsidP="009A3D2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A3D2D"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95" w:type="dxa"/>
            <w:tcBorders>
              <w:top w:val="nil"/>
            </w:tcBorders>
          </w:tcPr>
          <w:p w:rsidR="00677F59" w:rsidRDefault="00E72B79" w:rsidP="007A23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</w:t>
            </w:r>
            <w:r w:rsidR="007A2384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95392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</w:tcBorders>
          </w:tcPr>
          <w:p w:rsidR="00677F59" w:rsidRPr="003D202C" w:rsidRDefault="00953920" w:rsidP="00B3143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i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E72B79" w:rsidRDefault="00450236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室蘭市</w:t>
            </w:r>
            <w:r w:rsidR="00F007EF">
              <w:rPr>
                <w:rFonts w:ascii="Meiryo UI" w:eastAsia="Meiryo UI" w:hAnsi="Meiryo UI" w:cs="Meiryo UI" w:hint="eastAsia"/>
                <w:sz w:val="20"/>
                <w:szCs w:val="20"/>
              </w:rPr>
              <w:t>の</w:t>
            </w:r>
            <w:r w:rsidR="00E72B79">
              <w:rPr>
                <w:rFonts w:ascii="Meiryo UI" w:eastAsia="Meiryo UI" w:hAnsi="Meiryo UI" w:cs="Meiryo UI" w:hint="eastAsia"/>
                <w:sz w:val="20"/>
                <w:szCs w:val="20"/>
              </w:rPr>
              <w:t>取組状況</w:t>
            </w:r>
          </w:p>
          <w:p w:rsidR="007A5F17" w:rsidRPr="005F3F95" w:rsidRDefault="007A5F17" w:rsidP="007A5F1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</w:tcBorders>
          </w:tcPr>
          <w:p w:rsidR="00D45F4A" w:rsidRPr="00AB206C" w:rsidRDefault="00450236" w:rsidP="00D45F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室蘭市　観光課長　丸田　之人</w:t>
            </w:r>
          </w:p>
          <w:p w:rsidR="00D45F4A" w:rsidRPr="00AB206C" w:rsidRDefault="00D45F4A" w:rsidP="004502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713"/>
        </w:trPr>
        <w:tc>
          <w:tcPr>
            <w:tcW w:w="1126" w:type="dxa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  <w:p w:rsidR="00E72B79" w:rsidRPr="00CD658E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</w:tcPr>
          <w:p w:rsidR="00494986" w:rsidRPr="00494986" w:rsidRDefault="00494986" w:rsidP="004949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94986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株式会社日立社会情報サービス</w:t>
            </w:r>
          </w:p>
          <w:p w:rsidR="00E72B79" w:rsidRPr="00E72B79" w:rsidRDefault="00494986" w:rsidP="004949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94986">
              <w:rPr>
                <w:rFonts w:ascii="Meiryo UI" w:eastAsia="Meiryo UI" w:hAnsi="Meiryo UI" w:cs="Meiryo UI" w:hint="eastAsia"/>
                <w:sz w:val="20"/>
                <w:szCs w:val="20"/>
              </w:rPr>
              <w:t>滝澤　郁美</w:t>
            </w:r>
          </w:p>
        </w:tc>
      </w:tr>
      <w:tr w:rsidR="00E72B79" w:rsidRPr="00F52763" w:rsidTr="003D202C">
        <w:trPr>
          <w:trHeight w:val="420"/>
        </w:trPr>
        <w:tc>
          <w:tcPr>
            <w:tcW w:w="1126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95" w:type="dxa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938" w:type="dxa"/>
            <w:gridSpan w:val="2"/>
            <w:tcBorders>
              <w:bottom w:val="single" w:sz="6" w:space="0" w:color="000000"/>
            </w:tcBorders>
            <w:shd w:val="clear" w:color="auto" w:fill="DEEAF6" w:themeFill="accent1" w:themeFillTint="33"/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E72B79" w:rsidRPr="00F52763" w:rsidTr="003D202C">
        <w:trPr>
          <w:trHeight w:val="819"/>
        </w:trPr>
        <w:tc>
          <w:tcPr>
            <w:tcW w:w="1126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95" w:type="dxa"/>
            <w:tcBorders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16" w:type="dxa"/>
            <w:tcBorders>
              <w:bottom w:val="nil"/>
            </w:tcBorders>
          </w:tcPr>
          <w:p w:rsidR="00E72B79" w:rsidRP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  <w:r w:rsidRPr="00E72B79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オープンデータの公開・活用例</w:t>
            </w:r>
          </w:p>
          <w:p w:rsidR="00E72B79" w:rsidRP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bottom w:val="nil"/>
            </w:tcBorders>
          </w:tcPr>
          <w:p w:rsidR="00E72B79" w:rsidRPr="00AB206C" w:rsidRDefault="00734DF4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一般社団法人</w:t>
            </w:r>
            <w:r w:rsidR="00E72B79"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コード・フォー・ジャパン　古川　泰人</w:t>
            </w:r>
          </w:p>
        </w:tc>
      </w:tr>
      <w:tr w:rsidR="00E72B79" w:rsidRPr="00F52763" w:rsidTr="003D202C">
        <w:trPr>
          <w:trHeight w:val="1031"/>
        </w:trPr>
        <w:tc>
          <w:tcPr>
            <w:tcW w:w="1126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16" w:type="dxa"/>
            <w:tcBorders>
              <w:top w:val="nil"/>
              <w:bottom w:val="nil"/>
            </w:tcBorders>
          </w:tcPr>
          <w:p w:rsidR="00E72B79" w:rsidRPr="007A5F17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A5F17"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</w:p>
          <w:p w:rsidR="00E72B79" w:rsidRPr="001B2FC5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nil"/>
              <w:bottom w:val="nil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ファシリテーター</w:t>
            </w:r>
          </w:p>
          <w:p w:rsidR="00450236" w:rsidRPr="00AB206C" w:rsidRDefault="00450236" w:rsidP="004502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室蘭市　観光課長　丸田　之人</w:t>
            </w:r>
          </w:p>
          <w:p w:rsidR="00E72B79" w:rsidRPr="00F52763" w:rsidRDefault="00734DF4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>一般社団法人コード・フォー・ジャパン</w:t>
            </w:r>
            <w:r w:rsidR="00E72B79" w:rsidRPr="00AB206C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古川　泰人</w:t>
            </w: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15:45</w:t>
            </w:r>
          </w:p>
        </w:tc>
        <w:tc>
          <w:tcPr>
            <w:tcW w:w="895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16" w:type="dxa"/>
            <w:tcBorders>
              <w:top w:val="nil"/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722" w:type="dxa"/>
            <w:tcBorders>
              <w:top w:val="nil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07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16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5F75B4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確認テスト・アンケート</w:t>
            </w:r>
          </w:p>
        </w:tc>
        <w:tc>
          <w:tcPr>
            <w:tcW w:w="4722" w:type="dxa"/>
            <w:tcBorders>
              <w:top w:val="single" w:sz="6" w:space="0" w:color="000000"/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E72B79" w:rsidRPr="00F52763" w:rsidTr="003D202C">
        <w:trPr>
          <w:trHeight w:val="462"/>
        </w:trPr>
        <w:tc>
          <w:tcPr>
            <w:tcW w:w="1126" w:type="dxa"/>
            <w:tcBorders>
              <w:bottom w:val="single" w:sz="6" w:space="0" w:color="000000"/>
            </w:tcBorders>
          </w:tcPr>
          <w:p w:rsidR="00E72B79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95" w:type="dxa"/>
            <w:tcBorders>
              <w:bottom w:val="single" w:sz="6" w:space="0" w:color="000000"/>
            </w:tcBorders>
          </w:tcPr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16" w:type="dxa"/>
            <w:tcBorders>
              <w:bottom w:val="single" w:sz="6" w:space="0" w:color="000000"/>
            </w:tcBorders>
          </w:tcPr>
          <w:p w:rsidR="00E72B79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  <w:p w:rsidR="009B396C" w:rsidRDefault="009B396C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フォトセッション</w:t>
            </w:r>
          </w:p>
          <w:p w:rsidR="00E72B79" w:rsidRPr="00F52763" w:rsidRDefault="00E72B79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722" w:type="dxa"/>
            <w:tcBorders>
              <w:bottom w:val="single" w:sz="6" w:space="0" w:color="000000"/>
            </w:tcBorders>
          </w:tcPr>
          <w:p w:rsidR="00E72B79" w:rsidRPr="004426A2" w:rsidRDefault="00F546E2" w:rsidP="00E72B7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北海道総合通信局　情報通信振興課長　鈴木　勇人</w:t>
            </w:r>
          </w:p>
        </w:tc>
      </w:tr>
    </w:tbl>
    <w:p w:rsidR="00D23A52" w:rsidRDefault="00D23A52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sz w:val="22"/>
        </w:rPr>
        <w:t>○</w:t>
      </w:r>
      <w:r w:rsidR="001F41A7">
        <w:rPr>
          <w:rFonts w:ascii="Meiryo UI" w:eastAsia="Meiryo UI" w:hAnsi="Meiryo UI" w:hint="eastAsia"/>
          <w:sz w:val="22"/>
        </w:rPr>
        <w:t>参考資料　:「オープンデータQ&amp;A」</w:t>
      </w:r>
    </w:p>
    <w:sectPr w:rsidR="00104B14" w:rsidSect="007B7D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22" w:rsidRDefault="00C05922" w:rsidP="009B751E">
      <w:r>
        <w:separator/>
      </w:r>
    </w:p>
  </w:endnote>
  <w:endnote w:type="continuationSeparator" w:id="0">
    <w:p w:rsidR="00C05922" w:rsidRDefault="00C05922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22" w:rsidRDefault="00C05922" w:rsidP="009B751E">
      <w:r>
        <w:separator/>
      </w:r>
    </w:p>
  </w:footnote>
  <w:footnote w:type="continuationSeparator" w:id="0">
    <w:p w:rsidR="00C05922" w:rsidRDefault="00C05922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F34" w:rsidRDefault="001D2F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5654"/>
    <w:rsid w:val="00037FD7"/>
    <w:rsid w:val="000418B6"/>
    <w:rsid w:val="000652F1"/>
    <w:rsid w:val="00072BAC"/>
    <w:rsid w:val="000771F1"/>
    <w:rsid w:val="000806D4"/>
    <w:rsid w:val="00083F4C"/>
    <w:rsid w:val="000904A5"/>
    <w:rsid w:val="000F3880"/>
    <w:rsid w:val="00104B14"/>
    <w:rsid w:val="001074CE"/>
    <w:rsid w:val="0011339E"/>
    <w:rsid w:val="00123AC2"/>
    <w:rsid w:val="00136961"/>
    <w:rsid w:val="00140B2E"/>
    <w:rsid w:val="00141CF4"/>
    <w:rsid w:val="00155371"/>
    <w:rsid w:val="00163B12"/>
    <w:rsid w:val="00187505"/>
    <w:rsid w:val="001A769A"/>
    <w:rsid w:val="001B0C50"/>
    <w:rsid w:val="001B26B7"/>
    <w:rsid w:val="001B2FC5"/>
    <w:rsid w:val="001B4282"/>
    <w:rsid w:val="001C3F8B"/>
    <w:rsid w:val="001C4AF2"/>
    <w:rsid w:val="001D2F34"/>
    <w:rsid w:val="001F41A7"/>
    <w:rsid w:val="00207EB4"/>
    <w:rsid w:val="00215CCD"/>
    <w:rsid w:val="00233BF2"/>
    <w:rsid w:val="00245678"/>
    <w:rsid w:val="0025186D"/>
    <w:rsid w:val="00252C2C"/>
    <w:rsid w:val="00253CDD"/>
    <w:rsid w:val="002706FB"/>
    <w:rsid w:val="00280C7F"/>
    <w:rsid w:val="002A23C8"/>
    <w:rsid w:val="002A5B42"/>
    <w:rsid w:val="002A74AA"/>
    <w:rsid w:val="002B6EE9"/>
    <w:rsid w:val="002E4D4E"/>
    <w:rsid w:val="002F6361"/>
    <w:rsid w:val="003030C2"/>
    <w:rsid w:val="00321D72"/>
    <w:rsid w:val="00351F6D"/>
    <w:rsid w:val="003578F5"/>
    <w:rsid w:val="0038096E"/>
    <w:rsid w:val="003946C2"/>
    <w:rsid w:val="003B09E4"/>
    <w:rsid w:val="003D202C"/>
    <w:rsid w:val="003D4DBF"/>
    <w:rsid w:val="003D7A66"/>
    <w:rsid w:val="003F0558"/>
    <w:rsid w:val="0041296B"/>
    <w:rsid w:val="004363EB"/>
    <w:rsid w:val="004426A2"/>
    <w:rsid w:val="00450236"/>
    <w:rsid w:val="0045535E"/>
    <w:rsid w:val="0045567A"/>
    <w:rsid w:val="0047670A"/>
    <w:rsid w:val="00481BD9"/>
    <w:rsid w:val="00494986"/>
    <w:rsid w:val="004A4430"/>
    <w:rsid w:val="004D01FA"/>
    <w:rsid w:val="004E3E19"/>
    <w:rsid w:val="004F7C7C"/>
    <w:rsid w:val="005104D8"/>
    <w:rsid w:val="0056272A"/>
    <w:rsid w:val="005948A4"/>
    <w:rsid w:val="005C0158"/>
    <w:rsid w:val="005C314B"/>
    <w:rsid w:val="005F3F95"/>
    <w:rsid w:val="005F4625"/>
    <w:rsid w:val="005F75B4"/>
    <w:rsid w:val="0060105E"/>
    <w:rsid w:val="0061039D"/>
    <w:rsid w:val="00633A0D"/>
    <w:rsid w:val="006424C8"/>
    <w:rsid w:val="00651EA2"/>
    <w:rsid w:val="006679A2"/>
    <w:rsid w:val="00676BF6"/>
    <w:rsid w:val="00677F59"/>
    <w:rsid w:val="00682BDC"/>
    <w:rsid w:val="00691569"/>
    <w:rsid w:val="006D7DA5"/>
    <w:rsid w:val="006E5698"/>
    <w:rsid w:val="00700A96"/>
    <w:rsid w:val="00704038"/>
    <w:rsid w:val="00714B3E"/>
    <w:rsid w:val="00720D28"/>
    <w:rsid w:val="007228B5"/>
    <w:rsid w:val="00734DF4"/>
    <w:rsid w:val="00741230"/>
    <w:rsid w:val="007837EF"/>
    <w:rsid w:val="007A1D5A"/>
    <w:rsid w:val="007A2384"/>
    <w:rsid w:val="007A5F17"/>
    <w:rsid w:val="007B16AA"/>
    <w:rsid w:val="007B7DCB"/>
    <w:rsid w:val="007D2983"/>
    <w:rsid w:val="00810799"/>
    <w:rsid w:val="0083305F"/>
    <w:rsid w:val="00840148"/>
    <w:rsid w:val="00890642"/>
    <w:rsid w:val="0089253E"/>
    <w:rsid w:val="008925FE"/>
    <w:rsid w:val="00897079"/>
    <w:rsid w:val="008C592E"/>
    <w:rsid w:val="00906C01"/>
    <w:rsid w:val="00922D4A"/>
    <w:rsid w:val="00931BBC"/>
    <w:rsid w:val="00941242"/>
    <w:rsid w:val="00953920"/>
    <w:rsid w:val="00961EEC"/>
    <w:rsid w:val="00963A92"/>
    <w:rsid w:val="00976837"/>
    <w:rsid w:val="0099181F"/>
    <w:rsid w:val="009A3D2D"/>
    <w:rsid w:val="009B396C"/>
    <w:rsid w:val="009B751E"/>
    <w:rsid w:val="009D337E"/>
    <w:rsid w:val="009F793E"/>
    <w:rsid w:val="00A16949"/>
    <w:rsid w:val="00A1790E"/>
    <w:rsid w:val="00A20F0F"/>
    <w:rsid w:val="00A846F7"/>
    <w:rsid w:val="00AA5EEC"/>
    <w:rsid w:val="00AB206C"/>
    <w:rsid w:val="00AB6721"/>
    <w:rsid w:val="00AC5D1B"/>
    <w:rsid w:val="00AE7D0B"/>
    <w:rsid w:val="00B3143F"/>
    <w:rsid w:val="00B36D85"/>
    <w:rsid w:val="00B615F6"/>
    <w:rsid w:val="00B65C85"/>
    <w:rsid w:val="00B73409"/>
    <w:rsid w:val="00B911DE"/>
    <w:rsid w:val="00BA3F4A"/>
    <w:rsid w:val="00BB5FFF"/>
    <w:rsid w:val="00C05922"/>
    <w:rsid w:val="00C064CA"/>
    <w:rsid w:val="00C23A3D"/>
    <w:rsid w:val="00C23AE1"/>
    <w:rsid w:val="00C23EDA"/>
    <w:rsid w:val="00C241D3"/>
    <w:rsid w:val="00C25F33"/>
    <w:rsid w:val="00C30199"/>
    <w:rsid w:val="00C35E03"/>
    <w:rsid w:val="00C44387"/>
    <w:rsid w:val="00C53275"/>
    <w:rsid w:val="00C70264"/>
    <w:rsid w:val="00C72B67"/>
    <w:rsid w:val="00C752A1"/>
    <w:rsid w:val="00C90013"/>
    <w:rsid w:val="00C9137E"/>
    <w:rsid w:val="00CA1594"/>
    <w:rsid w:val="00CB3446"/>
    <w:rsid w:val="00CB5100"/>
    <w:rsid w:val="00CC459A"/>
    <w:rsid w:val="00CD658E"/>
    <w:rsid w:val="00CE4520"/>
    <w:rsid w:val="00CF033A"/>
    <w:rsid w:val="00D0612D"/>
    <w:rsid w:val="00D23A52"/>
    <w:rsid w:val="00D45F4A"/>
    <w:rsid w:val="00D5466C"/>
    <w:rsid w:val="00DA70E5"/>
    <w:rsid w:val="00DB3F07"/>
    <w:rsid w:val="00DB73C4"/>
    <w:rsid w:val="00DC7C2A"/>
    <w:rsid w:val="00DF64A3"/>
    <w:rsid w:val="00E00D5C"/>
    <w:rsid w:val="00E050F1"/>
    <w:rsid w:val="00E35C8F"/>
    <w:rsid w:val="00E4331D"/>
    <w:rsid w:val="00E63FCB"/>
    <w:rsid w:val="00E726AD"/>
    <w:rsid w:val="00E72B79"/>
    <w:rsid w:val="00E97891"/>
    <w:rsid w:val="00EB4E53"/>
    <w:rsid w:val="00EC110D"/>
    <w:rsid w:val="00ED39DD"/>
    <w:rsid w:val="00EE0B56"/>
    <w:rsid w:val="00EF0749"/>
    <w:rsid w:val="00F007EF"/>
    <w:rsid w:val="00F1361B"/>
    <w:rsid w:val="00F161E5"/>
    <w:rsid w:val="00F3654E"/>
    <w:rsid w:val="00F52763"/>
    <w:rsid w:val="00F546E2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123A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23A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A6BEC-A4DA-4CBB-BD4D-0DD70DFE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1503B7CC.dotm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2019-10-25T02:33:00Z</dcterms:created>
  <dcterms:modified xsi:type="dcterms:W3CDTF">2019-10-25T02:33:00Z</dcterms:modified>
</cp:coreProperties>
</file>