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0E630D" w:rsidRPr="000E630D">
        <w:rPr>
          <w:rFonts w:ascii="Meiryo UI" w:eastAsia="Meiryo UI" w:hAnsi="Meiryo UI" w:hint="eastAsia"/>
          <w:sz w:val="36"/>
          <w:szCs w:val="36"/>
          <w:u w:val="single"/>
        </w:rPr>
        <w:t>沖縄県名護市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BB1C74"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BB1C74">
        <w:rPr>
          <w:rFonts w:ascii="Meiryo UI" w:eastAsia="Meiryo UI" w:hAnsi="Meiryo UI"/>
          <w:sz w:val="22"/>
          <w:szCs w:val="22"/>
        </w:rPr>
        <w:t>11</w:t>
      </w:r>
      <w:r w:rsidR="00BB1C74" w:rsidRPr="00404C45">
        <w:rPr>
          <w:rFonts w:ascii="Meiryo UI" w:eastAsia="Meiryo UI" w:hAnsi="Meiryo UI" w:hint="eastAsia"/>
          <w:sz w:val="22"/>
          <w:szCs w:val="22"/>
        </w:rPr>
        <w:t>月</w:t>
      </w:r>
      <w:r w:rsidR="00BB1C74">
        <w:rPr>
          <w:rFonts w:ascii="Meiryo UI" w:eastAsia="Meiryo UI" w:hAnsi="Meiryo UI"/>
          <w:sz w:val="22"/>
          <w:szCs w:val="22"/>
        </w:rPr>
        <w:t>6</w:t>
      </w:r>
      <w:r w:rsidR="00BB1C74" w:rsidRPr="00404C45">
        <w:rPr>
          <w:rFonts w:ascii="Meiryo UI" w:eastAsia="Meiryo UI" w:hAnsi="Meiryo UI" w:hint="eastAsia"/>
          <w:sz w:val="22"/>
          <w:szCs w:val="22"/>
        </w:rPr>
        <w:t>日(</w:t>
      </w:r>
      <w:r w:rsidR="00BB1C74">
        <w:rPr>
          <w:rFonts w:ascii="Meiryo UI" w:eastAsia="Meiryo UI" w:hAnsi="Meiryo UI" w:hint="eastAsia"/>
          <w:sz w:val="22"/>
          <w:szCs w:val="22"/>
        </w:rPr>
        <w:t>水</w:t>
      </w:r>
      <w:r w:rsidR="00BB1C74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BB1C74">
        <w:rPr>
          <w:rFonts w:ascii="Meiryo UI" w:eastAsia="Meiryo UI" w:hAnsi="Meiryo UI" w:hint="eastAsia"/>
          <w:sz w:val="22"/>
          <w:szCs w:val="22"/>
        </w:rPr>
        <w:t>13:30</w:t>
      </w:r>
      <w:r w:rsidR="00BB1C74" w:rsidRPr="00F52763">
        <w:rPr>
          <w:rFonts w:ascii="Meiryo UI" w:eastAsia="Meiryo UI" w:hAnsi="Meiryo UI" w:hint="eastAsia"/>
          <w:sz w:val="22"/>
          <w:szCs w:val="22"/>
        </w:rPr>
        <w:t>～</w:t>
      </w:r>
      <w:r w:rsidR="00BB1C74" w:rsidRPr="00404C45">
        <w:rPr>
          <w:rFonts w:ascii="Meiryo UI" w:eastAsia="Meiryo UI" w:hAnsi="Meiryo UI" w:hint="eastAsia"/>
          <w:sz w:val="22"/>
          <w:szCs w:val="22"/>
        </w:rPr>
        <w:t>16:30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BB1C74" w:rsidRPr="00BB1C74">
        <w:rPr>
          <w:rFonts w:ascii="Meiryo UI" w:eastAsia="Meiryo UI" w:hAnsi="Meiryo UI" w:hint="eastAsia"/>
          <w:sz w:val="22"/>
          <w:szCs w:val="22"/>
        </w:rPr>
        <w:t>名護市役所　別棟３Ｆ　第１・２・３会議室（沖縄県名護市港一丁目1番1号）</w:t>
      </w:r>
    </w:p>
    <w:p w:rsidR="00E47754" w:rsidRPr="00E920A7" w:rsidRDefault="000E63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/>
          <w:sz w:val="22"/>
          <w:szCs w:val="22"/>
        </w:rPr>
        <w:tab/>
      </w: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5"/>
        <w:gridCol w:w="4935"/>
      </w:tblGrid>
      <w:tr w:rsidR="0078734B" w:rsidRPr="001871F0" w:rsidTr="00E674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93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E674F9">
        <w:trPr>
          <w:trHeight w:val="85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  <w:bookmarkStart w:id="0" w:name="_GoBack"/>
            <w:bookmarkEnd w:id="0"/>
          </w:p>
        </w:tc>
        <w:tc>
          <w:tcPr>
            <w:tcW w:w="4935" w:type="dxa"/>
            <w:vAlign w:val="center"/>
          </w:tcPr>
          <w:p w:rsidR="00D84F7F" w:rsidRPr="00D35CE5" w:rsidRDefault="001E7E27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名護市　</w:t>
            </w:r>
            <w:r w:rsidRPr="001E7E27">
              <w:rPr>
                <w:rFonts w:ascii="Meiryo UI" w:eastAsia="Meiryo UI" w:hAnsi="Meiryo UI" w:cs="Meiryo UI" w:hint="eastAsia"/>
                <w:sz w:val="22"/>
                <w:szCs w:val="22"/>
              </w:rPr>
              <w:t>地域政策部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1E7E27">
              <w:rPr>
                <w:rFonts w:ascii="Meiryo UI" w:eastAsia="Meiryo UI" w:hAnsi="Meiryo UI" w:cs="Meiryo UI" w:hint="eastAsia"/>
                <w:sz w:val="22"/>
                <w:szCs w:val="22"/>
              </w:rPr>
              <w:t>企画情報課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1E7E27">
              <w:rPr>
                <w:rFonts w:ascii="Meiryo UI" w:eastAsia="Meiryo UI" w:hAnsi="Meiryo UI" w:cs="Meiryo UI" w:hint="eastAsia"/>
                <w:sz w:val="22"/>
                <w:szCs w:val="22"/>
              </w:rPr>
              <w:t>主幹</w:t>
            </w:r>
          </w:p>
          <w:p w:rsidR="00615276" w:rsidRPr="00D35CE5" w:rsidRDefault="001E7E27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E7E27">
              <w:rPr>
                <w:rFonts w:ascii="Meiryo UI" w:eastAsia="Meiryo UI" w:hAnsi="Meiryo UI" w:cs="Meiryo UI" w:hint="eastAsia"/>
                <w:sz w:val="22"/>
                <w:szCs w:val="22"/>
              </w:rPr>
              <w:t>倉富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1E7E27">
              <w:rPr>
                <w:rFonts w:ascii="Meiryo UI" w:eastAsia="Meiryo UI" w:hAnsi="Meiryo UI" w:cs="Meiryo UI" w:hint="eastAsia"/>
                <w:sz w:val="22"/>
                <w:szCs w:val="22"/>
              </w:rPr>
              <w:t>和幸</w:t>
            </w:r>
          </w:p>
        </w:tc>
      </w:tr>
      <w:tr w:rsidR="00615276" w:rsidRPr="001871F0" w:rsidTr="00E674F9">
        <w:trPr>
          <w:trHeight w:val="68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CC54B4" w:rsidRPr="00D35CE5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4935" w:type="dxa"/>
            <w:vAlign w:val="center"/>
          </w:tcPr>
          <w:p w:rsidR="00615276" w:rsidRPr="00D35CE5" w:rsidRDefault="00615276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E674F9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935" w:type="dxa"/>
            <w:vAlign w:val="center"/>
          </w:tcPr>
          <w:p w:rsidR="00C03E65" w:rsidRPr="00C03E65" w:rsidRDefault="00C03E65" w:rsidP="00C03E65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03E65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株式会社　ローカルメディアラボ　代表取締役　</w:t>
            </w:r>
          </w:p>
          <w:p w:rsidR="002130C1" w:rsidRPr="00D35CE5" w:rsidRDefault="00C03E65" w:rsidP="00C03E65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03E65">
              <w:rPr>
                <w:rFonts w:ascii="Meiryo UI" w:eastAsia="Meiryo UI" w:hAnsi="Meiryo UI" w:cs="Meiryo UI" w:hint="eastAsia"/>
                <w:sz w:val="22"/>
                <w:szCs w:val="22"/>
              </w:rPr>
              <w:t>牛島　清豪</w:t>
            </w:r>
          </w:p>
        </w:tc>
      </w:tr>
      <w:tr w:rsidR="002130C1" w:rsidRPr="001871F0" w:rsidTr="00E674F9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B94659" w:rsidRDefault="001507FB" w:rsidP="001507F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507FB">
              <w:rPr>
                <w:rFonts w:ascii="Meiryo UI" w:eastAsia="Meiryo UI" w:hAnsi="Meiryo UI" w:cs="Meiryo UI" w:hint="eastAsia"/>
                <w:sz w:val="22"/>
                <w:szCs w:val="22"/>
              </w:rPr>
              <w:t>沖縄県内、およびISCOの</w:t>
            </w:r>
          </w:p>
          <w:p w:rsidR="002130C1" w:rsidRPr="00D35CE5" w:rsidRDefault="001507FB" w:rsidP="001507F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507FB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オープンデータ推進の取組紹介</w:t>
            </w:r>
          </w:p>
        </w:tc>
        <w:tc>
          <w:tcPr>
            <w:tcW w:w="4935" w:type="dxa"/>
            <w:vAlign w:val="center"/>
          </w:tcPr>
          <w:p w:rsidR="00B760B2" w:rsidRDefault="006B7A4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(</w:t>
            </w:r>
            <w:r w:rsidR="00061726">
              <w:rPr>
                <w:rFonts w:ascii="Meiryo UI" w:eastAsia="Meiryo UI" w:hAnsi="Meiryo UI" w:cs="Meiryo UI" w:hint="eastAsia"/>
                <w:sz w:val="22"/>
                <w:szCs w:val="22"/>
              </w:rPr>
              <w:t>一財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)</w:t>
            </w:r>
            <w:r w:rsidR="00061726">
              <w:rPr>
                <w:rFonts w:ascii="Meiryo UI" w:eastAsia="Meiryo UI" w:hAnsi="Meiryo UI" w:cs="Meiryo UI" w:hint="eastAsia"/>
                <w:sz w:val="22"/>
                <w:szCs w:val="22"/>
              </w:rPr>
              <w:t>沖縄ITイノベーション戦略センター</w:t>
            </w:r>
            <w:r w:rsidR="00CB1D38">
              <w:rPr>
                <w:rFonts w:ascii="Meiryo UI" w:eastAsia="Meiryo UI" w:hAnsi="Meiryo UI" w:cs="Meiryo UI" w:hint="eastAsia"/>
                <w:sz w:val="22"/>
                <w:szCs w:val="22"/>
              </w:rPr>
              <w:t>(</w:t>
            </w:r>
            <w:r w:rsidR="00CB1D38">
              <w:rPr>
                <w:rFonts w:ascii="Meiryo UI" w:eastAsia="Meiryo UI" w:hAnsi="Meiryo UI" w:cs="Meiryo UI"/>
                <w:sz w:val="22"/>
                <w:szCs w:val="22"/>
              </w:rPr>
              <w:t>ISCO)</w:t>
            </w:r>
          </w:p>
          <w:p w:rsidR="00061726" w:rsidRPr="00D35CE5" w:rsidRDefault="00061726" w:rsidP="00B760B2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コンサルタント</w:t>
            </w:r>
            <w:r w:rsidR="00B760B2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小崎　千裕</w:t>
            </w:r>
          </w:p>
        </w:tc>
      </w:tr>
      <w:tr w:rsidR="002130C1" w:rsidRPr="001871F0" w:rsidTr="00E674F9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E674F9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C4D4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2C4D4D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2130C1" w:rsidRPr="00D35CE5" w:rsidRDefault="00BE4AF5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岩崎　英</w:t>
            </w:r>
          </w:p>
        </w:tc>
      </w:tr>
      <w:tr w:rsidR="002130C1" w:rsidRPr="001871F0" w:rsidTr="00E674F9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C4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2C4D4D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03E65" w:rsidRPr="001871F0" w:rsidTr="00E674F9">
        <w:trPr>
          <w:trHeight w:val="850"/>
        </w:trPr>
        <w:tc>
          <w:tcPr>
            <w:tcW w:w="1126" w:type="dxa"/>
            <w:vAlign w:val="center"/>
          </w:tcPr>
          <w:p w:rsidR="00C03E65" w:rsidRPr="00D35CE5" w:rsidRDefault="00C03E65" w:rsidP="002C4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2C4D4D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03E65" w:rsidRPr="00D35CE5" w:rsidRDefault="00C03E65" w:rsidP="00C03E65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2C4D4D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C03E65" w:rsidRPr="00D35CE5" w:rsidRDefault="00C03E65" w:rsidP="00C03E65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C03E65" w:rsidRPr="00D35CE5" w:rsidRDefault="00C03E65" w:rsidP="00C03E65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935" w:type="dxa"/>
            <w:vAlign w:val="center"/>
          </w:tcPr>
          <w:p w:rsidR="00C03E65" w:rsidRPr="00C03E65" w:rsidRDefault="009500E2" w:rsidP="00C03E65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株式会社　ローカルメディアラボ　代表取締役</w:t>
            </w:r>
          </w:p>
          <w:p w:rsidR="00C03E65" w:rsidRPr="00D35CE5" w:rsidRDefault="00C03E65" w:rsidP="00C03E65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03E65">
              <w:rPr>
                <w:rFonts w:ascii="Meiryo UI" w:eastAsia="Meiryo UI" w:hAnsi="Meiryo UI" w:cs="Meiryo UI" w:hint="eastAsia"/>
                <w:sz w:val="22"/>
                <w:szCs w:val="22"/>
              </w:rPr>
              <w:t>牛島　清豪</w:t>
            </w:r>
          </w:p>
        </w:tc>
      </w:tr>
      <w:tr w:rsidR="002130C1" w:rsidRPr="001871F0" w:rsidTr="00E674F9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16:15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E674F9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16:20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E674F9">
        <w:trPr>
          <w:trHeight w:val="742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2130C1" w:rsidRDefault="00C352B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352B1">
              <w:rPr>
                <w:rFonts w:ascii="Meiryo UI" w:eastAsia="Meiryo UI" w:hAnsi="Meiryo UI" w:cs="Meiryo UI" w:hint="eastAsia"/>
                <w:sz w:val="22"/>
                <w:szCs w:val="22"/>
              </w:rPr>
              <w:t>沖縄総合通信事務所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C352B1">
              <w:rPr>
                <w:rFonts w:ascii="Meiryo UI" w:eastAsia="Meiryo UI" w:hAnsi="Meiryo UI" w:cs="Meiryo UI" w:hint="eastAsia"/>
                <w:sz w:val="22"/>
                <w:szCs w:val="22"/>
              </w:rPr>
              <w:t>情報通信課　課長補佐</w:t>
            </w:r>
          </w:p>
          <w:p w:rsidR="002130C1" w:rsidRPr="00D35CE5" w:rsidRDefault="00C352B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352B1">
              <w:rPr>
                <w:rFonts w:ascii="Meiryo UI" w:eastAsia="Meiryo UI" w:hAnsi="Meiryo UI" w:cs="Meiryo UI" w:hint="eastAsia"/>
                <w:sz w:val="22"/>
                <w:szCs w:val="22"/>
              </w:rPr>
              <w:t>根間　強</w:t>
            </w:r>
          </w:p>
        </w:tc>
      </w:tr>
      <w:tr w:rsidR="002130C1" w:rsidRPr="001871F0" w:rsidTr="00E674F9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Default="00490BD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 xml:space="preserve">名護市　</w:t>
      </w:r>
      <w:r w:rsidRPr="00490BDC">
        <w:rPr>
          <w:rFonts w:ascii="Meiryo UI" w:eastAsia="Meiryo UI" w:hAnsi="Meiryo UI" w:hint="eastAsia"/>
          <w:sz w:val="22"/>
        </w:rPr>
        <w:t>地域政策部</w:t>
      </w:r>
      <w:r>
        <w:rPr>
          <w:rFonts w:ascii="Meiryo UI" w:eastAsia="Meiryo UI" w:hAnsi="Meiryo UI" w:hint="eastAsia"/>
          <w:sz w:val="22"/>
        </w:rPr>
        <w:t xml:space="preserve">　</w:t>
      </w:r>
      <w:r w:rsidRPr="00490BDC">
        <w:rPr>
          <w:rFonts w:ascii="Meiryo UI" w:eastAsia="Meiryo UI" w:hAnsi="Meiryo UI" w:hint="eastAsia"/>
          <w:sz w:val="22"/>
        </w:rPr>
        <w:t>企画情報課</w:t>
      </w:r>
      <w:r>
        <w:rPr>
          <w:rFonts w:ascii="Meiryo UI" w:eastAsia="Meiryo UI" w:hAnsi="Meiryo UI" w:hint="eastAsia"/>
          <w:sz w:val="22"/>
        </w:rPr>
        <w:t xml:space="preserve">　</w:t>
      </w:r>
      <w:r w:rsidRPr="00490BDC">
        <w:rPr>
          <w:rFonts w:ascii="Meiryo UI" w:eastAsia="Meiryo UI" w:hAnsi="Meiryo UI" w:hint="eastAsia"/>
          <w:sz w:val="22"/>
        </w:rPr>
        <w:t>情報政策係長</w:t>
      </w:r>
      <w:r>
        <w:rPr>
          <w:rFonts w:ascii="Meiryo UI" w:eastAsia="Meiryo UI" w:hAnsi="Meiryo UI" w:hint="eastAsia"/>
          <w:sz w:val="22"/>
        </w:rPr>
        <w:t xml:space="preserve">　</w:t>
      </w:r>
      <w:r w:rsidRPr="00490BDC">
        <w:rPr>
          <w:rFonts w:ascii="Meiryo UI" w:eastAsia="Meiryo UI" w:hAnsi="Meiryo UI" w:hint="eastAsia"/>
          <w:sz w:val="22"/>
        </w:rPr>
        <w:t>大城</w:t>
      </w:r>
      <w:r>
        <w:rPr>
          <w:rFonts w:ascii="Meiryo UI" w:eastAsia="Meiryo UI" w:hAnsi="Meiryo UI" w:hint="eastAsia"/>
          <w:sz w:val="22"/>
        </w:rPr>
        <w:t xml:space="preserve">　</w:t>
      </w:r>
      <w:r w:rsidRPr="00490BDC">
        <w:rPr>
          <w:rFonts w:ascii="Meiryo UI" w:eastAsia="Meiryo UI" w:hAnsi="Meiryo UI" w:hint="eastAsia"/>
          <w:sz w:val="22"/>
        </w:rPr>
        <w:t>優喜</w:t>
      </w:r>
    </w:p>
    <w:p w:rsidR="00234469" w:rsidRPr="00CA5EA2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CA5EA2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6ED" w:rsidRDefault="009766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61726"/>
    <w:rsid w:val="00063460"/>
    <w:rsid w:val="000652F1"/>
    <w:rsid w:val="00072BAC"/>
    <w:rsid w:val="000771F1"/>
    <w:rsid w:val="000806D4"/>
    <w:rsid w:val="00083F4C"/>
    <w:rsid w:val="00086291"/>
    <w:rsid w:val="00095F8F"/>
    <w:rsid w:val="000A3661"/>
    <w:rsid w:val="000A384A"/>
    <w:rsid w:val="000A7B37"/>
    <w:rsid w:val="000B3330"/>
    <w:rsid w:val="000B3736"/>
    <w:rsid w:val="000C0B1B"/>
    <w:rsid w:val="000C626B"/>
    <w:rsid w:val="000E186F"/>
    <w:rsid w:val="000E40D3"/>
    <w:rsid w:val="000E630D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07FB"/>
    <w:rsid w:val="00152493"/>
    <w:rsid w:val="00163B12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E7E27"/>
    <w:rsid w:val="001F41A7"/>
    <w:rsid w:val="001F6282"/>
    <w:rsid w:val="002014B7"/>
    <w:rsid w:val="00207EB4"/>
    <w:rsid w:val="002130C1"/>
    <w:rsid w:val="00215CCD"/>
    <w:rsid w:val="00234469"/>
    <w:rsid w:val="00241288"/>
    <w:rsid w:val="0025186D"/>
    <w:rsid w:val="00252C2C"/>
    <w:rsid w:val="00253CDD"/>
    <w:rsid w:val="002706FB"/>
    <w:rsid w:val="00280C7F"/>
    <w:rsid w:val="002A5B42"/>
    <w:rsid w:val="002A74AA"/>
    <w:rsid w:val="002B59BC"/>
    <w:rsid w:val="002C4D4D"/>
    <w:rsid w:val="002E46D2"/>
    <w:rsid w:val="002E4D4E"/>
    <w:rsid w:val="002F14F4"/>
    <w:rsid w:val="002F6361"/>
    <w:rsid w:val="003030C2"/>
    <w:rsid w:val="00314B6C"/>
    <w:rsid w:val="00321D72"/>
    <w:rsid w:val="00324606"/>
    <w:rsid w:val="00334104"/>
    <w:rsid w:val="0033466B"/>
    <w:rsid w:val="00342292"/>
    <w:rsid w:val="003578F5"/>
    <w:rsid w:val="00374275"/>
    <w:rsid w:val="003A6292"/>
    <w:rsid w:val="003A6ED2"/>
    <w:rsid w:val="003B09E4"/>
    <w:rsid w:val="003D067B"/>
    <w:rsid w:val="003E016D"/>
    <w:rsid w:val="003E64A9"/>
    <w:rsid w:val="003F0558"/>
    <w:rsid w:val="0041296B"/>
    <w:rsid w:val="0041685B"/>
    <w:rsid w:val="004363EB"/>
    <w:rsid w:val="00436EBE"/>
    <w:rsid w:val="00440DA7"/>
    <w:rsid w:val="004426A2"/>
    <w:rsid w:val="0045535E"/>
    <w:rsid w:val="0047670A"/>
    <w:rsid w:val="00481BD9"/>
    <w:rsid w:val="00483B37"/>
    <w:rsid w:val="00490BDC"/>
    <w:rsid w:val="004A4430"/>
    <w:rsid w:val="004A5BB2"/>
    <w:rsid w:val="004C4CDE"/>
    <w:rsid w:val="004D01FA"/>
    <w:rsid w:val="004D681C"/>
    <w:rsid w:val="004E1692"/>
    <w:rsid w:val="004F4AD6"/>
    <w:rsid w:val="004F7C7C"/>
    <w:rsid w:val="00503E94"/>
    <w:rsid w:val="005104D8"/>
    <w:rsid w:val="00523C2D"/>
    <w:rsid w:val="005400F1"/>
    <w:rsid w:val="005404CC"/>
    <w:rsid w:val="00540D09"/>
    <w:rsid w:val="00545B12"/>
    <w:rsid w:val="00560035"/>
    <w:rsid w:val="00561EB3"/>
    <w:rsid w:val="0056272A"/>
    <w:rsid w:val="005714CE"/>
    <w:rsid w:val="005800FF"/>
    <w:rsid w:val="00580885"/>
    <w:rsid w:val="00590002"/>
    <w:rsid w:val="005A7E04"/>
    <w:rsid w:val="005B113D"/>
    <w:rsid w:val="005B150F"/>
    <w:rsid w:val="005B16FB"/>
    <w:rsid w:val="005C15D6"/>
    <w:rsid w:val="005C314B"/>
    <w:rsid w:val="005C32DB"/>
    <w:rsid w:val="005C49AC"/>
    <w:rsid w:val="005D2E50"/>
    <w:rsid w:val="005E026D"/>
    <w:rsid w:val="005F75B4"/>
    <w:rsid w:val="0060105E"/>
    <w:rsid w:val="0060197C"/>
    <w:rsid w:val="00604283"/>
    <w:rsid w:val="00615276"/>
    <w:rsid w:val="00620510"/>
    <w:rsid w:val="006310F9"/>
    <w:rsid w:val="00633A0D"/>
    <w:rsid w:val="006424C8"/>
    <w:rsid w:val="006679A2"/>
    <w:rsid w:val="006718EF"/>
    <w:rsid w:val="00676BF6"/>
    <w:rsid w:val="00691569"/>
    <w:rsid w:val="006A4004"/>
    <w:rsid w:val="006B767C"/>
    <w:rsid w:val="006B7A41"/>
    <w:rsid w:val="006D7DA5"/>
    <w:rsid w:val="00700A96"/>
    <w:rsid w:val="00707277"/>
    <w:rsid w:val="00707830"/>
    <w:rsid w:val="00713F9F"/>
    <w:rsid w:val="00714B3E"/>
    <w:rsid w:val="0071716F"/>
    <w:rsid w:val="007228B5"/>
    <w:rsid w:val="00741230"/>
    <w:rsid w:val="007420A3"/>
    <w:rsid w:val="007516C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D3702"/>
    <w:rsid w:val="007E7ED1"/>
    <w:rsid w:val="00810799"/>
    <w:rsid w:val="0081565D"/>
    <w:rsid w:val="00831DFF"/>
    <w:rsid w:val="00840148"/>
    <w:rsid w:val="008617AD"/>
    <w:rsid w:val="0086188D"/>
    <w:rsid w:val="00885799"/>
    <w:rsid w:val="00885F62"/>
    <w:rsid w:val="00890642"/>
    <w:rsid w:val="0089253E"/>
    <w:rsid w:val="008925FE"/>
    <w:rsid w:val="00897079"/>
    <w:rsid w:val="008B6E9E"/>
    <w:rsid w:val="008D5E85"/>
    <w:rsid w:val="008E3E8C"/>
    <w:rsid w:val="00906C01"/>
    <w:rsid w:val="0091267C"/>
    <w:rsid w:val="00922D4A"/>
    <w:rsid w:val="00931BBC"/>
    <w:rsid w:val="00932E19"/>
    <w:rsid w:val="00933CF0"/>
    <w:rsid w:val="00941242"/>
    <w:rsid w:val="009414C9"/>
    <w:rsid w:val="009500E2"/>
    <w:rsid w:val="00953426"/>
    <w:rsid w:val="00960AB1"/>
    <w:rsid w:val="00961EEC"/>
    <w:rsid w:val="00962CC3"/>
    <w:rsid w:val="00963A92"/>
    <w:rsid w:val="009766ED"/>
    <w:rsid w:val="00977170"/>
    <w:rsid w:val="00987A06"/>
    <w:rsid w:val="0099181F"/>
    <w:rsid w:val="00993516"/>
    <w:rsid w:val="009963A5"/>
    <w:rsid w:val="009A1F0B"/>
    <w:rsid w:val="009B751E"/>
    <w:rsid w:val="009C53B3"/>
    <w:rsid w:val="00A035AB"/>
    <w:rsid w:val="00A0612E"/>
    <w:rsid w:val="00A1790E"/>
    <w:rsid w:val="00A17A22"/>
    <w:rsid w:val="00A2473F"/>
    <w:rsid w:val="00A27E54"/>
    <w:rsid w:val="00A54414"/>
    <w:rsid w:val="00A814D0"/>
    <w:rsid w:val="00A82081"/>
    <w:rsid w:val="00A846F7"/>
    <w:rsid w:val="00AA0E5B"/>
    <w:rsid w:val="00AB6721"/>
    <w:rsid w:val="00AC5D1B"/>
    <w:rsid w:val="00AE7D0B"/>
    <w:rsid w:val="00AF1DF9"/>
    <w:rsid w:val="00B01C78"/>
    <w:rsid w:val="00B27656"/>
    <w:rsid w:val="00B36D85"/>
    <w:rsid w:val="00B41825"/>
    <w:rsid w:val="00B4415C"/>
    <w:rsid w:val="00B615F6"/>
    <w:rsid w:val="00B65C85"/>
    <w:rsid w:val="00B71EA3"/>
    <w:rsid w:val="00B73409"/>
    <w:rsid w:val="00B760B2"/>
    <w:rsid w:val="00B94659"/>
    <w:rsid w:val="00BA044A"/>
    <w:rsid w:val="00BA2B03"/>
    <w:rsid w:val="00BA3F4A"/>
    <w:rsid w:val="00BA59F7"/>
    <w:rsid w:val="00BB1C74"/>
    <w:rsid w:val="00BB5FFF"/>
    <w:rsid w:val="00BD598B"/>
    <w:rsid w:val="00BE4665"/>
    <w:rsid w:val="00BE48DE"/>
    <w:rsid w:val="00BE4AF5"/>
    <w:rsid w:val="00BF0207"/>
    <w:rsid w:val="00C03E65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2B1"/>
    <w:rsid w:val="00C35E03"/>
    <w:rsid w:val="00C44387"/>
    <w:rsid w:val="00C462D7"/>
    <w:rsid w:val="00C4738A"/>
    <w:rsid w:val="00C50830"/>
    <w:rsid w:val="00C53275"/>
    <w:rsid w:val="00C61E78"/>
    <w:rsid w:val="00C70264"/>
    <w:rsid w:val="00C72B67"/>
    <w:rsid w:val="00C752A1"/>
    <w:rsid w:val="00C769EC"/>
    <w:rsid w:val="00CA1594"/>
    <w:rsid w:val="00CA5869"/>
    <w:rsid w:val="00CA5EA2"/>
    <w:rsid w:val="00CB1D38"/>
    <w:rsid w:val="00CC0CDB"/>
    <w:rsid w:val="00CC459A"/>
    <w:rsid w:val="00CC54B4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35CE5"/>
    <w:rsid w:val="00D51CE4"/>
    <w:rsid w:val="00D5466C"/>
    <w:rsid w:val="00D84F7F"/>
    <w:rsid w:val="00DA70E5"/>
    <w:rsid w:val="00DB3EC1"/>
    <w:rsid w:val="00DB5372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4F9"/>
    <w:rsid w:val="00E6799E"/>
    <w:rsid w:val="00E726AD"/>
    <w:rsid w:val="00E72BDF"/>
    <w:rsid w:val="00E8068E"/>
    <w:rsid w:val="00E8073C"/>
    <w:rsid w:val="00E9089F"/>
    <w:rsid w:val="00E920A7"/>
    <w:rsid w:val="00E93053"/>
    <w:rsid w:val="00E97891"/>
    <w:rsid w:val="00EB1F62"/>
    <w:rsid w:val="00EB4E53"/>
    <w:rsid w:val="00EC110D"/>
    <w:rsid w:val="00EC3E03"/>
    <w:rsid w:val="00EC3EE2"/>
    <w:rsid w:val="00ED28B0"/>
    <w:rsid w:val="00ED39DD"/>
    <w:rsid w:val="00EE0B56"/>
    <w:rsid w:val="00EE503D"/>
    <w:rsid w:val="00EF0749"/>
    <w:rsid w:val="00EF5887"/>
    <w:rsid w:val="00F139B2"/>
    <w:rsid w:val="00F15445"/>
    <w:rsid w:val="00F161E5"/>
    <w:rsid w:val="00F16EB3"/>
    <w:rsid w:val="00F21346"/>
    <w:rsid w:val="00F257D3"/>
    <w:rsid w:val="00F32A75"/>
    <w:rsid w:val="00F3654E"/>
    <w:rsid w:val="00F423E1"/>
    <w:rsid w:val="00F52763"/>
    <w:rsid w:val="00F56EA4"/>
    <w:rsid w:val="00F70293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C184F57F.dotm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2019-10-29T01:46:00Z</dcterms:created>
  <dcterms:modified xsi:type="dcterms:W3CDTF">2019-10-29T01:46:00Z</dcterms:modified>
</cp:coreProperties>
</file>