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A5" w:rsidRPr="00EE0B56" w:rsidRDefault="007A2384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・北海道</w:t>
      </w:r>
      <w:r w:rsidR="00E33D1E">
        <w:rPr>
          <w:rFonts w:ascii="Meiryo UI" w:eastAsia="Meiryo UI" w:hAnsi="Meiryo UI" w:hint="eastAsia"/>
          <w:sz w:val="36"/>
          <w:szCs w:val="36"/>
          <w:u w:val="single"/>
        </w:rPr>
        <w:t>浜中</w:t>
      </w:r>
      <w:r w:rsidR="007A2384">
        <w:rPr>
          <w:rFonts w:ascii="Meiryo UI" w:eastAsia="Meiryo UI" w:hAnsi="Meiryo UI" w:hint="eastAsia"/>
          <w:sz w:val="36"/>
          <w:szCs w:val="36"/>
          <w:u w:val="single"/>
        </w:rPr>
        <w:t>町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</w:t>
      </w:r>
      <w:r w:rsidR="00E00D5C">
        <w:rPr>
          <w:rFonts w:ascii="Meiryo UI" w:eastAsia="Meiryo UI" w:hAnsi="Meiryo UI" w:hint="eastAsia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E33D1E">
        <w:rPr>
          <w:rFonts w:ascii="Meiryo UI" w:eastAsia="Meiryo UI" w:hAnsi="Meiryo UI" w:hint="eastAsia"/>
          <w:sz w:val="22"/>
          <w:szCs w:val="22"/>
        </w:rPr>
        <w:t>11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E33D1E">
        <w:rPr>
          <w:rFonts w:ascii="Meiryo UI" w:eastAsia="Meiryo UI" w:hAnsi="Meiryo UI" w:hint="eastAsia"/>
          <w:sz w:val="22"/>
          <w:szCs w:val="22"/>
        </w:rPr>
        <w:t>14日(木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3946C2">
        <w:rPr>
          <w:rFonts w:ascii="Meiryo UI" w:eastAsia="Meiryo UI" w:hAnsi="Meiryo UI"/>
          <w:sz w:val="22"/>
          <w:szCs w:val="22"/>
        </w:rPr>
        <w:t>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</w:t>
      </w:r>
      <w:r w:rsidR="009A3D2D">
        <w:rPr>
          <w:rFonts w:ascii="Meiryo UI" w:eastAsia="Meiryo UI" w:hAnsi="Meiryo UI" w:hint="eastAsia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3946C2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72B79">
        <w:rPr>
          <w:rFonts w:ascii="Meiryo UI" w:eastAsia="Meiryo UI" w:hAnsi="Meiryo UI"/>
          <w:sz w:val="22"/>
          <w:szCs w:val="22"/>
        </w:rPr>
        <w:t>00</w:t>
      </w:r>
    </w:p>
    <w:p w:rsidR="0041296B" w:rsidRPr="00E33D1E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E33D1E" w:rsidRPr="00E33D1E">
        <w:rPr>
          <w:rFonts w:ascii="Meiryo UI" w:eastAsia="Meiryo UI" w:hAnsi="Meiryo UI" w:hint="eastAsia"/>
          <w:kern w:val="0"/>
          <w:sz w:val="22"/>
          <w:szCs w:val="22"/>
        </w:rPr>
        <w:t>浜中町総合文化センター</w:t>
      </w:r>
    </w:p>
    <w:p w:rsidR="000652F1" w:rsidRPr="00E33D1E" w:rsidRDefault="000652F1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  <w:r w:rsidR="00EB4E53">
        <w:rPr>
          <w:rFonts w:ascii="Meiryo UI" w:eastAsia="Meiryo UI" w:hAnsi="Meiryo UI" w:hint="eastAsia"/>
          <w:b/>
          <w:sz w:val="22"/>
          <w:szCs w:val="22"/>
        </w:rPr>
        <w:t xml:space="preserve">　　　　　　            </w:t>
      </w:r>
      <w:r w:rsidR="00EB4E53">
        <w:rPr>
          <w:rFonts w:ascii="Meiryo UI" w:eastAsia="Meiryo UI" w:hAnsi="Meiryo UI"/>
          <w:b/>
          <w:sz w:val="22"/>
          <w:szCs w:val="22"/>
        </w:rPr>
        <w:t xml:space="preserve">               </w:t>
      </w:r>
    </w:p>
    <w:tbl>
      <w:tblPr>
        <w:tblStyle w:val="ab"/>
        <w:tblW w:w="99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95"/>
        <w:gridCol w:w="3216"/>
        <w:gridCol w:w="4722"/>
      </w:tblGrid>
      <w:tr w:rsidR="00F52763" w:rsidRPr="00F52763" w:rsidTr="003D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95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16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722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3D202C">
        <w:trPr>
          <w:trHeight w:val="42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F52763" w:rsidRPr="00F52763" w:rsidRDefault="003946C2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F52763" w:rsidRPr="00F52763" w:rsidRDefault="000806D4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F52763" w:rsidRPr="00F52763" w:rsidRDefault="00F52763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F52763" w:rsidRPr="00AB206C" w:rsidRDefault="00E33D1E" w:rsidP="007A0B9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浜中</w:t>
            </w:r>
            <w:r w:rsidR="007A2384"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町</w:t>
            </w:r>
          </w:p>
        </w:tc>
      </w:tr>
      <w:tr w:rsidR="00F52763" w:rsidRPr="00F52763" w:rsidTr="003D202C">
        <w:trPr>
          <w:trHeight w:val="751"/>
        </w:trPr>
        <w:tc>
          <w:tcPr>
            <w:tcW w:w="1126" w:type="dxa"/>
            <w:tcBorders>
              <w:bottom w:val="nil"/>
            </w:tcBorders>
          </w:tcPr>
          <w:p w:rsidR="00F52763" w:rsidRPr="00F52763" w:rsidRDefault="004E3E19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nil"/>
            </w:tcBorders>
          </w:tcPr>
          <w:p w:rsidR="00976837" w:rsidRPr="00F52763" w:rsidRDefault="003D202C" w:rsidP="00677F5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nil"/>
            </w:tcBorders>
          </w:tcPr>
          <w:p w:rsidR="003D202C" w:rsidRDefault="00CD658E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①</w:t>
            </w:r>
          </w:p>
          <w:p w:rsidR="002B6EE9" w:rsidRDefault="00F52763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オープンデータ</w:t>
            </w:r>
            <w:r w:rsidRPr="003D202C">
              <w:rPr>
                <w:rFonts w:ascii="Meiryo UI" w:eastAsia="Meiryo UI" w:hAnsi="Meiryo UI" w:cs="Meiryo UI"/>
                <w:i/>
                <w:sz w:val="20"/>
                <w:szCs w:val="20"/>
              </w:rPr>
              <w:t>の意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義</w:t>
            </w:r>
          </w:p>
          <w:p w:rsidR="003D202C" w:rsidRPr="00CD658E" w:rsidRDefault="003D202C" w:rsidP="003D202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北海道の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  <w:p w:rsid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北海道オープンデータポータルの紹介</w:t>
            </w:r>
          </w:p>
          <w:p w:rsidR="00DB3F07" w:rsidRDefault="00DB3F07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道内の取組状況</w:t>
            </w:r>
          </w:p>
          <w:p w:rsidR="003D202C" w:rsidRP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3D202C" w:rsidRPr="00AB206C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北海道 総合政策部 情報統計局 情報政策課 主査</w:t>
            </w:r>
          </w:p>
          <w:p w:rsidR="003D202C" w:rsidRPr="00AB206C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  <w:p w:rsidR="001F41A7" w:rsidRPr="003D202C" w:rsidRDefault="001F41A7" w:rsidP="0095392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677F59" w:rsidRPr="00F52763" w:rsidTr="003D202C">
        <w:trPr>
          <w:trHeight w:val="786"/>
        </w:trPr>
        <w:tc>
          <w:tcPr>
            <w:tcW w:w="1126" w:type="dxa"/>
            <w:tcBorders>
              <w:top w:val="nil"/>
            </w:tcBorders>
          </w:tcPr>
          <w:p w:rsidR="00677F59" w:rsidRDefault="00C9137E" w:rsidP="009A3D2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95" w:type="dxa"/>
            <w:tcBorders>
              <w:top w:val="nil"/>
            </w:tcBorders>
          </w:tcPr>
          <w:p w:rsidR="00677F59" w:rsidRDefault="00E72B79" w:rsidP="007A23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95392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</w:tcBorders>
          </w:tcPr>
          <w:p w:rsidR="00677F59" w:rsidRPr="003D202C" w:rsidRDefault="00953920" w:rsidP="00B3143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E72B79" w:rsidRDefault="00F007EF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森町の</w:t>
            </w:r>
            <w:r w:rsidR="00E72B79">
              <w:rPr>
                <w:rFonts w:ascii="Meiryo UI" w:eastAsia="Meiryo UI" w:hAnsi="Meiryo UI" w:cs="Meiryo UI" w:hint="eastAsia"/>
                <w:sz w:val="20"/>
                <w:szCs w:val="20"/>
              </w:rPr>
              <w:t>取組状況</w:t>
            </w:r>
          </w:p>
          <w:p w:rsidR="007A5F17" w:rsidRPr="005F3F95" w:rsidRDefault="007A5F17" w:rsidP="007A5F1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</w:tcBorders>
          </w:tcPr>
          <w:p w:rsidR="00D45F4A" w:rsidRPr="00AB206C" w:rsidRDefault="00D45F4A" w:rsidP="00D45F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森町 総務課 情報管理係長</w:t>
            </w:r>
          </w:p>
          <w:p w:rsidR="00D45F4A" w:rsidRPr="00AB206C" w:rsidRDefault="00D45F4A" w:rsidP="00D45F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  <w:p w:rsidR="00D45F4A" w:rsidRPr="00AB206C" w:rsidRDefault="00D45F4A" w:rsidP="007A23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713"/>
        </w:trPr>
        <w:tc>
          <w:tcPr>
            <w:tcW w:w="1126" w:type="dxa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  <w:p w:rsidR="00E72B79" w:rsidRPr="00CD658E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</w:tcPr>
          <w:p w:rsidR="000A6C8B" w:rsidRPr="000A6C8B" w:rsidRDefault="000A6C8B" w:rsidP="000A6C8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A6C8B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E72B79" w:rsidRPr="00E72B79" w:rsidRDefault="000A6C8B" w:rsidP="000A6C8B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0A6C8B">
              <w:rPr>
                <w:rFonts w:ascii="Meiryo UI" w:eastAsia="Meiryo UI" w:hAnsi="Meiryo UI" w:cs="Meiryo UI" w:hint="eastAsia"/>
                <w:sz w:val="20"/>
                <w:szCs w:val="20"/>
              </w:rPr>
              <w:t>水谷　晃絵</w:t>
            </w:r>
          </w:p>
        </w:tc>
      </w:tr>
      <w:tr w:rsidR="00E72B79" w:rsidRPr="00F52763" w:rsidTr="003D202C">
        <w:trPr>
          <w:trHeight w:val="420"/>
        </w:trPr>
        <w:tc>
          <w:tcPr>
            <w:tcW w:w="1126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938" w:type="dxa"/>
            <w:gridSpan w:val="2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E72B79" w:rsidRPr="00F52763" w:rsidTr="003D202C">
        <w:trPr>
          <w:trHeight w:val="819"/>
        </w:trPr>
        <w:tc>
          <w:tcPr>
            <w:tcW w:w="1126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95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16" w:type="dxa"/>
            <w:tcBorders>
              <w:bottom w:val="nil"/>
            </w:tcBorders>
          </w:tcPr>
          <w:p w:rsidR="00E72B79" w:rsidRP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  <w:r w:rsidRPr="00E72B79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オープンデータの公開・活用例</w:t>
            </w:r>
          </w:p>
          <w:p w:rsidR="00E72B79" w:rsidRP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E72B79" w:rsidRPr="00AB206C" w:rsidRDefault="00E33D1E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室蘭市　観光課長　丸田　之人</w:t>
            </w:r>
          </w:p>
        </w:tc>
      </w:tr>
      <w:tr w:rsidR="00E72B79" w:rsidRPr="00F52763" w:rsidTr="003D202C">
        <w:trPr>
          <w:trHeight w:val="1031"/>
        </w:trPr>
        <w:tc>
          <w:tcPr>
            <w:tcW w:w="1126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16" w:type="dxa"/>
            <w:tcBorders>
              <w:top w:val="nil"/>
              <w:bottom w:val="nil"/>
            </w:tcBorders>
          </w:tcPr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A5F17"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</w:p>
          <w:p w:rsidR="00E72B79" w:rsidRPr="001B2FC5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ファシリテーター</w:t>
            </w:r>
          </w:p>
          <w:p w:rsidR="00E33D1E" w:rsidRDefault="00E33D1E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室蘭市　観光課長　丸田　之人</w:t>
            </w:r>
          </w:p>
          <w:p w:rsidR="00E72B79" w:rsidRPr="00F52763" w:rsidRDefault="00E72B79" w:rsidP="00E33D1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森町 総務課 情報管理係長　山形　巧哉</w:t>
            </w: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15:45</w:t>
            </w:r>
          </w:p>
        </w:tc>
        <w:tc>
          <w:tcPr>
            <w:tcW w:w="895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722" w:type="dxa"/>
            <w:tcBorders>
              <w:top w:val="nil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1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5F75B4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確認テスト・アンケート</w:t>
            </w:r>
          </w:p>
        </w:tc>
        <w:tc>
          <w:tcPr>
            <w:tcW w:w="4722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6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E72B79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フォトセッション</w:t>
            </w: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E72B79" w:rsidRPr="004426A2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北海道総合通信局　情報通信振興課長　鈴木　勇人</w:t>
            </w:r>
          </w:p>
        </w:tc>
      </w:tr>
    </w:tbl>
    <w:p w:rsidR="00D23A52" w:rsidRDefault="00D23A52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sz w:val="22"/>
        </w:rPr>
        <w:t>○</w:t>
      </w:r>
      <w:r w:rsidR="001F41A7">
        <w:rPr>
          <w:rFonts w:ascii="Meiryo UI" w:eastAsia="Meiryo UI" w:hAnsi="Meiryo UI" w:hint="eastAsia"/>
          <w:sz w:val="22"/>
        </w:rPr>
        <w:t>参考資料　:「オープンデータQ&amp;A」</w:t>
      </w:r>
    </w:p>
    <w:sectPr w:rsidR="00104B14" w:rsidSect="007B7D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196" w:rsidRDefault="00DD1196" w:rsidP="009B751E">
      <w:r>
        <w:separator/>
      </w:r>
    </w:p>
  </w:endnote>
  <w:endnote w:type="continuationSeparator" w:id="0">
    <w:p w:rsidR="00DD1196" w:rsidRDefault="00DD1196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196" w:rsidRDefault="00DD1196" w:rsidP="009B751E">
      <w:r>
        <w:separator/>
      </w:r>
    </w:p>
  </w:footnote>
  <w:footnote w:type="continuationSeparator" w:id="0">
    <w:p w:rsidR="00DD1196" w:rsidRDefault="00DD1196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BD" w:rsidRDefault="001603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5654"/>
    <w:rsid w:val="00037FD7"/>
    <w:rsid w:val="000418B6"/>
    <w:rsid w:val="000652F1"/>
    <w:rsid w:val="00072BAC"/>
    <w:rsid w:val="000771F1"/>
    <w:rsid w:val="000806D4"/>
    <w:rsid w:val="00083F4C"/>
    <w:rsid w:val="000904A5"/>
    <w:rsid w:val="000A6C8B"/>
    <w:rsid w:val="000F3880"/>
    <w:rsid w:val="00104B14"/>
    <w:rsid w:val="001074CE"/>
    <w:rsid w:val="0011339E"/>
    <w:rsid w:val="00123AC2"/>
    <w:rsid w:val="00136961"/>
    <w:rsid w:val="00140B2E"/>
    <w:rsid w:val="00141CF4"/>
    <w:rsid w:val="00155371"/>
    <w:rsid w:val="001603BD"/>
    <w:rsid w:val="00163B12"/>
    <w:rsid w:val="00187505"/>
    <w:rsid w:val="001A769A"/>
    <w:rsid w:val="001B0C50"/>
    <w:rsid w:val="001B26B7"/>
    <w:rsid w:val="001B2FC5"/>
    <w:rsid w:val="001B4282"/>
    <w:rsid w:val="001C3F8B"/>
    <w:rsid w:val="001C4AF2"/>
    <w:rsid w:val="001F41A7"/>
    <w:rsid w:val="00207EB4"/>
    <w:rsid w:val="00215CCD"/>
    <w:rsid w:val="00233BF2"/>
    <w:rsid w:val="00245678"/>
    <w:rsid w:val="0025186D"/>
    <w:rsid w:val="00252C2C"/>
    <w:rsid w:val="00253CDD"/>
    <w:rsid w:val="002706FB"/>
    <w:rsid w:val="00280C7F"/>
    <w:rsid w:val="002A23C8"/>
    <w:rsid w:val="002A5B42"/>
    <w:rsid w:val="002A74AA"/>
    <w:rsid w:val="002B6EE9"/>
    <w:rsid w:val="002E4D4E"/>
    <w:rsid w:val="002F6361"/>
    <w:rsid w:val="003030C2"/>
    <w:rsid w:val="00321D72"/>
    <w:rsid w:val="00351F6D"/>
    <w:rsid w:val="003578F5"/>
    <w:rsid w:val="0038096E"/>
    <w:rsid w:val="003946C2"/>
    <w:rsid w:val="003B09E4"/>
    <w:rsid w:val="003D202C"/>
    <w:rsid w:val="003D4DBF"/>
    <w:rsid w:val="003D7A66"/>
    <w:rsid w:val="003F0558"/>
    <w:rsid w:val="0041296B"/>
    <w:rsid w:val="004363EB"/>
    <w:rsid w:val="004426A2"/>
    <w:rsid w:val="0045535E"/>
    <w:rsid w:val="0045567A"/>
    <w:rsid w:val="0047670A"/>
    <w:rsid w:val="00481BD9"/>
    <w:rsid w:val="004A4430"/>
    <w:rsid w:val="004D01FA"/>
    <w:rsid w:val="004E3E19"/>
    <w:rsid w:val="004F7C7C"/>
    <w:rsid w:val="005104D8"/>
    <w:rsid w:val="0056272A"/>
    <w:rsid w:val="005948A4"/>
    <w:rsid w:val="005C0158"/>
    <w:rsid w:val="005C314B"/>
    <w:rsid w:val="005F3F95"/>
    <w:rsid w:val="005F4625"/>
    <w:rsid w:val="005F75B4"/>
    <w:rsid w:val="0060105E"/>
    <w:rsid w:val="0061039D"/>
    <w:rsid w:val="00633A0D"/>
    <w:rsid w:val="006424C8"/>
    <w:rsid w:val="00651EA2"/>
    <w:rsid w:val="006679A2"/>
    <w:rsid w:val="00676BF6"/>
    <w:rsid w:val="00677F59"/>
    <w:rsid w:val="00682BDC"/>
    <w:rsid w:val="00691569"/>
    <w:rsid w:val="006D7DA5"/>
    <w:rsid w:val="006E5698"/>
    <w:rsid w:val="00700A96"/>
    <w:rsid w:val="00704038"/>
    <w:rsid w:val="00714B3E"/>
    <w:rsid w:val="00720D28"/>
    <w:rsid w:val="007228B5"/>
    <w:rsid w:val="00734DF4"/>
    <w:rsid w:val="00741230"/>
    <w:rsid w:val="007837EF"/>
    <w:rsid w:val="007A0B98"/>
    <w:rsid w:val="007A1D5A"/>
    <w:rsid w:val="007A2384"/>
    <w:rsid w:val="007A5F17"/>
    <w:rsid w:val="007B16AA"/>
    <w:rsid w:val="007B7DCB"/>
    <w:rsid w:val="007D2983"/>
    <w:rsid w:val="00810799"/>
    <w:rsid w:val="0083305F"/>
    <w:rsid w:val="00840148"/>
    <w:rsid w:val="00890642"/>
    <w:rsid w:val="0089253E"/>
    <w:rsid w:val="008925FE"/>
    <w:rsid w:val="00897079"/>
    <w:rsid w:val="008C592E"/>
    <w:rsid w:val="00906C01"/>
    <w:rsid w:val="00922D4A"/>
    <w:rsid w:val="00931BBC"/>
    <w:rsid w:val="00941242"/>
    <w:rsid w:val="00953920"/>
    <w:rsid w:val="00961EEC"/>
    <w:rsid w:val="00963A92"/>
    <w:rsid w:val="00976837"/>
    <w:rsid w:val="0099181F"/>
    <w:rsid w:val="009A3D2D"/>
    <w:rsid w:val="009B396C"/>
    <w:rsid w:val="009B751E"/>
    <w:rsid w:val="009D337E"/>
    <w:rsid w:val="009F793E"/>
    <w:rsid w:val="00A16949"/>
    <w:rsid w:val="00A1790E"/>
    <w:rsid w:val="00A20F0F"/>
    <w:rsid w:val="00A846F7"/>
    <w:rsid w:val="00AB206C"/>
    <w:rsid w:val="00AB6721"/>
    <w:rsid w:val="00AC5D1B"/>
    <w:rsid w:val="00AE7D0B"/>
    <w:rsid w:val="00B3143F"/>
    <w:rsid w:val="00B36D85"/>
    <w:rsid w:val="00B615F6"/>
    <w:rsid w:val="00B65C85"/>
    <w:rsid w:val="00B73409"/>
    <w:rsid w:val="00B911DE"/>
    <w:rsid w:val="00BA3F4A"/>
    <w:rsid w:val="00BB5FFF"/>
    <w:rsid w:val="00C05922"/>
    <w:rsid w:val="00C064CA"/>
    <w:rsid w:val="00C23A3D"/>
    <w:rsid w:val="00C23AE1"/>
    <w:rsid w:val="00C23EDA"/>
    <w:rsid w:val="00C241D3"/>
    <w:rsid w:val="00C25F33"/>
    <w:rsid w:val="00C30199"/>
    <w:rsid w:val="00C35E03"/>
    <w:rsid w:val="00C44387"/>
    <w:rsid w:val="00C53275"/>
    <w:rsid w:val="00C70264"/>
    <w:rsid w:val="00C72B67"/>
    <w:rsid w:val="00C752A1"/>
    <w:rsid w:val="00C90013"/>
    <w:rsid w:val="00C9137E"/>
    <w:rsid w:val="00CA1594"/>
    <w:rsid w:val="00CB3446"/>
    <w:rsid w:val="00CB5100"/>
    <w:rsid w:val="00CC459A"/>
    <w:rsid w:val="00CD658E"/>
    <w:rsid w:val="00CE4520"/>
    <w:rsid w:val="00CF033A"/>
    <w:rsid w:val="00D0612D"/>
    <w:rsid w:val="00D23A52"/>
    <w:rsid w:val="00D45F4A"/>
    <w:rsid w:val="00D5466C"/>
    <w:rsid w:val="00DA70E5"/>
    <w:rsid w:val="00DB3F07"/>
    <w:rsid w:val="00DB73C4"/>
    <w:rsid w:val="00DC7C2A"/>
    <w:rsid w:val="00DD1196"/>
    <w:rsid w:val="00DF64A3"/>
    <w:rsid w:val="00E00D5C"/>
    <w:rsid w:val="00E050F1"/>
    <w:rsid w:val="00E33D1E"/>
    <w:rsid w:val="00E35C8F"/>
    <w:rsid w:val="00E4331D"/>
    <w:rsid w:val="00E63FCB"/>
    <w:rsid w:val="00E726AD"/>
    <w:rsid w:val="00E72B79"/>
    <w:rsid w:val="00E97891"/>
    <w:rsid w:val="00EB4E53"/>
    <w:rsid w:val="00EC110D"/>
    <w:rsid w:val="00ED39DD"/>
    <w:rsid w:val="00EE0B56"/>
    <w:rsid w:val="00EF0749"/>
    <w:rsid w:val="00F007EF"/>
    <w:rsid w:val="00F1361B"/>
    <w:rsid w:val="00F161E5"/>
    <w:rsid w:val="00F3654E"/>
    <w:rsid w:val="00F52763"/>
    <w:rsid w:val="00F546E2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123A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23A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FCCE-FB13-4488-BA04-8850FC7E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E8FD1C35.dotm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2019-11-11T10:32:00Z</dcterms:created>
  <dcterms:modified xsi:type="dcterms:W3CDTF">2019-11-11T10:32:00Z</dcterms:modified>
</cp:coreProperties>
</file>