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717FA" w14:textId="77777777" w:rsidR="00B122B5" w:rsidRDefault="00B122B5" w:rsidP="00B122B5">
      <w:pPr>
        <w:pStyle w:val="afff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Toc451787646"/>
      <w:bookmarkStart w:id="1" w:name="_Ref490149653"/>
      <w:bookmarkStart w:id="2" w:name="_GoBack"/>
      <w:bookmarkEnd w:id="2"/>
    </w:p>
    <w:p w14:paraId="7CEFC309" w14:textId="77777777" w:rsidR="00B122B5" w:rsidRPr="00EE0B56" w:rsidRDefault="00B122B5" w:rsidP="00B122B5">
      <w:pPr>
        <w:pStyle w:val="afff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B4415C">
        <w:rPr>
          <w:rFonts w:ascii="Meiryo UI" w:eastAsia="Meiryo UI" w:hAnsi="Meiryo UI" w:hint="eastAsia"/>
          <w:sz w:val="24"/>
          <w:szCs w:val="24"/>
        </w:rPr>
        <w:t>令和元年度</w:t>
      </w:r>
    </w:p>
    <w:p w14:paraId="151A1BCB" w14:textId="77777777" w:rsidR="00B122B5" w:rsidRPr="00F52763" w:rsidRDefault="00B122B5" w:rsidP="00B122B5">
      <w:pPr>
        <w:pStyle w:val="afff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オープンデータ化支援研修・佐賀県小城</w:t>
      </w:r>
      <w:r w:rsidRPr="000E630D">
        <w:rPr>
          <w:rFonts w:ascii="Meiryo UI" w:eastAsia="Meiryo UI" w:hAnsi="Meiryo UI" w:hint="eastAsia"/>
          <w:sz w:val="36"/>
          <w:szCs w:val="36"/>
          <w:u w:val="single"/>
        </w:rPr>
        <w:t>市</w:t>
      </w:r>
    </w:p>
    <w:p w14:paraId="25A90766" w14:textId="77777777" w:rsidR="00B122B5" w:rsidRPr="00F52763" w:rsidRDefault="00B122B5" w:rsidP="00B122B5">
      <w:pPr>
        <w:pStyle w:val="afff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608DA6EC" w14:textId="3A854B9F" w:rsidR="00B122B5" w:rsidRPr="00F52763" w:rsidRDefault="00B122B5" w:rsidP="00B122B5">
      <w:pPr>
        <w:pStyle w:val="afff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○日  時：</w:t>
      </w:r>
      <w:r w:rsidRPr="00404C45">
        <w:rPr>
          <w:rFonts w:ascii="Meiryo UI" w:eastAsia="Meiryo UI" w:hAnsi="Meiryo UI" w:hint="eastAsia"/>
          <w:sz w:val="22"/>
          <w:szCs w:val="22"/>
        </w:rPr>
        <w:t>2019年</w:t>
      </w:r>
      <w:r>
        <w:rPr>
          <w:rFonts w:ascii="Meiryo UI" w:eastAsia="Meiryo UI" w:hAnsi="Meiryo UI"/>
          <w:sz w:val="22"/>
          <w:szCs w:val="22"/>
        </w:rPr>
        <w:t>11</w:t>
      </w:r>
      <w:r w:rsidRPr="00404C45">
        <w:rPr>
          <w:rFonts w:ascii="Meiryo UI" w:eastAsia="Meiryo UI" w:hAnsi="Meiryo UI" w:hint="eastAsia"/>
          <w:sz w:val="22"/>
          <w:szCs w:val="22"/>
        </w:rPr>
        <w:t>月</w:t>
      </w:r>
      <w:r>
        <w:rPr>
          <w:rFonts w:ascii="Meiryo UI" w:eastAsia="Meiryo UI" w:hAnsi="Meiryo UI" w:hint="eastAsia"/>
          <w:sz w:val="22"/>
          <w:szCs w:val="22"/>
        </w:rPr>
        <w:t>19</w:t>
      </w:r>
      <w:r w:rsidRPr="00404C45">
        <w:rPr>
          <w:rFonts w:ascii="Meiryo UI" w:eastAsia="Meiryo UI" w:hAnsi="Meiryo UI" w:hint="eastAsia"/>
          <w:sz w:val="22"/>
          <w:szCs w:val="22"/>
        </w:rPr>
        <w:t>日(</w:t>
      </w:r>
      <w:r>
        <w:rPr>
          <w:rFonts w:ascii="Meiryo UI" w:eastAsia="Meiryo UI" w:hAnsi="Meiryo UI" w:hint="eastAsia"/>
          <w:sz w:val="22"/>
          <w:szCs w:val="22"/>
        </w:rPr>
        <w:t>火</w:t>
      </w:r>
      <w:r w:rsidRPr="00404C45">
        <w:rPr>
          <w:rFonts w:ascii="Meiryo UI" w:eastAsia="Meiryo UI" w:hAnsi="Meiryo UI" w:hint="eastAsia"/>
          <w:sz w:val="22"/>
          <w:szCs w:val="22"/>
        </w:rPr>
        <w:t xml:space="preserve">)　</w:t>
      </w:r>
      <w:r>
        <w:rPr>
          <w:rFonts w:ascii="Meiryo UI" w:eastAsia="Meiryo UI" w:hAnsi="Meiryo UI" w:hint="eastAsia"/>
          <w:sz w:val="22"/>
          <w:szCs w:val="22"/>
        </w:rPr>
        <w:t>13:30</w:t>
      </w:r>
      <w:r w:rsidRPr="00F52763">
        <w:rPr>
          <w:rFonts w:ascii="Meiryo UI" w:eastAsia="Meiryo UI" w:hAnsi="Meiryo UI" w:hint="eastAsia"/>
          <w:sz w:val="22"/>
          <w:szCs w:val="22"/>
        </w:rPr>
        <w:t>～</w:t>
      </w:r>
      <w:r w:rsidRPr="00404C45">
        <w:rPr>
          <w:rFonts w:ascii="Meiryo UI" w:eastAsia="Meiryo UI" w:hAnsi="Meiryo UI" w:hint="eastAsia"/>
          <w:sz w:val="22"/>
          <w:szCs w:val="22"/>
        </w:rPr>
        <w:t>16:30</w:t>
      </w:r>
    </w:p>
    <w:p w14:paraId="3549A7E4" w14:textId="0E6D25F6" w:rsidR="00B122B5" w:rsidRPr="00F52763" w:rsidRDefault="00B122B5" w:rsidP="00B122B5">
      <w:pPr>
        <w:pStyle w:val="afff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○場  所：</w:t>
      </w:r>
      <w:r>
        <w:rPr>
          <w:rFonts w:ascii="Meiryo UI" w:eastAsia="Meiryo UI" w:hAnsi="Meiryo UI" w:hint="eastAsia"/>
          <w:sz w:val="22"/>
          <w:szCs w:val="22"/>
        </w:rPr>
        <w:t>小城</w:t>
      </w:r>
      <w:r w:rsidRPr="00BB1C74">
        <w:rPr>
          <w:rFonts w:ascii="Meiryo UI" w:eastAsia="Meiryo UI" w:hAnsi="Meiryo UI" w:hint="eastAsia"/>
          <w:sz w:val="22"/>
          <w:szCs w:val="22"/>
        </w:rPr>
        <w:t>市役所</w:t>
      </w:r>
      <w:r>
        <w:rPr>
          <w:rFonts w:ascii="Meiryo UI" w:eastAsia="Meiryo UI" w:hAnsi="Meiryo UI" w:hint="eastAsia"/>
          <w:sz w:val="22"/>
          <w:szCs w:val="22"/>
        </w:rPr>
        <w:t>大</w:t>
      </w:r>
      <w:r w:rsidRPr="00BB1C74">
        <w:rPr>
          <w:rFonts w:ascii="Meiryo UI" w:eastAsia="Meiryo UI" w:hAnsi="Meiryo UI" w:hint="eastAsia"/>
          <w:sz w:val="22"/>
          <w:szCs w:val="22"/>
        </w:rPr>
        <w:t>会議室（</w:t>
      </w:r>
      <w:r w:rsidRPr="00B122B5">
        <w:rPr>
          <w:rFonts w:ascii="Meiryo UI" w:eastAsia="Meiryo UI" w:hAnsi="Meiryo UI" w:hint="eastAsia"/>
          <w:sz w:val="22"/>
          <w:szCs w:val="22"/>
        </w:rPr>
        <w:t>佐賀県小城市三日月町長神田</w:t>
      </w:r>
      <w:r w:rsidRPr="00B122B5">
        <w:rPr>
          <w:rFonts w:ascii="Meiryo UI" w:eastAsia="Meiryo UI" w:hAnsi="Meiryo UI"/>
          <w:sz w:val="22"/>
          <w:szCs w:val="22"/>
        </w:rPr>
        <w:t>2312番地2</w:t>
      </w:r>
      <w:r w:rsidRPr="00BB1C74">
        <w:rPr>
          <w:rFonts w:ascii="Meiryo UI" w:eastAsia="Meiryo UI" w:hAnsi="Meiryo UI" w:hint="eastAsia"/>
          <w:sz w:val="22"/>
          <w:szCs w:val="22"/>
        </w:rPr>
        <w:t>）</w:t>
      </w:r>
    </w:p>
    <w:p w14:paraId="65BAAED7" w14:textId="0C55FD33" w:rsidR="00B122B5" w:rsidRDefault="00B122B5" w:rsidP="00B122B5">
      <w:pPr>
        <w:pStyle w:val="afff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  <w:r>
        <w:rPr>
          <w:rFonts w:ascii="Meiryo UI" w:eastAsia="Meiryo UI" w:hAnsi="Meiryo UI"/>
          <w:sz w:val="22"/>
          <w:szCs w:val="22"/>
        </w:rPr>
        <w:tab/>
      </w:r>
    </w:p>
    <w:p w14:paraId="1DD89840" w14:textId="77777777" w:rsidR="00B122B5" w:rsidRPr="00B122B5" w:rsidRDefault="00B122B5" w:rsidP="00B122B5">
      <w:pPr>
        <w:pStyle w:val="afff"/>
        <w:spacing w:line="0" w:lineRule="atLeast"/>
        <w:contextualSpacing/>
        <w:jc w:val="both"/>
        <w:rPr>
          <w:rFonts w:ascii="Meiryo UI" w:eastAsia="Meiryo UI" w:hAnsi="Meiryo UI"/>
          <w:b/>
          <w:sz w:val="24"/>
          <w:szCs w:val="24"/>
        </w:rPr>
      </w:pPr>
      <w:r w:rsidRPr="00B122B5">
        <w:rPr>
          <w:rFonts w:ascii="Meiryo UI" w:eastAsia="Meiryo UI" w:hAnsi="Meiryo UI" w:hint="eastAsia"/>
          <w:b/>
          <w:sz w:val="24"/>
          <w:szCs w:val="24"/>
        </w:rPr>
        <w:t>プログラム</w:t>
      </w:r>
    </w:p>
    <w:tbl>
      <w:tblPr>
        <w:tblStyle w:val="45"/>
        <w:tblW w:w="10242" w:type="dxa"/>
        <w:tblLayout w:type="fixed"/>
        <w:tblLook w:val="04A0" w:firstRow="1" w:lastRow="0" w:firstColumn="1" w:lastColumn="0" w:noHBand="0" w:noVBand="1"/>
      </w:tblPr>
      <w:tblGrid>
        <w:gridCol w:w="1191"/>
        <w:gridCol w:w="851"/>
        <w:gridCol w:w="3265"/>
        <w:gridCol w:w="4935"/>
      </w:tblGrid>
      <w:tr w:rsidR="00B122B5" w:rsidRPr="001871F0" w14:paraId="78B6010F" w14:textId="77777777" w:rsidTr="00B12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91" w:type="dxa"/>
          </w:tcPr>
          <w:p w14:paraId="04DBAB3F" w14:textId="3AE1AC74" w:rsidR="00B122B5" w:rsidRPr="00B122B5" w:rsidRDefault="00B122B5" w:rsidP="00E12AC1">
            <w:pPr>
              <w:contextualSpacing/>
              <w:jc w:val="center"/>
              <w:rPr>
                <w:rFonts w:ascii="Meiryo UI" w:hAnsi="Meiryo UI" w:cs="Meiryo UI"/>
                <w:sz w:val="24"/>
                <w:szCs w:val="24"/>
              </w:rPr>
            </w:pPr>
            <w:r>
              <w:rPr>
                <w:rFonts w:ascii="Meiryo UI" w:hAnsi="Meiryo UI" w:cs="Meiryo UI" w:hint="eastAsia"/>
                <w:sz w:val="24"/>
                <w:szCs w:val="24"/>
              </w:rPr>
              <w:t>開始</w:t>
            </w:r>
            <w:r w:rsidRPr="00B122B5">
              <w:rPr>
                <w:rFonts w:ascii="Meiryo UI" w:hAnsi="Meiryo UI" w:cs="Meiryo UI" w:hint="eastAsia"/>
                <w:sz w:val="24"/>
                <w:szCs w:val="24"/>
              </w:rPr>
              <w:t>時間</w:t>
            </w:r>
          </w:p>
        </w:tc>
        <w:tc>
          <w:tcPr>
            <w:tcW w:w="851" w:type="dxa"/>
          </w:tcPr>
          <w:p w14:paraId="7A45307A" w14:textId="77777777" w:rsidR="00B122B5" w:rsidRPr="00B122B5" w:rsidRDefault="00B122B5" w:rsidP="00E12AC1">
            <w:pPr>
              <w:contextualSpacing/>
              <w:jc w:val="center"/>
              <w:rPr>
                <w:rFonts w:ascii="Meiryo UI" w:hAnsi="Meiryo UI" w:cs="Meiryo UI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sz w:val="24"/>
                <w:szCs w:val="24"/>
              </w:rPr>
              <w:t>配分</w:t>
            </w:r>
          </w:p>
        </w:tc>
        <w:tc>
          <w:tcPr>
            <w:tcW w:w="3265" w:type="dxa"/>
          </w:tcPr>
          <w:p w14:paraId="4B61B90C" w14:textId="77777777" w:rsidR="00B122B5" w:rsidRPr="00B122B5" w:rsidRDefault="00B122B5" w:rsidP="00E12AC1">
            <w:pPr>
              <w:contextualSpacing/>
              <w:jc w:val="center"/>
              <w:rPr>
                <w:rFonts w:ascii="Meiryo UI" w:hAnsi="Meiryo UI" w:cs="Meiryo UI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sz w:val="24"/>
                <w:szCs w:val="24"/>
              </w:rPr>
              <w:t>内容</w:t>
            </w:r>
          </w:p>
        </w:tc>
        <w:tc>
          <w:tcPr>
            <w:tcW w:w="4935" w:type="dxa"/>
          </w:tcPr>
          <w:p w14:paraId="7F04DD98" w14:textId="77777777" w:rsidR="00B122B5" w:rsidRPr="00B122B5" w:rsidRDefault="00B122B5" w:rsidP="00E12AC1">
            <w:pPr>
              <w:contextualSpacing/>
              <w:jc w:val="center"/>
              <w:rPr>
                <w:rFonts w:ascii="Meiryo UI" w:hAnsi="Meiryo UI" w:cs="Meiryo UI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sz w:val="24"/>
                <w:szCs w:val="24"/>
              </w:rPr>
              <w:t>担当（敬称</w:t>
            </w:r>
            <w:r w:rsidRPr="00B122B5">
              <w:rPr>
                <w:rFonts w:ascii="Meiryo UI" w:hAnsi="Meiryo UI" w:cs="Meiryo UI"/>
                <w:sz w:val="24"/>
                <w:szCs w:val="24"/>
              </w:rPr>
              <w:t>略</w:t>
            </w:r>
            <w:r w:rsidRPr="00B122B5">
              <w:rPr>
                <w:rFonts w:ascii="Meiryo UI" w:hAnsi="Meiryo UI" w:cs="Meiryo UI" w:hint="eastAsia"/>
                <w:sz w:val="24"/>
                <w:szCs w:val="24"/>
              </w:rPr>
              <w:t>）</w:t>
            </w:r>
          </w:p>
        </w:tc>
      </w:tr>
      <w:tr w:rsidR="00B122B5" w:rsidRPr="001871F0" w14:paraId="0B11489E" w14:textId="77777777" w:rsidTr="00B12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  <w:tblHeader/>
        </w:trPr>
        <w:tc>
          <w:tcPr>
            <w:tcW w:w="1191" w:type="dxa"/>
            <w:shd w:val="clear" w:color="auto" w:fill="auto"/>
            <w:vAlign w:val="center"/>
          </w:tcPr>
          <w:p w14:paraId="2CC54CF7" w14:textId="6A9095BC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13:30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267886" w14:textId="47CD2CD5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5分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66EA6985" w14:textId="253DB18F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挨拶</w:t>
            </w:r>
          </w:p>
        </w:tc>
        <w:tc>
          <w:tcPr>
            <w:tcW w:w="4935" w:type="dxa"/>
            <w:shd w:val="clear" w:color="auto" w:fill="auto"/>
            <w:vAlign w:val="center"/>
          </w:tcPr>
          <w:p w14:paraId="4AD18E0B" w14:textId="77777777" w:rsidR="00B122B5" w:rsidRPr="00B122B5" w:rsidRDefault="00B122B5" w:rsidP="00B122B5">
            <w:pPr>
              <w:spacing w:line="300" w:lineRule="exact"/>
              <w:ind w:left="0" w:firstLine="0"/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小城市　総務部長</w:t>
            </w:r>
          </w:p>
          <w:p w14:paraId="49DF0009" w14:textId="644326B1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高島　政孝</w:t>
            </w:r>
          </w:p>
        </w:tc>
      </w:tr>
      <w:tr w:rsidR="00B122B5" w:rsidRPr="001871F0" w14:paraId="1B9FC0DE" w14:textId="77777777" w:rsidTr="00B12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91" w:type="dxa"/>
            <w:shd w:val="clear" w:color="auto" w:fill="auto"/>
            <w:vAlign w:val="center"/>
          </w:tcPr>
          <w:p w14:paraId="6EBEFF9C" w14:textId="7F304750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13:35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60E35B" w14:textId="7A2CC14B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10分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2200568E" w14:textId="77777777" w:rsidR="00B122B5" w:rsidRPr="00B122B5" w:rsidRDefault="00B122B5" w:rsidP="00B122B5">
            <w:pPr>
              <w:spacing w:line="300" w:lineRule="exact"/>
              <w:ind w:left="0" w:firstLine="0"/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受講者自己紹介</w:t>
            </w:r>
          </w:p>
          <w:p w14:paraId="0FFEF241" w14:textId="02054641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オープンデータ紹介動画上映</w:t>
            </w:r>
          </w:p>
        </w:tc>
        <w:tc>
          <w:tcPr>
            <w:tcW w:w="4935" w:type="dxa"/>
            <w:shd w:val="clear" w:color="auto" w:fill="auto"/>
            <w:vAlign w:val="center"/>
          </w:tcPr>
          <w:p w14:paraId="42A05312" w14:textId="77777777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</w:p>
        </w:tc>
      </w:tr>
      <w:tr w:rsidR="00B122B5" w:rsidRPr="001871F0" w14:paraId="0225D48C" w14:textId="77777777" w:rsidTr="00B12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91" w:type="dxa"/>
            <w:shd w:val="clear" w:color="auto" w:fill="auto"/>
            <w:vAlign w:val="center"/>
          </w:tcPr>
          <w:p w14:paraId="453F0AD7" w14:textId="1F64D5BA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1</w:t>
            </w:r>
            <w:r w:rsidRPr="00B122B5"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  <w:t>3</w:t>
            </w: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:</w:t>
            </w:r>
            <w:r w:rsidRPr="00B122B5"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  <w:t>45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8FB273" w14:textId="7A67F731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  <w:t>45</w:t>
            </w: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分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0183139B" w14:textId="77777777" w:rsidR="00B122B5" w:rsidRPr="00B122B5" w:rsidRDefault="00B122B5" w:rsidP="00B122B5">
            <w:pPr>
              <w:spacing w:line="300" w:lineRule="exact"/>
              <w:ind w:left="0" w:firstLine="0"/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講義①</w:t>
            </w:r>
          </w:p>
          <w:p w14:paraId="09BDAAA4" w14:textId="1C93DE14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オープンデータ</w:t>
            </w:r>
            <w:r w:rsidRPr="00B122B5"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  <w:t>の</w:t>
            </w: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定義・</w:t>
            </w:r>
            <w:r w:rsidRPr="00B122B5"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  <w:t>意義</w:t>
            </w:r>
          </w:p>
        </w:tc>
        <w:tc>
          <w:tcPr>
            <w:tcW w:w="4935" w:type="dxa"/>
            <w:shd w:val="clear" w:color="auto" w:fill="auto"/>
            <w:vAlign w:val="center"/>
          </w:tcPr>
          <w:p w14:paraId="6FBB64A7" w14:textId="77777777" w:rsidR="00B122B5" w:rsidRPr="00B122B5" w:rsidRDefault="00B122B5" w:rsidP="00B122B5">
            <w:pPr>
              <w:spacing w:line="300" w:lineRule="exact"/>
              <w:ind w:left="0" w:firstLine="0"/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 xml:space="preserve">株式会社　ローカルメディアラボ　代表取締役　</w:t>
            </w:r>
          </w:p>
          <w:p w14:paraId="4C480648" w14:textId="031159A3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牛島　清豪</w:t>
            </w:r>
          </w:p>
        </w:tc>
      </w:tr>
      <w:tr w:rsidR="00683ED6" w:rsidRPr="001871F0" w14:paraId="5A9AF957" w14:textId="77777777" w:rsidTr="00683E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91" w:type="dxa"/>
            <w:shd w:val="clear" w:color="auto" w:fill="auto"/>
            <w:vAlign w:val="center"/>
          </w:tcPr>
          <w:p w14:paraId="5110BD1F" w14:textId="0ED20F64" w:rsidR="00683ED6" w:rsidRPr="00B122B5" w:rsidRDefault="00683ED6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14:30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341E37" w14:textId="124F51AD" w:rsidR="00683ED6" w:rsidRPr="00B122B5" w:rsidRDefault="00683ED6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5分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0C77D031" w14:textId="5A6D1827" w:rsidR="00683ED6" w:rsidRPr="00B122B5" w:rsidRDefault="00683ED6" w:rsidP="00B122B5">
            <w:pPr>
              <w:spacing w:line="300" w:lineRule="exact"/>
              <w:ind w:left="0" w:firstLine="0"/>
              <w:contextualSpacing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休憩</w:t>
            </w:r>
          </w:p>
        </w:tc>
        <w:tc>
          <w:tcPr>
            <w:tcW w:w="4935" w:type="dxa"/>
            <w:shd w:val="clear" w:color="auto" w:fill="auto"/>
            <w:vAlign w:val="center"/>
          </w:tcPr>
          <w:p w14:paraId="6B7AA1B8" w14:textId="77777777" w:rsidR="00683ED6" w:rsidRPr="00B122B5" w:rsidRDefault="00683ED6" w:rsidP="00B122B5">
            <w:pPr>
              <w:spacing w:line="300" w:lineRule="exact"/>
              <w:ind w:left="0" w:firstLine="0"/>
              <w:contextualSpacing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</w:p>
        </w:tc>
      </w:tr>
      <w:tr w:rsidR="00B122B5" w:rsidRPr="001871F0" w14:paraId="5FC38E58" w14:textId="77777777" w:rsidTr="00B12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91" w:type="dxa"/>
            <w:shd w:val="clear" w:color="auto" w:fill="auto"/>
            <w:vAlign w:val="center"/>
          </w:tcPr>
          <w:p w14:paraId="29BC3ECD" w14:textId="3A32D739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1</w:t>
            </w:r>
            <w:r w:rsidR="00683ED6"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  <w:t>4</w:t>
            </w: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:</w:t>
            </w:r>
            <w:r w:rsidR="00683ED6"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  <w:t>35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5C215C4" w14:textId="1A670594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15分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7D4DC472" w14:textId="77777777" w:rsidR="00B122B5" w:rsidRPr="00B122B5" w:rsidRDefault="00B122B5" w:rsidP="00B122B5">
            <w:pPr>
              <w:spacing w:line="300" w:lineRule="exact"/>
              <w:ind w:left="0" w:firstLine="0"/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講義②</w:t>
            </w:r>
          </w:p>
          <w:p w14:paraId="71C9CB21" w14:textId="2B7646C5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オープンデータの推進について</w:t>
            </w:r>
          </w:p>
        </w:tc>
        <w:tc>
          <w:tcPr>
            <w:tcW w:w="4935" w:type="dxa"/>
            <w:shd w:val="clear" w:color="auto" w:fill="auto"/>
            <w:vAlign w:val="center"/>
          </w:tcPr>
          <w:p w14:paraId="7385C90F" w14:textId="77777777" w:rsidR="00B122B5" w:rsidRPr="00B122B5" w:rsidRDefault="00B122B5" w:rsidP="00B122B5">
            <w:pPr>
              <w:spacing w:line="300" w:lineRule="exact"/>
              <w:ind w:left="0" w:firstLine="0"/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佐賀県</w:t>
            </w:r>
            <w:r w:rsidRPr="00B122B5"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  <w:t xml:space="preserve"> 総務部 情報課 情報化推進室</w:t>
            </w:r>
          </w:p>
          <w:p w14:paraId="6582A367" w14:textId="6E7F27F4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草場　康明</w:t>
            </w:r>
          </w:p>
        </w:tc>
      </w:tr>
      <w:tr w:rsidR="00B122B5" w:rsidRPr="001871F0" w14:paraId="5C970D7D" w14:textId="77777777" w:rsidTr="00B12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91" w:type="dxa"/>
            <w:shd w:val="clear" w:color="auto" w:fill="auto"/>
            <w:vAlign w:val="center"/>
          </w:tcPr>
          <w:p w14:paraId="06D19506" w14:textId="1EDEBF9B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14:5</w:t>
            </w:r>
            <w:r w:rsidRPr="00B122B5"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14ECB24" w14:textId="3886254D" w:rsidR="00B122B5" w:rsidRPr="00B122B5" w:rsidRDefault="00683ED6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  <w:t>30</w:t>
            </w:r>
            <w:r w:rsidR="00B122B5"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分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7F60C8C3" w14:textId="77777777" w:rsidR="00B122B5" w:rsidRPr="00B122B5" w:rsidRDefault="00B122B5" w:rsidP="00B122B5">
            <w:pPr>
              <w:spacing w:line="300" w:lineRule="exact"/>
              <w:ind w:left="0" w:firstLine="0"/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講義③</w:t>
            </w:r>
          </w:p>
          <w:p w14:paraId="36D3F441" w14:textId="3F02E577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作業手順の理解</w:t>
            </w:r>
          </w:p>
        </w:tc>
        <w:tc>
          <w:tcPr>
            <w:tcW w:w="4935" w:type="dxa"/>
            <w:shd w:val="clear" w:color="auto" w:fill="auto"/>
            <w:vAlign w:val="center"/>
          </w:tcPr>
          <w:p w14:paraId="6D29CD2F" w14:textId="77777777" w:rsidR="00B122B5" w:rsidRPr="00B122B5" w:rsidRDefault="00B122B5" w:rsidP="00B122B5">
            <w:pPr>
              <w:spacing w:line="300" w:lineRule="exact"/>
              <w:ind w:left="0" w:firstLine="0"/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株式会社日立製作所　公共システム事業部</w:t>
            </w:r>
          </w:p>
          <w:p w14:paraId="7C4E22B9" w14:textId="77B184CC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岩崎　英</w:t>
            </w:r>
          </w:p>
        </w:tc>
      </w:tr>
      <w:tr w:rsidR="00B122B5" w:rsidRPr="001871F0" w14:paraId="1B8D0ECD" w14:textId="77777777" w:rsidTr="00B12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91" w:type="dxa"/>
            <w:shd w:val="clear" w:color="auto" w:fill="auto"/>
            <w:vAlign w:val="center"/>
          </w:tcPr>
          <w:p w14:paraId="771E77D4" w14:textId="06311392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15:</w:t>
            </w:r>
            <w:r w:rsidRPr="00B122B5"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  <w:t>2</w:t>
            </w:r>
            <w:r w:rsidR="00683ED6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E7EDDC" w14:textId="76C978AB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10分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6A9CF5D9" w14:textId="2A272E23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休憩</w:t>
            </w:r>
          </w:p>
        </w:tc>
        <w:tc>
          <w:tcPr>
            <w:tcW w:w="4935" w:type="dxa"/>
            <w:shd w:val="clear" w:color="auto" w:fill="auto"/>
            <w:vAlign w:val="center"/>
          </w:tcPr>
          <w:p w14:paraId="22907960" w14:textId="77777777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</w:p>
        </w:tc>
      </w:tr>
      <w:tr w:rsidR="00B122B5" w:rsidRPr="001871F0" w14:paraId="0C6CBF8D" w14:textId="77777777" w:rsidTr="00B12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91" w:type="dxa"/>
            <w:shd w:val="clear" w:color="auto" w:fill="auto"/>
            <w:vAlign w:val="center"/>
          </w:tcPr>
          <w:p w14:paraId="1AF580B2" w14:textId="3C7E7359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15:</w:t>
            </w:r>
            <w:r w:rsidRPr="00B122B5"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  <w:t>3</w:t>
            </w:r>
            <w:r w:rsidR="00683ED6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56E156" w14:textId="7D898C81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  <w:t>4</w:t>
            </w:r>
            <w:r w:rsidR="00683ED6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5</w:t>
            </w: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分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4B16FB89" w14:textId="77777777" w:rsidR="00B122B5" w:rsidRPr="00B122B5" w:rsidRDefault="00B122B5" w:rsidP="00B122B5">
            <w:pPr>
              <w:spacing w:line="300" w:lineRule="exact"/>
              <w:ind w:left="0" w:firstLine="0"/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講義④</w:t>
            </w:r>
          </w:p>
          <w:p w14:paraId="3B0F94AE" w14:textId="35A28DFC" w:rsidR="00B122B5" w:rsidRPr="00B122B5" w:rsidRDefault="00996E72" w:rsidP="00996E72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オープンデータ公開ワークショップ</w:t>
            </w:r>
          </w:p>
        </w:tc>
        <w:tc>
          <w:tcPr>
            <w:tcW w:w="4935" w:type="dxa"/>
            <w:shd w:val="clear" w:color="auto" w:fill="auto"/>
            <w:vAlign w:val="center"/>
          </w:tcPr>
          <w:p w14:paraId="1CC239D0" w14:textId="77777777" w:rsidR="00B122B5" w:rsidRPr="00B122B5" w:rsidRDefault="00B122B5" w:rsidP="00B122B5">
            <w:pPr>
              <w:spacing w:line="300" w:lineRule="exact"/>
              <w:ind w:left="0" w:firstLine="0"/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 xml:space="preserve">株式会社　ローカルメディアラボ　代表取締役　</w:t>
            </w:r>
          </w:p>
          <w:p w14:paraId="5FC7BB63" w14:textId="62309024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牛島　清豪</w:t>
            </w:r>
          </w:p>
        </w:tc>
      </w:tr>
      <w:tr w:rsidR="00B122B5" w:rsidRPr="001871F0" w14:paraId="43C2E06B" w14:textId="77777777" w:rsidTr="00B12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91" w:type="dxa"/>
            <w:shd w:val="clear" w:color="auto" w:fill="auto"/>
            <w:vAlign w:val="center"/>
          </w:tcPr>
          <w:p w14:paraId="19C92676" w14:textId="7C169C07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16:15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D54339" w14:textId="0A6CA86A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5分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1480D10E" w14:textId="0585A555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確認テスト</w:t>
            </w:r>
          </w:p>
        </w:tc>
        <w:tc>
          <w:tcPr>
            <w:tcW w:w="4935" w:type="dxa"/>
            <w:shd w:val="clear" w:color="auto" w:fill="auto"/>
            <w:vAlign w:val="center"/>
          </w:tcPr>
          <w:p w14:paraId="2CE0B66B" w14:textId="7324518B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株式会社日立製作所</w:t>
            </w:r>
          </w:p>
        </w:tc>
      </w:tr>
      <w:tr w:rsidR="00B122B5" w:rsidRPr="001871F0" w14:paraId="2E77780B" w14:textId="77777777" w:rsidTr="00B12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91" w:type="dxa"/>
            <w:shd w:val="clear" w:color="auto" w:fill="auto"/>
            <w:vAlign w:val="center"/>
          </w:tcPr>
          <w:p w14:paraId="3B567797" w14:textId="53592D04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16:20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36BB9C" w14:textId="1F20E578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5分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71C8551E" w14:textId="4C0FFF77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アンケート</w:t>
            </w:r>
          </w:p>
        </w:tc>
        <w:tc>
          <w:tcPr>
            <w:tcW w:w="4935" w:type="dxa"/>
            <w:shd w:val="clear" w:color="auto" w:fill="auto"/>
            <w:vAlign w:val="center"/>
          </w:tcPr>
          <w:p w14:paraId="2D764D12" w14:textId="1CC84E07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株式会社日立製作所</w:t>
            </w:r>
          </w:p>
        </w:tc>
      </w:tr>
      <w:tr w:rsidR="00B122B5" w:rsidRPr="001871F0" w14:paraId="34CC52A7" w14:textId="77777777" w:rsidTr="00B12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91" w:type="dxa"/>
            <w:shd w:val="clear" w:color="auto" w:fill="auto"/>
            <w:vAlign w:val="center"/>
          </w:tcPr>
          <w:p w14:paraId="4106EAE2" w14:textId="4B661532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16:25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6DB30C" w14:textId="2647F0EA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5分</w:t>
            </w:r>
          </w:p>
        </w:tc>
        <w:tc>
          <w:tcPr>
            <w:tcW w:w="3265" w:type="dxa"/>
            <w:shd w:val="clear" w:color="auto" w:fill="auto"/>
            <w:vAlign w:val="center"/>
          </w:tcPr>
          <w:p w14:paraId="287AB01F" w14:textId="30F1FB01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挨拶</w:t>
            </w:r>
          </w:p>
        </w:tc>
        <w:tc>
          <w:tcPr>
            <w:tcW w:w="4935" w:type="dxa"/>
            <w:shd w:val="clear" w:color="auto" w:fill="auto"/>
            <w:vAlign w:val="center"/>
          </w:tcPr>
          <w:p w14:paraId="4E371F78" w14:textId="5D22FD68" w:rsidR="00B122B5" w:rsidRPr="00B122B5" w:rsidRDefault="0002355E" w:rsidP="00B122B5">
            <w:pPr>
              <w:spacing w:line="300" w:lineRule="exact"/>
              <w:ind w:left="0" w:firstLine="0"/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 xml:space="preserve">九州総合通信局　</w:t>
            </w:r>
            <w:r w:rsidR="00B122B5"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情報通信振興課課長補佐</w:t>
            </w:r>
          </w:p>
          <w:p w14:paraId="05C36A29" w14:textId="33BF0AB9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齋藤　康二</w:t>
            </w:r>
          </w:p>
        </w:tc>
      </w:tr>
      <w:tr w:rsidR="00B122B5" w:rsidRPr="001871F0" w14:paraId="0B4010F3" w14:textId="77777777" w:rsidTr="00B122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91" w:type="dxa"/>
            <w:shd w:val="clear" w:color="auto" w:fill="auto"/>
            <w:vAlign w:val="center"/>
          </w:tcPr>
          <w:p w14:paraId="7BF416B3" w14:textId="430B23AA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16:30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17C6AA" w14:textId="77777777" w:rsidR="00B122B5" w:rsidRPr="00B122B5" w:rsidRDefault="00B122B5" w:rsidP="00B122B5">
            <w:pPr>
              <w:contextualSpacing/>
              <w:jc w:val="center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3265" w:type="dxa"/>
            <w:shd w:val="clear" w:color="auto" w:fill="auto"/>
            <w:vAlign w:val="center"/>
          </w:tcPr>
          <w:p w14:paraId="512D487D" w14:textId="1D63FD0A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  <w:r w:rsidRPr="00B122B5">
              <w:rPr>
                <w:rFonts w:ascii="Meiryo UI" w:hAnsi="Meiryo UI" w:cs="Meiryo UI" w:hint="eastAsia"/>
                <w:b w:val="0"/>
                <w:color w:val="auto"/>
                <w:sz w:val="24"/>
                <w:szCs w:val="24"/>
              </w:rPr>
              <w:t>終了</w:t>
            </w:r>
          </w:p>
        </w:tc>
        <w:tc>
          <w:tcPr>
            <w:tcW w:w="4935" w:type="dxa"/>
            <w:shd w:val="clear" w:color="auto" w:fill="auto"/>
            <w:vAlign w:val="center"/>
          </w:tcPr>
          <w:p w14:paraId="5142D05B" w14:textId="77777777" w:rsidR="00B122B5" w:rsidRPr="00B122B5" w:rsidRDefault="00B122B5" w:rsidP="00B122B5">
            <w:pPr>
              <w:contextualSpacing/>
              <w:jc w:val="left"/>
              <w:rPr>
                <w:rFonts w:ascii="Meiryo UI" w:hAnsi="Meiryo UI" w:cs="Meiryo UI"/>
                <w:b w:val="0"/>
                <w:color w:val="auto"/>
                <w:sz w:val="24"/>
                <w:szCs w:val="24"/>
              </w:rPr>
            </w:pPr>
          </w:p>
        </w:tc>
      </w:tr>
      <w:bookmarkEnd w:id="0"/>
      <w:bookmarkEnd w:id="1"/>
    </w:tbl>
    <w:p w14:paraId="1CC31AC8" w14:textId="7EA1C29E" w:rsidR="00E92C79" w:rsidRDefault="00E92C79" w:rsidP="00724398"/>
    <w:p w14:paraId="6347684B" w14:textId="77777777" w:rsidR="00B122B5" w:rsidRPr="00B122B5" w:rsidRDefault="00B122B5" w:rsidP="00B122B5">
      <w:pPr>
        <w:ind w:left="456" w:right="-143" w:hangingChars="190" w:hanging="456"/>
        <w:contextualSpacing/>
        <w:rPr>
          <w:rFonts w:ascii="Meiryo UI" w:hAnsi="Meiryo UI"/>
          <w:b/>
          <w:sz w:val="24"/>
          <w:szCs w:val="24"/>
        </w:rPr>
      </w:pPr>
      <w:r w:rsidRPr="00B122B5">
        <w:rPr>
          <w:rFonts w:ascii="Meiryo UI" w:hAnsi="Meiryo UI" w:hint="eastAsia"/>
          <w:b/>
          <w:sz w:val="24"/>
          <w:szCs w:val="24"/>
        </w:rPr>
        <w:t>司会（敬称略）</w:t>
      </w:r>
    </w:p>
    <w:p w14:paraId="28D084C0" w14:textId="2A905979" w:rsidR="00B56CC8" w:rsidRPr="00F036D1" w:rsidRDefault="00B56CC8" w:rsidP="00724398">
      <w:r>
        <w:rPr>
          <w:rFonts w:hint="eastAsia"/>
        </w:rPr>
        <w:t xml:space="preserve">小城市　</w:t>
      </w:r>
      <w:r w:rsidRPr="00B56CC8">
        <w:rPr>
          <w:rFonts w:hint="eastAsia"/>
        </w:rPr>
        <w:t>企画政策課副課長</w:t>
      </w:r>
      <w:r>
        <w:rPr>
          <w:rFonts w:hint="eastAsia"/>
        </w:rPr>
        <w:t xml:space="preserve">　</w:t>
      </w:r>
      <w:r w:rsidRPr="00B56CC8">
        <w:rPr>
          <w:rFonts w:hint="eastAsia"/>
        </w:rPr>
        <w:t>池田　真澄</w:t>
      </w:r>
    </w:p>
    <w:sectPr w:rsidR="00B56CC8" w:rsidRPr="00F036D1" w:rsidSect="009146EB">
      <w:type w:val="continuous"/>
      <w:pgSz w:w="11906" w:h="16838" w:code="9"/>
      <w:pgMar w:top="1560" w:right="1701" w:bottom="1418" w:left="1701" w:header="851" w:footer="567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24EB5" w14:textId="77777777" w:rsidR="00E945F8" w:rsidRDefault="00E945F8">
      <w:r>
        <w:separator/>
      </w:r>
    </w:p>
  </w:endnote>
  <w:endnote w:type="continuationSeparator" w:id="0">
    <w:p w14:paraId="7EB9D5B7" w14:textId="77777777" w:rsidR="00E945F8" w:rsidRDefault="00E94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BD72B" w14:textId="77777777" w:rsidR="00E945F8" w:rsidRDefault="00E945F8">
      <w:r>
        <w:separator/>
      </w:r>
    </w:p>
  </w:footnote>
  <w:footnote w:type="continuationSeparator" w:id="0">
    <w:p w14:paraId="433BA129" w14:textId="77777777" w:rsidR="00E945F8" w:rsidRDefault="00E94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6C29"/>
    <w:multiLevelType w:val="hybridMultilevel"/>
    <w:tmpl w:val="6DB8C2B6"/>
    <w:lvl w:ilvl="0" w:tplc="B70275F2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" w15:restartNumberingAfterBreak="0">
    <w:nsid w:val="037F3F49"/>
    <w:multiLevelType w:val="multilevel"/>
    <w:tmpl w:val="3B545C56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-400"/>
        </w:tabs>
        <w:ind w:left="0" w:firstLine="0"/>
      </w:pPr>
      <w:rPr>
        <w:rFonts w:hint="eastAsia"/>
        <w:sz w:val="24"/>
      </w:rPr>
    </w:lvl>
    <w:lvl w:ilvl="2">
      <w:start w:val="1"/>
      <w:numFmt w:val="decimal"/>
      <w:lvlText w:val="%1.%2.%3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Arial" w:eastAsia="ＭＳ Ｐゴシック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Arial" w:eastAsia="ＭＳ ゴシック" w:hAnsi="Arial" w:hint="default"/>
        <w:sz w:val="22"/>
      </w:rPr>
    </w:lvl>
    <w:lvl w:ilvl="5">
      <w:start w:val="1"/>
      <w:numFmt w:val="upperLetter"/>
      <w:lvlRestart w:val="1"/>
      <w:lvlText w:val="付録 %6"/>
      <w:lvlJc w:val="left"/>
      <w:pPr>
        <w:tabs>
          <w:tab w:val="num" w:pos="57"/>
        </w:tabs>
        <w:ind w:left="0" w:firstLine="0"/>
      </w:pPr>
      <w:rPr>
        <w:rFonts w:ascii="Arial" w:eastAsia="ＭＳ ゴシック" w:hAnsi="Arial" w:hint="default"/>
        <w:b w:val="0"/>
        <w:i w:val="0"/>
        <w:sz w:val="24"/>
      </w:rPr>
    </w:lvl>
    <w:lvl w:ilvl="6">
      <w:start w:val="1"/>
      <w:numFmt w:val="decimalEnclosedCircl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6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6.%7.%8.%9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0A3C49D9"/>
    <w:multiLevelType w:val="multilevel"/>
    <w:tmpl w:val="C9B4BD72"/>
    <w:styleLink w:val="1ai"/>
    <w:lvl w:ilvl="0">
      <w:start w:val="1"/>
      <w:numFmt w:val="decimal"/>
      <w:lvlText w:val="%1"/>
      <w:lvlJc w:val="left"/>
      <w:pPr>
        <w:tabs>
          <w:tab w:val="num" w:pos="1049"/>
        </w:tabs>
        <w:ind w:left="1049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0E643F07"/>
    <w:multiLevelType w:val="hybridMultilevel"/>
    <w:tmpl w:val="30A80682"/>
    <w:lvl w:ilvl="0" w:tplc="4BE0237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FA5AF57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F695874"/>
    <w:multiLevelType w:val="hybridMultilevel"/>
    <w:tmpl w:val="43CEB1F8"/>
    <w:lvl w:ilvl="0" w:tplc="8716F34C">
      <w:start w:val="1"/>
      <w:numFmt w:val="aiueoFullWidth"/>
      <w:pStyle w:val="5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F86036C"/>
    <w:multiLevelType w:val="hybridMultilevel"/>
    <w:tmpl w:val="82F2149A"/>
    <w:lvl w:ilvl="0" w:tplc="99C6EF12">
      <w:start w:val="1"/>
      <w:numFmt w:val="decimal"/>
      <w:pStyle w:val="a"/>
      <w:lvlText w:val="[%1]"/>
      <w:lvlJc w:val="left"/>
      <w:pPr>
        <w:tabs>
          <w:tab w:val="num" w:pos="0"/>
        </w:tabs>
        <w:ind w:left="204" w:hanging="204"/>
      </w:pPr>
      <w:rPr>
        <w:rFonts w:cs="Arial" w:hint="default"/>
        <w:bCs w:val="0"/>
        <w:iCs w:val="0"/>
        <w:szCs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8481D6F"/>
    <w:multiLevelType w:val="hybridMultilevel"/>
    <w:tmpl w:val="A9360F80"/>
    <w:lvl w:ilvl="0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7" w15:restartNumberingAfterBreak="0">
    <w:nsid w:val="2FCC53E5"/>
    <w:multiLevelType w:val="multilevel"/>
    <w:tmpl w:val="AFBAFA5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-400"/>
        </w:tabs>
        <w:ind w:left="0" w:firstLine="0"/>
      </w:pPr>
      <w:rPr>
        <w:rFonts w:hint="eastAsia"/>
        <w:sz w:val="24"/>
      </w:rPr>
    </w:lvl>
    <w:lvl w:ilvl="2">
      <w:start w:val="1"/>
      <w:numFmt w:val="decimal"/>
      <w:lvlText w:val="%1.%2.%3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Arial" w:eastAsia="ＭＳ Ｐゴシック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Arial" w:eastAsia="ＭＳ ゴシック" w:hAnsi="Arial" w:hint="default"/>
        <w:sz w:val="22"/>
      </w:rPr>
    </w:lvl>
    <w:lvl w:ilvl="5">
      <w:numFmt w:val="upperLetter"/>
      <w:lvlRestart w:val="1"/>
      <w:lvlText w:val="付録 %6"/>
      <w:lvlJc w:val="left"/>
      <w:pPr>
        <w:tabs>
          <w:tab w:val="num" w:pos="57"/>
        </w:tabs>
        <w:ind w:left="0" w:firstLine="0"/>
      </w:pPr>
      <w:rPr>
        <w:rFonts w:ascii="Arial" w:eastAsia="ＭＳ ゴシック" w:hAnsi="Arial" w:hint="default"/>
        <w:b w:val="0"/>
        <w:i w:val="0"/>
        <w:sz w:val="24"/>
      </w:rPr>
    </w:lvl>
    <w:lvl w:ilvl="6">
      <w:start w:val="1"/>
      <w:numFmt w:val="decimalEnclosedCircl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6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6.%7.%8.%9"/>
      <w:lvlJc w:val="left"/>
      <w:pPr>
        <w:ind w:left="0" w:firstLine="0"/>
      </w:pPr>
      <w:rPr>
        <w:rFonts w:hint="eastAsia"/>
      </w:rPr>
    </w:lvl>
  </w:abstractNum>
  <w:abstractNum w:abstractNumId="8" w15:restartNumberingAfterBreak="0">
    <w:nsid w:val="33481F6C"/>
    <w:multiLevelType w:val="hybridMultilevel"/>
    <w:tmpl w:val="70AC0E80"/>
    <w:lvl w:ilvl="0" w:tplc="FA5AF57E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81071F2"/>
    <w:multiLevelType w:val="hybridMultilevel"/>
    <w:tmpl w:val="25C2DFA2"/>
    <w:lvl w:ilvl="0" w:tplc="BBE85A88">
      <w:start w:val="1"/>
      <w:numFmt w:val="decimal"/>
      <w:pStyle w:val="a0"/>
      <w:lvlText w:val="別紙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9F77B1A"/>
    <w:multiLevelType w:val="hybridMultilevel"/>
    <w:tmpl w:val="F5DED7EC"/>
    <w:lvl w:ilvl="0" w:tplc="FAEE1C46">
      <w:start w:val="1"/>
      <w:numFmt w:val="decimal"/>
      <w:pStyle w:val="4"/>
      <w:lvlText w:val="(%1)"/>
      <w:lvlJc w:val="left"/>
      <w:pPr>
        <w:ind w:left="840" w:hanging="63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8FE6D7B"/>
    <w:multiLevelType w:val="multilevel"/>
    <w:tmpl w:val="734231EE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-400"/>
        </w:tabs>
        <w:ind w:left="0" w:firstLine="0"/>
      </w:pPr>
      <w:rPr>
        <w:rFonts w:hint="eastAsia"/>
        <w:sz w:val="24"/>
      </w:rPr>
    </w:lvl>
    <w:lvl w:ilvl="2">
      <w:start w:val="1"/>
      <w:numFmt w:val="decimal"/>
      <w:pStyle w:val="3"/>
      <w:lvlText w:val="%1.%2.%3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Arial" w:eastAsia="ＭＳ Ｐゴシック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Arial" w:eastAsia="ＭＳ ゴシック" w:hAnsi="Arial" w:hint="default"/>
        <w:sz w:val="22"/>
      </w:rPr>
    </w:lvl>
    <w:lvl w:ilvl="5">
      <w:start w:val="1"/>
      <w:numFmt w:val="upperLetter"/>
      <w:lvlRestart w:val="1"/>
      <w:lvlText w:val="付録 %6"/>
      <w:lvlJc w:val="left"/>
      <w:pPr>
        <w:tabs>
          <w:tab w:val="num" w:pos="57"/>
        </w:tabs>
        <w:ind w:left="0" w:firstLine="0"/>
      </w:pPr>
      <w:rPr>
        <w:rFonts w:ascii="Arial" w:eastAsia="ＭＳ ゴシック" w:hAnsi="Arial" w:hint="default"/>
        <w:b w:val="0"/>
        <w:i w:val="0"/>
        <w:sz w:val="24"/>
      </w:rPr>
    </w:lvl>
    <w:lvl w:ilvl="6">
      <w:start w:val="1"/>
      <w:numFmt w:val="decimalEnclosedCircle"/>
      <w:pStyle w:val="7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pStyle w:val="8"/>
      <w:lvlText w:val="%6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pStyle w:val="9"/>
      <w:lvlText w:val="%6.%7.%8.%9"/>
      <w:lvlJc w:val="left"/>
      <w:pPr>
        <w:ind w:left="0" w:firstLine="0"/>
      </w:pPr>
      <w:rPr>
        <w:rFonts w:hint="eastAsia"/>
      </w:rPr>
    </w:lvl>
  </w:abstractNum>
  <w:abstractNum w:abstractNumId="12" w15:restartNumberingAfterBreak="0">
    <w:nsid w:val="4E402FFB"/>
    <w:multiLevelType w:val="hybridMultilevel"/>
    <w:tmpl w:val="7942427C"/>
    <w:lvl w:ilvl="0" w:tplc="B8620C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06E37A8"/>
    <w:multiLevelType w:val="hybridMultilevel"/>
    <w:tmpl w:val="699046DC"/>
    <w:lvl w:ilvl="0" w:tplc="58B459FA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4" w15:restartNumberingAfterBreak="0">
    <w:nsid w:val="63DE0863"/>
    <w:multiLevelType w:val="hybridMultilevel"/>
    <w:tmpl w:val="C8643408"/>
    <w:lvl w:ilvl="0" w:tplc="8A3A64BA">
      <w:start w:val="1"/>
      <w:numFmt w:val="decimalEnclosedCircle"/>
      <w:pStyle w:val="6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8F374DD"/>
    <w:multiLevelType w:val="multilevel"/>
    <w:tmpl w:val="6134859A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-400"/>
        </w:tabs>
        <w:ind w:left="0" w:firstLine="0"/>
      </w:pPr>
      <w:rPr>
        <w:rFonts w:hint="eastAsia"/>
        <w:sz w:val="24"/>
      </w:rPr>
    </w:lvl>
    <w:lvl w:ilvl="2">
      <w:start w:val="1"/>
      <w:numFmt w:val="decimal"/>
      <w:lvlText w:val="%1.%2.%3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="Arial" w:eastAsia="ＭＳ Ｐゴシック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ascii="Arial" w:eastAsia="ＭＳ ゴシック" w:hAnsi="Arial" w:hint="default"/>
        <w:sz w:val="22"/>
      </w:rPr>
    </w:lvl>
    <w:lvl w:ilvl="5">
      <w:numFmt w:val="upperLetter"/>
      <w:lvlRestart w:val="1"/>
      <w:lvlText w:val="付録 %6"/>
      <w:lvlJc w:val="left"/>
      <w:pPr>
        <w:tabs>
          <w:tab w:val="num" w:pos="57"/>
        </w:tabs>
        <w:ind w:left="0" w:firstLine="0"/>
      </w:pPr>
      <w:rPr>
        <w:rFonts w:ascii="Arial" w:eastAsia="ＭＳ ゴシック" w:hAnsi="Arial" w:hint="default"/>
        <w:b w:val="0"/>
        <w:i w:val="0"/>
        <w:sz w:val="24"/>
      </w:rPr>
    </w:lvl>
    <w:lvl w:ilvl="6">
      <w:start w:val="1"/>
      <w:numFmt w:val="decimalEnclosedCircle"/>
      <w:lvlText w:val="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6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6.%7.%8.%9"/>
      <w:lvlJc w:val="left"/>
      <w:pPr>
        <w:ind w:left="0" w:firstLine="0"/>
      </w:pPr>
      <w:rPr>
        <w:rFonts w:hint="eastAsia"/>
      </w:rPr>
    </w:lvl>
  </w:abstractNum>
  <w:abstractNum w:abstractNumId="16" w15:restartNumberingAfterBreak="0">
    <w:nsid w:val="6F5730FE"/>
    <w:multiLevelType w:val="hybridMultilevel"/>
    <w:tmpl w:val="E9340204"/>
    <w:lvl w:ilvl="0" w:tplc="81B699F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6B559D7"/>
    <w:multiLevelType w:val="hybridMultilevel"/>
    <w:tmpl w:val="455E76AE"/>
    <w:lvl w:ilvl="0" w:tplc="5298F922">
      <w:start w:val="1"/>
      <w:numFmt w:val="decimal"/>
      <w:pStyle w:val="a1"/>
      <w:lvlText w:val="第%1部"/>
      <w:lvlJc w:val="left"/>
      <w:pPr>
        <w:tabs>
          <w:tab w:val="num" w:pos="1080"/>
        </w:tabs>
        <w:ind w:left="108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7"/>
  </w:num>
  <w:num w:numId="5">
    <w:abstractNumId w:val="1"/>
  </w:num>
  <w:num w:numId="6">
    <w:abstractNumId w:val="4"/>
  </w:num>
  <w:num w:numId="7">
    <w:abstractNumId w:val="14"/>
  </w:num>
  <w:num w:numId="8">
    <w:abstractNumId w:val="10"/>
  </w:num>
  <w:num w:numId="9">
    <w:abstractNumId w:val="10"/>
    <w:lvlOverride w:ilvl="0">
      <w:startOverride w:val="1"/>
    </w:lvlOverride>
  </w:num>
  <w:num w:numId="10">
    <w:abstractNumId w:val="4"/>
    <w:lvlOverride w:ilvl="0">
      <w:startOverride w:val="1"/>
    </w:lvlOverride>
  </w:num>
  <w:num w:numId="11">
    <w:abstractNumId w:val="3"/>
  </w:num>
  <w:num w:numId="12">
    <w:abstractNumId w:val="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</w:num>
  <w:num w:numId="15">
    <w:abstractNumId w:val="10"/>
    <w:lvlOverride w:ilvl="0">
      <w:startOverride w:val="2"/>
    </w:lvlOverride>
  </w:num>
  <w:num w:numId="16">
    <w:abstractNumId w:val="10"/>
    <w:lvlOverride w:ilvl="0">
      <w:startOverride w:val="1"/>
    </w:lvlOverride>
  </w:num>
  <w:num w:numId="17">
    <w:abstractNumId w:val="0"/>
  </w:num>
  <w:num w:numId="18">
    <w:abstractNumId w:val="10"/>
    <w:lvlOverride w:ilvl="0">
      <w:startOverride w:val="1"/>
    </w:lvlOverride>
  </w:num>
  <w:num w:numId="19">
    <w:abstractNumId w:val="8"/>
  </w:num>
  <w:num w:numId="20">
    <w:abstractNumId w:val="12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7"/>
  </w:num>
  <w:num w:numId="24">
    <w:abstractNumId w:val="15"/>
  </w:num>
  <w:num w:numId="25">
    <w:abstractNumId w:val="13"/>
  </w:num>
  <w:num w:numId="26">
    <w:abstractNumId w:val="16"/>
  </w:num>
  <w:num w:numId="27">
    <w:abstractNumId w:val="4"/>
    <w:lvlOverride w:ilvl="0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7D2"/>
    <w:rsid w:val="00000B80"/>
    <w:rsid w:val="00000CF6"/>
    <w:rsid w:val="0000196F"/>
    <w:rsid w:val="00002732"/>
    <w:rsid w:val="00002F04"/>
    <w:rsid w:val="00003C94"/>
    <w:rsid w:val="000044CB"/>
    <w:rsid w:val="00004C38"/>
    <w:rsid w:val="000054F2"/>
    <w:rsid w:val="00007892"/>
    <w:rsid w:val="00010674"/>
    <w:rsid w:val="00010944"/>
    <w:rsid w:val="00011146"/>
    <w:rsid w:val="0001191A"/>
    <w:rsid w:val="00012470"/>
    <w:rsid w:val="000131E8"/>
    <w:rsid w:val="0001437B"/>
    <w:rsid w:val="00014A8E"/>
    <w:rsid w:val="00016475"/>
    <w:rsid w:val="000164B0"/>
    <w:rsid w:val="00017C61"/>
    <w:rsid w:val="0002334F"/>
    <w:rsid w:val="0002355E"/>
    <w:rsid w:val="00023695"/>
    <w:rsid w:val="000237F8"/>
    <w:rsid w:val="00023DD1"/>
    <w:rsid w:val="00023E8C"/>
    <w:rsid w:val="000240E3"/>
    <w:rsid w:val="000255B5"/>
    <w:rsid w:val="0002633A"/>
    <w:rsid w:val="000263E6"/>
    <w:rsid w:val="000266EE"/>
    <w:rsid w:val="00026963"/>
    <w:rsid w:val="00033BB1"/>
    <w:rsid w:val="00033F30"/>
    <w:rsid w:val="0003502B"/>
    <w:rsid w:val="00035B5B"/>
    <w:rsid w:val="000403BF"/>
    <w:rsid w:val="00040CD3"/>
    <w:rsid w:val="000424FB"/>
    <w:rsid w:val="00043AD8"/>
    <w:rsid w:val="00046275"/>
    <w:rsid w:val="00046E71"/>
    <w:rsid w:val="00047636"/>
    <w:rsid w:val="00047D2B"/>
    <w:rsid w:val="00050E8D"/>
    <w:rsid w:val="00051932"/>
    <w:rsid w:val="000519A1"/>
    <w:rsid w:val="00051E0B"/>
    <w:rsid w:val="00052849"/>
    <w:rsid w:val="00052EE0"/>
    <w:rsid w:val="000539B9"/>
    <w:rsid w:val="00054117"/>
    <w:rsid w:val="00055089"/>
    <w:rsid w:val="00055329"/>
    <w:rsid w:val="0005597C"/>
    <w:rsid w:val="00055E79"/>
    <w:rsid w:val="00055F5F"/>
    <w:rsid w:val="000560EA"/>
    <w:rsid w:val="00056C83"/>
    <w:rsid w:val="00056CB1"/>
    <w:rsid w:val="000601C3"/>
    <w:rsid w:val="00060A1C"/>
    <w:rsid w:val="0006171F"/>
    <w:rsid w:val="0006264A"/>
    <w:rsid w:val="00062E52"/>
    <w:rsid w:val="00062F42"/>
    <w:rsid w:val="00063C44"/>
    <w:rsid w:val="000647DD"/>
    <w:rsid w:val="00070754"/>
    <w:rsid w:val="0007089F"/>
    <w:rsid w:val="00070A14"/>
    <w:rsid w:val="00071AE6"/>
    <w:rsid w:val="00071B45"/>
    <w:rsid w:val="00071E95"/>
    <w:rsid w:val="000734FE"/>
    <w:rsid w:val="00073ABE"/>
    <w:rsid w:val="00074E0C"/>
    <w:rsid w:val="00075DBE"/>
    <w:rsid w:val="00077828"/>
    <w:rsid w:val="000778AE"/>
    <w:rsid w:val="00077BFE"/>
    <w:rsid w:val="000811DA"/>
    <w:rsid w:val="00081332"/>
    <w:rsid w:val="0008154D"/>
    <w:rsid w:val="00081585"/>
    <w:rsid w:val="00082016"/>
    <w:rsid w:val="00083B89"/>
    <w:rsid w:val="00084882"/>
    <w:rsid w:val="0008560B"/>
    <w:rsid w:val="00085AA9"/>
    <w:rsid w:val="00085D81"/>
    <w:rsid w:val="00085FD6"/>
    <w:rsid w:val="00086321"/>
    <w:rsid w:val="00086DC4"/>
    <w:rsid w:val="000878D9"/>
    <w:rsid w:val="000905E8"/>
    <w:rsid w:val="00090B5B"/>
    <w:rsid w:val="00090E4A"/>
    <w:rsid w:val="00091749"/>
    <w:rsid w:val="00094529"/>
    <w:rsid w:val="000956D4"/>
    <w:rsid w:val="00095C1D"/>
    <w:rsid w:val="00095DBB"/>
    <w:rsid w:val="00097C63"/>
    <w:rsid w:val="00097E20"/>
    <w:rsid w:val="000A0866"/>
    <w:rsid w:val="000A0A49"/>
    <w:rsid w:val="000A1304"/>
    <w:rsid w:val="000A19A9"/>
    <w:rsid w:val="000A1E26"/>
    <w:rsid w:val="000A2BA8"/>
    <w:rsid w:val="000A31F1"/>
    <w:rsid w:val="000A3ACB"/>
    <w:rsid w:val="000A4F29"/>
    <w:rsid w:val="000A5834"/>
    <w:rsid w:val="000A71BE"/>
    <w:rsid w:val="000B335C"/>
    <w:rsid w:val="000B36CC"/>
    <w:rsid w:val="000B37CF"/>
    <w:rsid w:val="000B4C11"/>
    <w:rsid w:val="000B5B52"/>
    <w:rsid w:val="000B5FFE"/>
    <w:rsid w:val="000B6D6C"/>
    <w:rsid w:val="000B7364"/>
    <w:rsid w:val="000B77D2"/>
    <w:rsid w:val="000B7AA7"/>
    <w:rsid w:val="000B7B86"/>
    <w:rsid w:val="000C068B"/>
    <w:rsid w:val="000C1D64"/>
    <w:rsid w:val="000C26FD"/>
    <w:rsid w:val="000C36EE"/>
    <w:rsid w:val="000C465F"/>
    <w:rsid w:val="000C4A11"/>
    <w:rsid w:val="000C56E7"/>
    <w:rsid w:val="000C570D"/>
    <w:rsid w:val="000C6344"/>
    <w:rsid w:val="000C63CA"/>
    <w:rsid w:val="000C643A"/>
    <w:rsid w:val="000C691D"/>
    <w:rsid w:val="000C6A43"/>
    <w:rsid w:val="000C78DF"/>
    <w:rsid w:val="000D05D8"/>
    <w:rsid w:val="000D08FA"/>
    <w:rsid w:val="000D0942"/>
    <w:rsid w:val="000D0FE4"/>
    <w:rsid w:val="000D1135"/>
    <w:rsid w:val="000D1F24"/>
    <w:rsid w:val="000D2DA3"/>
    <w:rsid w:val="000D2EFD"/>
    <w:rsid w:val="000D30D9"/>
    <w:rsid w:val="000D32FD"/>
    <w:rsid w:val="000D3612"/>
    <w:rsid w:val="000D4302"/>
    <w:rsid w:val="000D473E"/>
    <w:rsid w:val="000D633D"/>
    <w:rsid w:val="000D782D"/>
    <w:rsid w:val="000E003B"/>
    <w:rsid w:val="000E03AB"/>
    <w:rsid w:val="000E0EF1"/>
    <w:rsid w:val="000E1B01"/>
    <w:rsid w:val="000E3BDA"/>
    <w:rsid w:val="000E6364"/>
    <w:rsid w:val="000E6CC2"/>
    <w:rsid w:val="000F1256"/>
    <w:rsid w:val="000F13DF"/>
    <w:rsid w:val="000F166F"/>
    <w:rsid w:val="000F256F"/>
    <w:rsid w:val="000F4B4A"/>
    <w:rsid w:val="000F51DE"/>
    <w:rsid w:val="00100FE8"/>
    <w:rsid w:val="00102142"/>
    <w:rsid w:val="0010215E"/>
    <w:rsid w:val="001021BF"/>
    <w:rsid w:val="00106B49"/>
    <w:rsid w:val="001075DC"/>
    <w:rsid w:val="0011124A"/>
    <w:rsid w:val="00111557"/>
    <w:rsid w:val="0011249A"/>
    <w:rsid w:val="00112E03"/>
    <w:rsid w:val="00115253"/>
    <w:rsid w:val="00115A5E"/>
    <w:rsid w:val="00115E4A"/>
    <w:rsid w:val="00121469"/>
    <w:rsid w:val="00121D7A"/>
    <w:rsid w:val="00121E17"/>
    <w:rsid w:val="00121E2F"/>
    <w:rsid w:val="00123107"/>
    <w:rsid w:val="00123A92"/>
    <w:rsid w:val="0012443B"/>
    <w:rsid w:val="001252F3"/>
    <w:rsid w:val="00125E24"/>
    <w:rsid w:val="00126B22"/>
    <w:rsid w:val="00130634"/>
    <w:rsid w:val="00130EA8"/>
    <w:rsid w:val="00131772"/>
    <w:rsid w:val="00131B41"/>
    <w:rsid w:val="00131D1C"/>
    <w:rsid w:val="00131E21"/>
    <w:rsid w:val="001340F8"/>
    <w:rsid w:val="00134614"/>
    <w:rsid w:val="00134E3D"/>
    <w:rsid w:val="00134F6D"/>
    <w:rsid w:val="0013505B"/>
    <w:rsid w:val="001353A1"/>
    <w:rsid w:val="00136439"/>
    <w:rsid w:val="00137517"/>
    <w:rsid w:val="00140381"/>
    <w:rsid w:val="001409F2"/>
    <w:rsid w:val="00141B7D"/>
    <w:rsid w:val="00141B89"/>
    <w:rsid w:val="0014218D"/>
    <w:rsid w:val="00142B64"/>
    <w:rsid w:val="00143455"/>
    <w:rsid w:val="00143B92"/>
    <w:rsid w:val="001440C8"/>
    <w:rsid w:val="00144A63"/>
    <w:rsid w:val="0014646B"/>
    <w:rsid w:val="00146FA2"/>
    <w:rsid w:val="001529DE"/>
    <w:rsid w:val="00152C0B"/>
    <w:rsid w:val="00153230"/>
    <w:rsid w:val="0015360D"/>
    <w:rsid w:val="001536C0"/>
    <w:rsid w:val="00155C50"/>
    <w:rsid w:val="00156E08"/>
    <w:rsid w:val="00157A3C"/>
    <w:rsid w:val="00160CC6"/>
    <w:rsid w:val="001616C4"/>
    <w:rsid w:val="00161FD0"/>
    <w:rsid w:val="00162173"/>
    <w:rsid w:val="0016281E"/>
    <w:rsid w:val="001646F1"/>
    <w:rsid w:val="00164FF2"/>
    <w:rsid w:val="00166B10"/>
    <w:rsid w:val="00166BC8"/>
    <w:rsid w:val="0016704C"/>
    <w:rsid w:val="001679E6"/>
    <w:rsid w:val="001704DC"/>
    <w:rsid w:val="001718CF"/>
    <w:rsid w:val="001726C6"/>
    <w:rsid w:val="001732D5"/>
    <w:rsid w:val="0017335B"/>
    <w:rsid w:val="00173B5E"/>
    <w:rsid w:val="00174CBD"/>
    <w:rsid w:val="00174E64"/>
    <w:rsid w:val="00175885"/>
    <w:rsid w:val="001777E3"/>
    <w:rsid w:val="00177934"/>
    <w:rsid w:val="00181AE3"/>
    <w:rsid w:val="00182ABF"/>
    <w:rsid w:val="00182C39"/>
    <w:rsid w:val="00182CD5"/>
    <w:rsid w:val="00183141"/>
    <w:rsid w:val="00184BC1"/>
    <w:rsid w:val="00186A80"/>
    <w:rsid w:val="00190CEE"/>
    <w:rsid w:val="00191E1B"/>
    <w:rsid w:val="00192027"/>
    <w:rsid w:val="00193FFC"/>
    <w:rsid w:val="00194415"/>
    <w:rsid w:val="00197A0D"/>
    <w:rsid w:val="001A0216"/>
    <w:rsid w:val="001A318C"/>
    <w:rsid w:val="001A3465"/>
    <w:rsid w:val="001A3A34"/>
    <w:rsid w:val="001A3CD5"/>
    <w:rsid w:val="001A4B1A"/>
    <w:rsid w:val="001A50E8"/>
    <w:rsid w:val="001A7641"/>
    <w:rsid w:val="001A792A"/>
    <w:rsid w:val="001B0434"/>
    <w:rsid w:val="001B0662"/>
    <w:rsid w:val="001B110D"/>
    <w:rsid w:val="001B1250"/>
    <w:rsid w:val="001B19C4"/>
    <w:rsid w:val="001B1BA5"/>
    <w:rsid w:val="001B3316"/>
    <w:rsid w:val="001B429C"/>
    <w:rsid w:val="001B4874"/>
    <w:rsid w:val="001B65FA"/>
    <w:rsid w:val="001B6D83"/>
    <w:rsid w:val="001B6E26"/>
    <w:rsid w:val="001B702B"/>
    <w:rsid w:val="001B77D5"/>
    <w:rsid w:val="001C003A"/>
    <w:rsid w:val="001C0188"/>
    <w:rsid w:val="001C0240"/>
    <w:rsid w:val="001C0957"/>
    <w:rsid w:val="001C2A84"/>
    <w:rsid w:val="001C3ECA"/>
    <w:rsid w:val="001C3F1A"/>
    <w:rsid w:val="001C52F0"/>
    <w:rsid w:val="001C556D"/>
    <w:rsid w:val="001C61B2"/>
    <w:rsid w:val="001C7071"/>
    <w:rsid w:val="001D0C3A"/>
    <w:rsid w:val="001D0EBD"/>
    <w:rsid w:val="001D1871"/>
    <w:rsid w:val="001D3D25"/>
    <w:rsid w:val="001D4DBD"/>
    <w:rsid w:val="001D645E"/>
    <w:rsid w:val="001D64EF"/>
    <w:rsid w:val="001D72D6"/>
    <w:rsid w:val="001D7970"/>
    <w:rsid w:val="001E0327"/>
    <w:rsid w:val="001E1257"/>
    <w:rsid w:val="001E183D"/>
    <w:rsid w:val="001E2641"/>
    <w:rsid w:val="001E486F"/>
    <w:rsid w:val="001E5AAC"/>
    <w:rsid w:val="001E5DEB"/>
    <w:rsid w:val="001F1752"/>
    <w:rsid w:val="001F2187"/>
    <w:rsid w:val="001F25D9"/>
    <w:rsid w:val="001F2A6F"/>
    <w:rsid w:val="001F39BD"/>
    <w:rsid w:val="001F3A66"/>
    <w:rsid w:val="001F3AA3"/>
    <w:rsid w:val="001F6B9A"/>
    <w:rsid w:val="001F7779"/>
    <w:rsid w:val="001F7A71"/>
    <w:rsid w:val="001F7BAA"/>
    <w:rsid w:val="0020057F"/>
    <w:rsid w:val="00201111"/>
    <w:rsid w:val="00202014"/>
    <w:rsid w:val="00202DEE"/>
    <w:rsid w:val="00203094"/>
    <w:rsid w:val="00203638"/>
    <w:rsid w:val="00203908"/>
    <w:rsid w:val="00203E57"/>
    <w:rsid w:val="00204F9C"/>
    <w:rsid w:val="002060BF"/>
    <w:rsid w:val="002066C2"/>
    <w:rsid w:val="00206D35"/>
    <w:rsid w:val="00210784"/>
    <w:rsid w:val="00210CE9"/>
    <w:rsid w:val="00211204"/>
    <w:rsid w:val="00214E66"/>
    <w:rsid w:val="00216993"/>
    <w:rsid w:val="002175DD"/>
    <w:rsid w:val="00220312"/>
    <w:rsid w:val="00220C68"/>
    <w:rsid w:val="002221D2"/>
    <w:rsid w:val="002222FA"/>
    <w:rsid w:val="00222363"/>
    <w:rsid w:val="00223036"/>
    <w:rsid w:val="00223044"/>
    <w:rsid w:val="0022343F"/>
    <w:rsid w:val="002249E9"/>
    <w:rsid w:val="0022524E"/>
    <w:rsid w:val="00225A67"/>
    <w:rsid w:val="002273AF"/>
    <w:rsid w:val="002279FF"/>
    <w:rsid w:val="002302AD"/>
    <w:rsid w:val="00232838"/>
    <w:rsid w:val="00232C16"/>
    <w:rsid w:val="00232C64"/>
    <w:rsid w:val="00236BC7"/>
    <w:rsid w:val="00240864"/>
    <w:rsid w:val="002429DC"/>
    <w:rsid w:val="00242DB7"/>
    <w:rsid w:val="002453E6"/>
    <w:rsid w:val="002472B8"/>
    <w:rsid w:val="00247771"/>
    <w:rsid w:val="0024788C"/>
    <w:rsid w:val="002478F8"/>
    <w:rsid w:val="0025045E"/>
    <w:rsid w:val="00250A41"/>
    <w:rsid w:val="00250E16"/>
    <w:rsid w:val="0025191C"/>
    <w:rsid w:val="00251B23"/>
    <w:rsid w:val="00251E54"/>
    <w:rsid w:val="002528A1"/>
    <w:rsid w:val="00253459"/>
    <w:rsid w:val="0025596A"/>
    <w:rsid w:val="00255C95"/>
    <w:rsid w:val="00256985"/>
    <w:rsid w:val="002576F3"/>
    <w:rsid w:val="00257C05"/>
    <w:rsid w:val="002600C3"/>
    <w:rsid w:val="00261098"/>
    <w:rsid w:val="00261A87"/>
    <w:rsid w:val="00262E8D"/>
    <w:rsid w:val="00264159"/>
    <w:rsid w:val="00264888"/>
    <w:rsid w:val="0026662E"/>
    <w:rsid w:val="00266AC9"/>
    <w:rsid w:val="00266E31"/>
    <w:rsid w:val="00266E6A"/>
    <w:rsid w:val="00267641"/>
    <w:rsid w:val="00270CFD"/>
    <w:rsid w:val="00273BC3"/>
    <w:rsid w:val="00274A69"/>
    <w:rsid w:val="002776AA"/>
    <w:rsid w:val="00277ED7"/>
    <w:rsid w:val="00283672"/>
    <w:rsid w:val="0028411F"/>
    <w:rsid w:val="00284EC2"/>
    <w:rsid w:val="0028745C"/>
    <w:rsid w:val="00287648"/>
    <w:rsid w:val="002936F4"/>
    <w:rsid w:val="002938A9"/>
    <w:rsid w:val="00294F6E"/>
    <w:rsid w:val="002967C4"/>
    <w:rsid w:val="00296B19"/>
    <w:rsid w:val="00297556"/>
    <w:rsid w:val="00297E02"/>
    <w:rsid w:val="002A13E2"/>
    <w:rsid w:val="002A1406"/>
    <w:rsid w:val="002A374F"/>
    <w:rsid w:val="002A3EC8"/>
    <w:rsid w:val="002A4708"/>
    <w:rsid w:val="002A4F50"/>
    <w:rsid w:val="002A5BC2"/>
    <w:rsid w:val="002A6388"/>
    <w:rsid w:val="002B09F4"/>
    <w:rsid w:val="002B0EC2"/>
    <w:rsid w:val="002B1728"/>
    <w:rsid w:val="002B1E12"/>
    <w:rsid w:val="002B1FD5"/>
    <w:rsid w:val="002B2392"/>
    <w:rsid w:val="002B270E"/>
    <w:rsid w:val="002B3D71"/>
    <w:rsid w:val="002B51C6"/>
    <w:rsid w:val="002B6370"/>
    <w:rsid w:val="002B7048"/>
    <w:rsid w:val="002B713B"/>
    <w:rsid w:val="002B72C2"/>
    <w:rsid w:val="002B7C10"/>
    <w:rsid w:val="002C0D0E"/>
    <w:rsid w:val="002C0D79"/>
    <w:rsid w:val="002C2057"/>
    <w:rsid w:val="002C20C9"/>
    <w:rsid w:val="002C2CC0"/>
    <w:rsid w:val="002C3C1B"/>
    <w:rsid w:val="002C486B"/>
    <w:rsid w:val="002C54C9"/>
    <w:rsid w:val="002C55F7"/>
    <w:rsid w:val="002C5736"/>
    <w:rsid w:val="002C57AC"/>
    <w:rsid w:val="002C5887"/>
    <w:rsid w:val="002C5E5E"/>
    <w:rsid w:val="002C61F8"/>
    <w:rsid w:val="002C666C"/>
    <w:rsid w:val="002C721B"/>
    <w:rsid w:val="002D0D0C"/>
    <w:rsid w:val="002D1481"/>
    <w:rsid w:val="002D2C6A"/>
    <w:rsid w:val="002D31C6"/>
    <w:rsid w:val="002D37A1"/>
    <w:rsid w:val="002D3C34"/>
    <w:rsid w:val="002D5E19"/>
    <w:rsid w:val="002D6247"/>
    <w:rsid w:val="002D670D"/>
    <w:rsid w:val="002D6D74"/>
    <w:rsid w:val="002D731F"/>
    <w:rsid w:val="002D7B8D"/>
    <w:rsid w:val="002D7DE9"/>
    <w:rsid w:val="002E24A8"/>
    <w:rsid w:val="002E3582"/>
    <w:rsid w:val="002E483B"/>
    <w:rsid w:val="002E4903"/>
    <w:rsid w:val="002E4D75"/>
    <w:rsid w:val="002E596A"/>
    <w:rsid w:val="002E62E1"/>
    <w:rsid w:val="002E64C8"/>
    <w:rsid w:val="002E6A0B"/>
    <w:rsid w:val="002E6BDC"/>
    <w:rsid w:val="002E6C15"/>
    <w:rsid w:val="002E6FDB"/>
    <w:rsid w:val="002E76B2"/>
    <w:rsid w:val="002F0045"/>
    <w:rsid w:val="002F194C"/>
    <w:rsid w:val="002F199D"/>
    <w:rsid w:val="002F241C"/>
    <w:rsid w:val="002F2BA4"/>
    <w:rsid w:val="002F40AA"/>
    <w:rsid w:val="002F49BE"/>
    <w:rsid w:val="002F6841"/>
    <w:rsid w:val="0030042F"/>
    <w:rsid w:val="0030143F"/>
    <w:rsid w:val="00301833"/>
    <w:rsid w:val="00302BFF"/>
    <w:rsid w:val="00306770"/>
    <w:rsid w:val="0031096E"/>
    <w:rsid w:val="00310C41"/>
    <w:rsid w:val="00312C1C"/>
    <w:rsid w:val="00313D49"/>
    <w:rsid w:val="00313D55"/>
    <w:rsid w:val="00314415"/>
    <w:rsid w:val="00314844"/>
    <w:rsid w:val="00315C0A"/>
    <w:rsid w:val="00315C95"/>
    <w:rsid w:val="003178B1"/>
    <w:rsid w:val="00317E2F"/>
    <w:rsid w:val="00320C29"/>
    <w:rsid w:val="00321BF0"/>
    <w:rsid w:val="0032496C"/>
    <w:rsid w:val="00325A0F"/>
    <w:rsid w:val="00325C9C"/>
    <w:rsid w:val="003267D6"/>
    <w:rsid w:val="00326BBF"/>
    <w:rsid w:val="00327097"/>
    <w:rsid w:val="00327B56"/>
    <w:rsid w:val="003300E8"/>
    <w:rsid w:val="003301E9"/>
    <w:rsid w:val="0033159C"/>
    <w:rsid w:val="00332969"/>
    <w:rsid w:val="00337F3E"/>
    <w:rsid w:val="00340D0B"/>
    <w:rsid w:val="00340E04"/>
    <w:rsid w:val="00341A9D"/>
    <w:rsid w:val="0034245A"/>
    <w:rsid w:val="00342E5C"/>
    <w:rsid w:val="003435C0"/>
    <w:rsid w:val="0034477A"/>
    <w:rsid w:val="003458DC"/>
    <w:rsid w:val="00345DF5"/>
    <w:rsid w:val="00346B37"/>
    <w:rsid w:val="00347222"/>
    <w:rsid w:val="00347755"/>
    <w:rsid w:val="003479B6"/>
    <w:rsid w:val="003501FD"/>
    <w:rsid w:val="0035025C"/>
    <w:rsid w:val="003534EA"/>
    <w:rsid w:val="0035389A"/>
    <w:rsid w:val="00353927"/>
    <w:rsid w:val="00354933"/>
    <w:rsid w:val="00354FEB"/>
    <w:rsid w:val="00355726"/>
    <w:rsid w:val="00355C89"/>
    <w:rsid w:val="00356497"/>
    <w:rsid w:val="003568B4"/>
    <w:rsid w:val="003569E6"/>
    <w:rsid w:val="00356CE3"/>
    <w:rsid w:val="003625B3"/>
    <w:rsid w:val="003638CF"/>
    <w:rsid w:val="00365A97"/>
    <w:rsid w:val="00365FDD"/>
    <w:rsid w:val="00366C6C"/>
    <w:rsid w:val="00366CC3"/>
    <w:rsid w:val="003670E3"/>
    <w:rsid w:val="0036758D"/>
    <w:rsid w:val="003727C5"/>
    <w:rsid w:val="00372A7B"/>
    <w:rsid w:val="00373588"/>
    <w:rsid w:val="00373FBB"/>
    <w:rsid w:val="00374A56"/>
    <w:rsid w:val="00375197"/>
    <w:rsid w:val="00377B0A"/>
    <w:rsid w:val="00380E44"/>
    <w:rsid w:val="00380E9A"/>
    <w:rsid w:val="00381733"/>
    <w:rsid w:val="00381CDB"/>
    <w:rsid w:val="00383DCA"/>
    <w:rsid w:val="00385320"/>
    <w:rsid w:val="00385D1B"/>
    <w:rsid w:val="00386879"/>
    <w:rsid w:val="003904FD"/>
    <w:rsid w:val="00391862"/>
    <w:rsid w:val="00392ED9"/>
    <w:rsid w:val="00393784"/>
    <w:rsid w:val="00393A1A"/>
    <w:rsid w:val="003949C8"/>
    <w:rsid w:val="003967C0"/>
    <w:rsid w:val="00397DFB"/>
    <w:rsid w:val="003A07BC"/>
    <w:rsid w:val="003A08F2"/>
    <w:rsid w:val="003A1968"/>
    <w:rsid w:val="003A2377"/>
    <w:rsid w:val="003A4C11"/>
    <w:rsid w:val="003A58A5"/>
    <w:rsid w:val="003B06B0"/>
    <w:rsid w:val="003B0E63"/>
    <w:rsid w:val="003B1BC1"/>
    <w:rsid w:val="003B267D"/>
    <w:rsid w:val="003B6DF3"/>
    <w:rsid w:val="003B6F89"/>
    <w:rsid w:val="003B79B0"/>
    <w:rsid w:val="003C03EE"/>
    <w:rsid w:val="003C2656"/>
    <w:rsid w:val="003C283A"/>
    <w:rsid w:val="003C2A46"/>
    <w:rsid w:val="003C34A6"/>
    <w:rsid w:val="003C4325"/>
    <w:rsid w:val="003C5A33"/>
    <w:rsid w:val="003C62D8"/>
    <w:rsid w:val="003D2F01"/>
    <w:rsid w:val="003D2FCE"/>
    <w:rsid w:val="003D3988"/>
    <w:rsid w:val="003D4892"/>
    <w:rsid w:val="003D4DFA"/>
    <w:rsid w:val="003D559B"/>
    <w:rsid w:val="003D59E4"/>
    <w:rsid w:val="003D6687"/>
    <w:rsid w:val="003D7105"/>
    <w:rsid w:val="003D7A22"/>
    <w:rsid w:val="003D7A71"/>
    <w:rsid w:val="003D7B81"/>
    <w:rsid w:val="003E27B7"/>
    <w:rsid w:val="003E36A9"/>
    <w:rsid w:val="003E3C6A"/>
    <w:rsid w:val="003E5F1A"/>
    <w:rsid w:val="003E5F98"/>
    <w:rsid w:val="003E6010"/>
    <w:rsid w:val="003E6F27"/>
    <w:rsid w:val="003E772E"/>
    <w:rsid w:val="003E77EA"/>
    <w:rsid w:val="003E7D6C"/>
    <w:rsid w:val="003F0320"/>
    <w:rsid w:val="003F04A9"/>
    <w:rsid w:val="003F0530"/>
    <w:rsid w:val="003F0A6A"/>
    <w:rsid w:val="003F1001"/>
    <w:rsid w:val="003F2BEF"/>
    <w:rsid w:val="003F3552"/>
    <w:rsid w:val="003F47E9"/>
    <w:rsid w:val="003F77DC"/>
    <w:rsid w:val="00400431"/>
    <w:rsid w:val="0040046E"/>
    <w:rsid w:val="00400BB8"/>
    <w:rsid w:val="004013D1"/>
    <w:rsid w:val="00401BEC"/>
    <w:rsid w:val="00403988"/>
    <w:rsid w:val="00405405"/>
    <w:rsid w:val="004060ED"/>
    <w:rsid w:val="004061A9"/>
    <w:rsid w:val="00407117"/>
    <w:rsid w:val="00407B45"/>
    <w:rsid w:val="00411189"/>
    <w:rsid w:val="004113CE"/>
    <w:rsid w:val="004113D0"/>
    <w:rsid w:val="00411409"/>
    <w:rsid w:val="0041272D"/>
    <w:rsid w:val="00412BF6"/>
    <w:rsid w:val="00413824"/>
    <w:rsid w:val="00413966"/>
    <w:rsid w:val="0041471D"/>
    <w:rsid w:val="00414E7B"/>
    <w:rsid w:val="004158B2"/>
    <w:rsid w:val="00415C42"/>
    <w:rsid w:val="00416DF1"/>
    <w:rsid w:val="00417110"/>
    <w:rsid w:val="00417E9F"/>
    <w:rsid w:val="00420C5F"/>
    <w:rsid w:val="004214EB"/>
    <w:rsid w:val="00423146"/>
    <w:rsid w:val="00423A00"/>
    <w:rsid w:val="00423D95"/>
    <w:rsid w:val="0042433F"/>
    <w:rsid w:val="00425357"/>
    <w:rsid w:val="00425782"/>
    <w:rsid w:val="00425C19"/>
    <w:rsid w:val="004262FC"/>
    <w:rsid w:val="004318CD"/>
    <w:rsid w:val="00432133"/>
    <w:rsid w:val="0043292A"/>
    <w:rsid w:val="004339E5"/>
    <w:rsid w:val="00433E8D"/>
    <w:rsid w:val="004344CE"/>
    <w:rsid w:val="004345FA"/>
    <w:rsid w:val="00436724"/>
    <w:rsid w:val="00437209"/>
    <w:rsid w:val="00437579"/>
    <w:rsid w:val="00437810"/>
    <w:rsid w:val="004419EF"/>
    <w:rsid w:val="00441B2F"/>
    <w:rsid w:val="00441C9A"/>
    <w:rsid w:val="004422CC"/>
    <w:rsid w:val="00442640"/>
    <w:rsid w:val="0044415D"/>
    <w:rsid w:val="00444E70"/>
    <w:rsid w:val="00445E4C"/>
    <w:rsid w:val="0044674E"/>
    <w:rsid w:val="00447AAB"/>
    <w:rsid w:val="00447AB7"/>
    <w:rsid w:val="0045009B"/>
    <w:rsid w:val="00450B64"/>
    <w:rsid w:val="004514F3"/>
    <w:rsid w:val="004517CF"/>
    <w:rsid w:val="00452080"/>
    <w:rsid w:val="0045275C"/>
    <w:rsid w:val="00453489"/>
    <w:rsid w:val="00453B43"/>
    <w:rsid w:val="00454956"/>
    <w:rsid w:val="004573DA"/>
    <w:rsid w:val="00460067"/>
    <w:rsid w:val="00460664"/>
    <w:rsid w:val="00460C6F"/>
    <w:rsid w:val="00462A88"/>
    <w:rsid w:val="00463248"/>
    <w:rsid w:val="00463968"/>
    <w:rsid w:val="00463D6E"/>
    <w:rsid w:val="00464871"/>
    <w:rsid w:val="00464BFE"/>
    <w:rsid w:val="00464FD0"/>
    <w:rsid w:val="00466BED"/>
    <w:rsid w:val="00471EE0"/>
    <w:rsid w:val="00472D72"/>
    <w:rsid w:val="004741DC"/>
    <w:rsid w:val="0047454A"/>
    <w:rsid w:val="00474551"/>
    <w:rsid w:val="00474586"/>
    <w:rsid w:val="00476C31"/>
    <w:rsid w:val="0048027A"/>
    <w:rsid w:val="004805DE"/>
    <w:rsid w:val="00480DD9"/>
    <w:rsid w:val="0048356A"/>
    <w:rsid w:val="00484667"/>
    <w:rsid w:val="00484786"/>
    <w:rsid w:val="00484BA0"/>
    <w:rsid w:val="00485A73"/>
    <w:rsid w:val="00485B99"/>
    <w:rsid w:val="00486BBC"/>
    <w:rsid w:val="004879AA"/>
    <w:rsid w:val="00491799"/>
    <w:rsid w:val="004918A9"/>
    <w:rsid w:val="00491B62"/>
    <w:rsid w:val="00491FA9"/>
    <w:rsid w:val="00492368"/>
    <w:rsid w:val="00494420"/>
    <w:rsid w:val="00494964"/>
    <w:rsid w:val="004950C3"/>
    <w:rsid w:val="004951FC"/>
    <w:rsid w:val="004974BC"/>
    <w:rsid w:val="004A0465"/>
    <w:rsid w:val="004A08AE"/>
    <w:rsid w:val="004A0FEA"/>
    <w:rsid w:val="004A20FE"/>
    <w:rsid w:val="004A2731"/>
    <w:rsid w:val="004A3EB9"/>
    <w:rsid w:val="004A4069"/>
    <w:rsid w:val="004A5BFB"/>
    <w:rsid w:val="004A5FD4"/>
    <w:rsid w:val="004B0466"/>
    <w:rsid w:val="004B2628"/>
    <w:rsid w:val="004B2FA9"/>
    <w:rsid w:val="004B3B43"/>
    <w:rsid w:val="004B58CA"/>
    <w:rsid w:val="004B5B4A"/>
    <w:rsid w:val="004B7E95"/>
    <w:rsid w:val="004C0288"/>
    <w:rsid w:val="004C0975"/>
    <w:rsid w:val="004C0D85"/>
    <w:rsid w:val="004C2393"/>
    <w:rsid w:val="004C241E"/>
    <w:rsid w:val="004C37E2"/>
    <w:rsid w:val="004C3D63"/>
    <w:rsid w:val="004C45F4"/>
    <w:rsid w:val="004C5073"/>
    <w:rsid w:val="004C5D04"/>
    <w:rsid w:val="004C5FFD"/>
    <w:rsid w:val="004C62D2"/>
    <w:rsid w:val="004C630A"/>
    <w:rsid w:val="004C6B65"/>
    <w:rsid w:val="004C6ECD"/>
    <w:rsid w:val="004D0DB2"/>
    <w:rsid w:val="004D255B"/>
    <w:rsid w:val="004D316B"/>
    <w:rsid w:val="004D327F"/>
    <w:rsid w:val="004D4E63"/>
    <w:rsid w:val="004D584C"/>
    <w:rsid w:val="004D629F"/>
    <w:rsid w:val="004E010F"/>
    <w:rsid w:val="004E06A5"/>
    <w:rsid w:val="004E0A76"/>
    <w:rsid w:val="004E0BFB"/>
    <w:rsid w:val="004E0E65"/>
    <w:rsid w:val="004E13E6"/>
    <w:rsid w:val="004E1D2F"/>
    <w:rsid w:val="004E265F"/>
    <w:rsid w:val="004E2BA2"/>
    <w:rsid w:val="004E4862"/>
    <w:rsid w:val="004E5320"/>
    <w:rsid w:val="004E56D2"/>
    <w:rsid w:val="004E5D97"/>
    <w:rsid w:val="004E6B5B"/>
    <w:rsid w:val="004F070B"/>
    <w:rsid w:val="004F074C"/>
    <w:rsid w:val="004F11A8"/>
    <w:rsid w:val="004F1878"/>
    <w:rsid w:val="004F3761"/>
    <w:rsid w:val="004F604F"/>
    <w:rsid w:val="004F7BCA"/>
    <w:rsid w:val="00500797"/>
    <w:rsid w:val="00500C2A"/>
    <w:rsid w:val="00500C5B"/>
    <w:rsid w:val="00500CED"/>
    <w:rsid w:val="005017DB"/>
    <w:rsid w:val="00501A8B"/>
    <w:rsid w:val="00502091"/>
    <w:rsid w:val="005021B1"/>
    <w:rsid w:val="00503BB9"/>
    <w:rsid w:val="0050467F"/>
    <w:rsid w:val="00504E2A"/>
    <w:rsid w:val="005059EF"/>
    <w:rsid w:val="00506230"/>
    <w:rsid w:val="005074DF"/>
    <w:rsid w:val="00510C4E"/>
    <w:rsid w:val="00512F8A"/>
    <w:rsid w:val="00513242"/>
    <w:rsid w:val="0051327A"/>
    <w:rsid w:val="005134B3"/>
    <w:rsid w:val="0051352D"/>
    <w:rsid w:val="00513F7C"/>
    <w:rsid w:val="00513F7E"/>
    <w:rsid w:val="00514647"/>
    <w:rsid w:val="0051715F"/>
    <w:rsid w:val="0052031E"/>
    <w:rsid w:val="0052033F"/>
    <w:rsid w:val="00520568"/>
    <w:rsid w:val="005216E0"/>
    <w:rsid w:val="00522777"/>
    <w:rsid w:val="00522E08"/>
    <w:rsid w:val="00523CC9"/>
    <w:rsid w:val="00523DCC"/>
    <w:rsid w:val="00523FC7"/>
    <w:rsid w:val="0052420A"/>
    <w:rsid w:val="00525CBE"/>
    <w:rsid w:val="0052650E"/>
    <w:rsid w:val="005269F9"/>
    <w:rsid w:val="00526C6C"/>
    <w:rsid w:val="005300B4"/>
    <w:rsid w:val="00530422"/>
    <w:rsid w:val="0053052A"/>
    <w:rsid w:val="00531FF8"/>
    <w:rsid w:val="00532C80"/>
    <w:rsid w:val="0053310D"/>
    <w:rsid w:val="0053327A"/>
    <w:rsid w:val="00533508"/>
    <w:rsid w:val="00533CA5"/>
    <w:rsid w:val="00534B85"/>
    <w:rsid w:val="00534FBF"/>
    <w:rsid w:val="00535442"/>
    <w:rsid w:val="0053650E"/>
    <w:rsid w:val="00537448"/>
    <w:rsid w:val="00537762"/>
    <w:rsid w:val="00540535"/>
    <w:rsid w:val="00540BE9"/>
    <w:rsid w:val="00541957"/>
    <w:rsid w:val="0054452C"/>
    <w:rsid w:val="00545C00"/>
    <w:rsid w:val="00551C0F"/>
    <w:rsid w:val="005521B9"/>
    <w:rsid w:val="00552CE2"/>
    <w:rsid w:val="00553985"/>
    <w:rsid w:val="005539CB"/>
    <w:rsid w:val="00553E37"/>
    <w:rsid w:val="0055433A"/>
    <w:rsid w:val="005545F3"/>
    <w:rsid w:val="00556F1D"/>
    <w:rsid w:val="00557121"/>
    <w:rsid w:val="00560E60"/>
    <w:rsid w:val="005621E2"/>
    <w:rsid w:val="005649D6"/>
    <w:rsid w:val="00564E0A"/>
    <w:rsid w:val="00564EDC"/>
    <w:rsid w:val="00567823"/>
    <w:rsid w:val="00573F4B"/>
    <w:rsid w:val="00574167"/>
    <w:rsid w:val="00574C65"/>
    <w:rsid w:val="005754FC"/>
    <w:rsid w:val="0057589A"/>
    <w:rsid w:val="0057627C"/>
    <w:rsid w:val="005772B6"/>
    <w:rsid w:val="00577492"/>
    <w:rsid w:val="005775DD"/>
    <w:rsid w:val="00577993"/>
    <w:rsid w:val="0058137A"/>
    <w:rsid w:val="005838F0"/>
    <w:rsid w:val="0058504E"/>
    <w:rsid w:val="00585497"/>
    <w:rsid w:val="00586D78"/>
    <w:rsid w:val="0059056E"/>
    <w:rsid w:val="00590A55"/>
    <w:rsid w:val="00591403"/>
    <w:rsid w:val="005916C6"/>
    <w:rsid w:val="00592266"/>
    <w:rsid w:val="005924A9"/>
    <w:rsid w:val="00596A50"/>
    <w:rsid w:val="005977C7"/>
    <w:rsid w:val="005A0F01"/>
    <w:rsid w:val="005A2172"/>
    <w:rsid w:val="005A29AC"/>
    <w:rsid w:val="005A32B5"/>
    <w:rsid w:val="005A33A9"/>
    <w:rsid w:val="005A35D1"/>
    <w:rsid w:val="005A43DA"/>
    <w:rsid w:val="005A5795"/>
    <w:rsid w:val="005A58E5"/>
    <w:rsid w:val="005A5FA6"/>
    <w:rsid w:val="005A62F5"/>
    <w:rsid w:val="005A695E"/>
    <w:rsid w:val="005B0431"/>
    <w:rsid w:val="005B3E68"/>
    <w:rsid w:val="005B40A7"/>
    <w:rsid w:val="005B4CA8"/>
    <w:rsid w:val="005B53C2"/>
    <w:rsid w:val="005B62B1"/>
    <w:rsid w:val="005B76F7"/>
    <w:rsid w:val="005C1ABE"/>
    <w:rsid w:val="005C1F42"/>
    <w:rsid w:val="005C241D"/>
    <w:rsid w:val="005C2FA3"/>
    <w:rsid w:val="005C31A3"/>
    <w:rsid w:val="005C365B"/>
    <w:rsid w:val="005C6B72"/>
    <w:rsid w:val="005D04DA"/>
    <w:rsid w:val="005D2C27"/>
    <w:rsid w:val="005D2FF6"/>
    <w:rsid w:val="005D461B"/>
    <w:rsid w:val="005D4D02"/>
    <w:rsid w:val="005D587E"/>
    <w:rsid w:val="005D733F"/>
    <w:rsid w:val="005D7B9F"/>
    <w:rsid w:val="005E070F"/>
    <w:rsid w:val="005E0964"/>
    <w:rsid w:val="005E2890"/>
    <w:rsid w:val="005E3A19"/>
    <w:rsid w:val="005E7586"/>
    <w:rsid w:val="005F1EC7"/>
    <w:rsid w:val="005F391D"/>
    <w:rsid w:val="005F41CC"/>
    <w:rsid w:val="005F42CB"/>
    <w:rsid w:val="005F4D25"/>
    <w:rsid w:val="005F63D7"/>
    <w:rsid w:val="005F6555"/>
    <w:rsid w:val="005F6653"/>
    <w:rsid w:val="005F67D7"/>
    <w:rsid w:val="005F72AA"/>
    <w:rsid w:val="005F731F"/>
    <w:rsid w:val="005F734B"/>
    <w:rsid w:val="00600BDA"/>
    <w:rsid w:val="006016D0"/>
    <w:rsid w:val="0060230F"/>
    <w:rsid w:val="00602917"/>
    <w:rsid w:val="00603666"/>
    <w:rsid w:val="00603F56"/>
    <w:rsid w:val="00605092"/>
    <w:rsid w:val="00605102"/>
    <w:rsid w:val="00607840"/>
    <w:rsid w:val="00611054"/>
    <w:rsid w:val="00612063"/>
    <w:rsid w:val="006136A2"/>
    <w:rsid w:val="0061482E"/>
    <w:rsid w:val="00617CDE"/>
    <w:rsid w:val="006200A7"/>
    <w:rsid w:val="00620223"/>
    <w:rsid w:val="00620AE7"/>
    <w:rsid w:val="00621201"/>
    <w:rsid w:val="0062264A"/>
    <w:rsid w:val="00622874"/>
    <w:rsid w:val="0062432E"/>
    <w:rsid w:val="0062510F"/>
    <w:rsid w:val="00625421"/>
    <w:rsid w:val="006257C7"/>
    <w:rsid w:val="00625B36"/>
    <w:rsid w:val="00625EE2"/>
    <w:rsid w:val="0062621E"/>
    <w:rsid w:val="006263C3"/>
    <w:rsid w:val="00627451"/>
    <w:rsid w:val="00630D4F"/>
    <w:rsid w:val="0063165D"/>
    <w:rsid w:val="00631E36"/>
    <w:rsid w:val="0063219D"/>
    <w:rsid w:val="00632282"/>
    <w:rsid w:val="0063354B"/>
    <w:rsid w:val="00633B34"/>
    <w:rsid w:val="006342B2"/>
    <w:rsid w:val="006373D6"/>
    <w:rsid w:val="006402BE"/>
    <w:rsid w:val="00642AB0"/>
    <w:rsid w:val="006439EE"/>
    <w:rsid w:val="00643F5A"/>
    <w:rsid w:val="00644848"/>
    <w:rsid w:val="00644F14"/>
    <w:rsid w:val="0064684D"/>
    <w:rsid w:val="00647AD1"/>
    <w:rsid w:val="00647F47"/>
    <w:rsid w:val="00652F60"/>
    <w:rsid w:val="006531D9"/>
    <w:rsid w:val="006538E7"/>
    <w:rsid w:val="0065396A"/>
    <w:rsid w:val="00653B8A"/>
    <w:rsid w:val="006542E1"/>
    <w:rsid w:val="00654497"/>
    <w:rsid w:val="00654B22"/>
    <w:rsid w:val="006557F2"/>
    <w:rsid w:val="0065706E"/>
    <w:rsid w:val="00657406"/>
    <w:rsid w:val="0066008C"/>
    <w:rsid w:val="006605A0"/>
    <w:rsid w:val="00660631"/>
    <w:rsid w:val="00663474"/>
    <w:rsid w:val="00663D45"/>
    <w:rsid w:val="00663F58"/>
    <w:rsid w:val="0066410A"/>
    <w:rsid w:val="0066515A"/>
    <w:rsid w:val="00667351"/>
    <w:rsid w:val="006677FF"/>
    <w:rsid w:val="00667E14"/>
    <w:rsid w:val="006702D3"/>
    <w:rsid w:val="00670C1D"/>
    <w:rsid w:val="00670E38"/>
    <w:rsid w:val="00670FA4"/>
    <w:rsid w:val="0067277A"/>
    <w:rsid w:val="006731F9"/>
    <w:rsid w:val="00673635"/>
    <w:rsid w:val="00673911"/>
    <w:rsid w:val="006739F1"/>
    <w:rsid w:val="00673EA9"/>
    <w:rsid w:val="00674321"/>
    <w:rsid w:val="0067480A"/>
    <w:rsid w:val="00674D6F"/>
    <w:rsid w:val="006757B0"/>
    <w:rsid w:val="0067687E"/>
    <w:rsid w:val="0068005C"/>
    <w:rsid w:val="0068224D"/>
    <w:rsid w:val="00683C25"/>
    <w:rsid w:val="00683ED6"/>
    <w:rsid w:val="00685057"/>
    <w:rsid w:val="00686D6E"/>
    <w:rsid w:val="00687625"/>
    <w:rsid w:val="00691779"/>
    <w:rsid w:val="00693227"/>
    <w:rsid w:val="00693E27"/>
    <w:rsid w:val="00693F52"/>
    <w:rsid w:val="00694949"/>
    <w:rsid w:val="00694AAA"/>
    <w:rsid w:val="006953FC"/>
    <w:rsid w:val="006962D9"/>
    <w:rsid w:val="006966C0"/>
    <w:rsid w:val="00697E80"/>
    <w:rsid w:val="006A0527"/>
    <w:rsid w:val="006A089B"/>
    <w:rsid w:val="006A17B0"/>
    <w:rsid w:val="006A33BF"/>
    <w:rsid w:val="006A3496"/>
    <w:rsid w:val="006A42AB"/>
    <w:rsid w:val="006A6E53"/>
    <w:rsid w:val="006A6EB8"/>
    <w:rsid w:val="006B049E"/>
    <w:rsid w:val="006B1054"/>
    <w:rsid w:val="006B1ACD"/>
    <w:rsid w:val="006B2DA7"/>
    <w:rsid w:val="006B315D"/>
    <w:rsid w:val="006B34EB"/>
    <w:rsid w:val="006B5695"/>
    <w:rsid w:val="006B5922"/>
    <w:rsid w:val="006B5D9C"/>
    <w:rsid w:val="006B5E79"/>
    <w:rsid w:val="006B61BD"/>
    <w:rsid w:val="006B6418"/>
    <w:rsid w:val="006B664F"/>
    <w:rsid w:val="006B7792"/>
    <w:rsid w:val="006B7A78"/>
    <w:rsid w:val="006C0C05"/>
    <w:rsid w:val="006C3A64"/>
    <w:rsid w:val="006C473C"/>
    <w:rsid w:val="006C6D88"/>
    <w:rsid w:val="006D09FA"/>
    <w:rsid w:val="006D19C6"/>
    <w:rsid w:val="006D2BA5"/>
    <w:rsid w:val="006D3A08"/>
    <w:rsid w:val="006D3AA2"/>
    <w:rsid w:val="006D4174"/>
    <w:rsid w:val="006D4316"/>
    <w:rsid w:val="006D5011"/>
    <w:rsid w:val="006E0049"/>
    <w:rsid w:val="006E0B0A"/>
    <w:rsid w:val="006E0BE1"/>
    <w:rsid w:val="006E0E2F"/>
    <w:rsid w:val="006E1FAB"/>
    <w:rsid w:val="006E3544"/>
    <w:rsid w:val="006E37E5"/>
    <w:rsid w:val="006E3B37"/>
    <w:rsid w:val="006E4C66"/>
    <w:rsid w:val="006E5EEB"/>
    <w:rsid w:val="006E68A5"/>
    <w:rsid w:val="006E76CB"/>
    <w:rsid w:val="006F1985"/>
    <w:rsid w:val="006F1E06"/>
    <w:rsid w:val="006F2E74"/>
    <w:rsid w:val="006F34FA"/>
    <w:rsid w:val="006F402D"/>
    <w:rsid w:val="006F56A5"/>
    <w:rsid w:val="006F5B1A"/>
    <w:rsid w:val="00700495"/>
    <w:rsid w:val="00702AFE"/>
    <w:rsid w:val="0070660F"/>
    <w:rsid w:val="00706763"/>
    <w:rsid w:val="00707768"/>
    <w:rsid w:val="007125E8"/>
    <w:rsid w:val="00713214"/>
    <w:rsid w:val="0071401E"/>
    <w:rsid w:val="007140C0"/>
    <w:rsid w:val="00714289"/>
    <w:rsid w:val="00716E21"/>
    <w:rsid w:val="00717002"/>
    <w:rsid w:val="0071795C"/>
    <w:rsid w:val="00717B8D"/>
    <w:rsid w:val="0072078D"/>
    <w:rsid w:val="00720975"/>
    <w:rsid w:val="00720D68"/>
    <w:rsid w:val="00720E6D"/>
    <w:rsid w:val="0072205C"/>
    <w:rsid w:val="00722B69"/>
    <w:rsid w:val="00723220"/>
    <w:rsid w:val="00723A54"/>
    <w:rsid w:val="00723C6C"/>
    <w:rsid w:val="00724398"/>
    <w:rsid w:val="0072598C"/>
    <w:rsid w:val="007269D1"/>
    <w:rsid w:val="00726F2E"/>
    <w:rsid w:val="00727C84"/>
    <w:rsid w:val="007300FE"/>
    <w:rsid w:val="0073091E"/>
    <w:rsid w:val="00731915"/>
    <w:rsid w:val="00732CAB"/>
    <w:rsid w:val="00733455"/>
    <w:rsid w:val="007336A5"/>
    <w:rsid w:val="007340A8"/>
    <w:rsid w:val="00735201"/>
    <w:rsid w:val="0073535A"/>
    <w:rsid w:val="0073717C"/>
    <w:rsid w:val="00741E69"/>
    <w:rsid w:val="00743485"/>
    <w:rsid w:val="00745F42"/>
    <w:rsid w:val="007464BD"/>
    <w:rsid w:val="007464FB"/>
    <w:rsid w:val="007466EE"/>
    <w:rsid w:val="0074760B"/>
    <w:rsid w:val="00750B9A"/>
    <w:rsid w:val="007517D2"/>
    <w:rsid w:val="00751A8B"/>
    <w:rsid w:val="007524AF"/>
    <w:rsid w:val="007527CD"/>
    <w:rsid w:val="0075360E"/>
    <w:rsid w:val="0075458D"/>
    <w:rsid w:val="00756FA1"/>
    <w:rsid w:val="00756FA3"/>
    <w:rsid w:val="007617E7"/>
    <w:rsid w:val="007645A4"/>
    <w:rsid w:val="00764B8A"/>
    <w:rsid w:val="00764B8B"/>
    <w:rsid w:val="0076665D"/>
    <w:rsid w:val="007666BA"/>
    <w:rsid w:val="007679BA"/>
    <w:rsid w:val="00767A59"/>
    <w:rsid w:val="00767EA2"/>
    <w:rsid w:val="007705FD"/>
    <w:rsid w:val="0077066F"/>
    <w:rsid w:val="00771625"/>
    <w:rsid w:val="00771C2D"/>
    <w:rsid w:val="00771E7E"/>
    <w:rsid w:val="007721D5"/>
    <w:rsid w:val="007733F8"/>
    <w:rsid w:val="00773DD6"/>
    <w:rsid w:val="0077543E"/>
    <w:rsid w:val="00780143"/>
    <w:rsid w:val="00780304"/>
    <w:rsid w:val="007806DB"/>
    <w:rsid w:val="00780853"/>
    <w:rsid w:val="0078097B"/>
    <w:rsid w:val="00781C0E"/>
    <w:rsid w:val="007824A3"/>
    <w:rsid w:val="00782FED"/>
    <w:rsid w:val="00783C41"/>
    <w:rsid w:val="00783C4C"/>
    <w:rsid w:val="0078460A"/>
    <w:rsid w:val="0078465A"/>
    <w:rsid w:val="00785254"/>
    <w:rsid w:val="00785CD0"/>
    <w:rsid w:val="007871E1"/>
    <w:rsid w:val="00787E9D"/>
    <w:rsid w:val="00790963"/>
    <w:rsid w:val="007937BE"/>
    <w:rsid w:val="00795DC5"/>
    <w:rsid w:val="007969C0"/>
    <w:rsid w:val="00797D85"/>
    <w:rsid w:val="007A027D"/>
    <w:rsid w:val="007A1E66"/>
    <w:rsid w:val="007A2786"/>
    <w:rsid w:val="007A437B"/>
    <w:rsid w:val="007A4B09"/>
    <w:rsid w:val="007A4BF1"/>
    <w:rsid w:val="007A4F58"/>
    <w:rsid w:val="007A551A"/>
    <w:rsid w:val="007A5597"/>
    <w:rsid w:val="007A5667"/>
    <w:rsid w:val="007A6BDC"/>
    <w:rsid w:val="007A7FAC"/>
    <w:rsid w:val="007B15C0"/>
    <w:rsid w:val="007B1AA2"/>
    <w:rsid w:val="007B28ED"/>
    <w:rsid w:val="007B322E"/>
    <w:rsid w:val="007B387F"/>
    <w:rsid w:val="007B4EF2"/>
    <w:rsid w:val="007B5A67"/>
    <w:rsid w:val="007B69CA"/>
    <w:rsid w:val="007B7120"/>
    <w:rsid w:val="007B76AB"/>
    <w:rsid w:val="007B7EE1"/>
    <w:rsid w:val="007C0590"/>
    <w:rsid w:val="007C226F"/>
    <w:rsid w:val="007C2571"/>
    <w:rsid w:val="007C375E"/>
    <w:rsid w:val="007C49DC"/>
    <w:rsid w:val="007C5152"/>
    <w:rsid w:val="007C5E8D"/>
    <w:rsid w:val="007C6243"/>
    <w:rsid w:val="007C6336"/>
    <w:rsid w:val="007C73D2"/>
    <w:rsid w:val="007C7A4F"/>
    <w:rsid w:val="007C7F04"/>
    <w:rsid w:val="007D1442"/>
    <w:rsid w:val="007D1A10"/>
    <w:rsid w:val="007D4E6A"/>
    <w:rsid w:val="007D6567"/>
    <w:rsid w:val="007E0439"/>
    <w:rsid w:val="007E1E58"/>
    <w:rsid w:val="007E32C5"/>
    <w:rsid w:val="007E3538"/>
    <w:rsid w:val="007E3929"/>
    <w:rsid w:val="007E5674"/>
    <w:rsid w:val="007E6B1E"/>
    <w:rsid w:val="007E7891"/>
    <w:rsid w:val="007F00BF"/>
    <w:rsid w:val="007F09BF"/>
    <w:rsid w:val="007F1F1D"/>
    <w:rsid w:val="007F2006"/>
    <w:rsid w:val="007F307E"/>
    <w:rsid w:val="007F3A1C"/>
    <w:rsid w:val="007F3DDE"/>
    <w:rsid w:val="007F596C"/>
    <w:rsid w:val="007F5D88"/>
    <w:rsid w:val="007F6EC0"/>
    <w:rsid w:val="00800F8D"/>
    <w:rsid w:val="0080177D"/>
    <w:rsid w:val="0080422F"/>
    <w:rsid w:val="0080474D"/>
    <w:rsid w:val="00804F52"/>
    <w:rsid w:val="008051B2"/>
    <w:rsid w:val="00807036"/>
    <w:rsid w:val="00810AC7"/>
    <w:rsid w:val="008117CA"/>
    <w:rsid w:val="00812B2F"/>
    <w:rsid w:val="00812BF1"/>
    <w:rsid w:val="00812CFE"/>
    <w:rsid w:val="00813F7C"/>
    <w:rsid w:val="00814510"/>
    <w:rsid w:val="00816BD3"/>
    <w:rsid w:val="0081734B"/>
    <w:rsid w:val="00820337"/>
    <w:rsid w:val="008206AD"/>
    <w:rsid w:val="00823C67"/>
    <w:rsid w:val="00824CF7"/>
    <w:rsid w:val="008250BA"/>
    <w:rsid w:val="00826117"/>
    <w:rsid w:val="008272BE"/>
    <w:rsid w:val="008275C4"/>
    <w:rsid w:val="00827B34"/>
    <w:rsid w:val="00827B8D"/>
    <w:rsid w:val="00827D82"/>
    <w:rsid w:val="00830761"/>
    <w:rsid w:val="00830C88"/>
    <w:rsid w:val="00830E74"/>
    <w:rsid w:val="00832384"/>
    <w:rsid w:val="00832FE2"/>
    <w:rsid w:val="008345FF"/>
    <w:rsid w:val="00835699"/>
    <w:rsid w:val="00835B14"/>
    <w:rsid w:val="00835F28"/>
    <w:rsid w:val="008364DC"/>
    <w:rsid w:val="0083733F"/>
    <w:rsid w:val="008419F6"/>
    <w:rsid w:val="00842708"/>
    <w:rsid w:val="0084356B"/>
    <w:rsid w:val="00844E5D"/>
    <w:rsid w:val="00846098"/>
    <w:rsid w:val="00846116"/>
    <w:rsid w:val="00846830"/>
    <w:rsid w:val="00846B2E"/>
    <w:rsid w:val="0085010B"/>
    <w:rsid w:val="008501C1"/>
    <w:rsid w:val="00850757"/>
    <w:rsid w:val="0085097B"/>
    <w:rsid w:val="00850ECF"/>
    <w:rsid w:val="008512A0"/>
    <w:rsid w:val="008514A5"/>
    <w:rsid w:val="00851B2B"/>
    <w:rsid w:val="00851BCF"/>
    <w:rsid w:val="0085224D"/>
    <w:rsid w:val="00852435"/>
    <w:rsid w:val="008527F4"/>
    <w:rsid w:val="00852FA5"/>
    <w:rsid w:val="00853BCA"/>
    <w:rsid w:val="00853CD3"/>
    <w:rsid w:val="0085474A"/>
    <w:rsid w:val="00856F5E"/>
    <w:rsid w:val="00861E84"/>
    <w:rsid w:val="00862B71"/>
    <w:rsid w:val="0086410E"/>
    <w:rsid w:val="008642F5"/>
    <w:rsid w:val="00866DF6"/>
    <w:rsid w:val="0086728C"/>
    <w:rsid w:val="00867654"/>
    <w:rsid w:val="008705FA"/>
    <w:rsid w:val="00870B54"/>
    <w:rsid w:val="00870C03"/>
    <w:rsid w:val="00871AD7"/>
    <w:rsid w:val="00871F19"/>
    <w:rsid w:val="008742F9"/>
    <w:rsid w:val="00874B8E"/>
    <w:rsid w:val="00875928"/>
    <w:rsid w:val="00875FC8"/>
    <w:rsid w:val="00876052"/>
    <w:rsid w:val="00880052"/>
    <w:rsid w:val="008804F4"/>
    <w:rsid w:val="00881AC1"/>
    <w:rsid w:val="00881DBA"/>
    <w:rsid w:val="00885853"/>
    <w:rsid w:val="0088586C"/>
    <w:rsid w:val="00887339"/>
    <w:rsid w:val="00887A75"/>
    <w:rsid w:val="00890062"/>
    <w:rsid w:val="00890110"/>
    <w:rsid w:val="008904D7"/>
    <w:rsid w:val="00892558"/>
    <w:rsid w:val="00893203"/>
    <w:rsid w:val="0089420B"/>
    <w:rsid w:val="00894FE0"/>
    <w:rsid w:val="008950B7"/>
    <w:rsid w:val="00896E70"/>
    <w:rsid w:val="00897AE4"/>
    <w:rsid w:val="008A0104"/>
    <w:rsid w:val="008A22D5"/>
    <w:rsid w:val="008A38F1"/>
    <w:rsid w:val="008A4F5B"/>
    <w:rsid w:val="008A6404"/>
    <w:rsid w:val="008A6DE7"/>
    <w:rsid w:val="008A7BA5"/>
    <w:rsid w:val="008B2236"/>
    <w:rsid w:val="008B4044"/>
    <w:rsid w:val="008B43AD"/>
    <w:rsid w:val="008B46FE"/>
    <w:rsid w:val="008B5AB2"/>
    <w:rsid w:val="008B5AE6"/>
    <w:rsid w:val="008B61B3"/>
    <w:rsid w:val="008B70C3"/>
    <w:rsid w:val="008C18C6"/>
    <w:rsid w:val="008C1FF2"/>
    <w:rsid w:val="008C2349"/>
    <w:rsid w:val="008C2B28"/>
    <w:rsid w:val="008C40F3"/>
    <w:rsid w:val="008C4329"/>
    <w:rsid w:val="008C441B"/>
    <w:rsid w:val="008C5226"/>
    <w:rsid w:val="008C575A"/>
    <w:rsid w:val="008D097D"/>
    <w:rsid w:val="008D0A17"/>
    <w:rsid w:val="008D1DE2"/>
    <w:rsid w:val="008D251D"/>
    <w:rsid w:val="008D3556"/>
    <w:rsid w:val="008D51B1"/>
    <w:rsid w:val="008D574E"/>
    <w:rsid w:val="008D5CD2"/>
    <w:rsid w:val="008D6437"/>
    <w:rsid w:val="008D6489"/>
    <w:rsid w:val="008D7CFD"/>
    <w:rsid w:val="008E0F9C"/>
    <w:rsid w:val="008E11EC"/>
    <w:rsid w:val="008E1316"/>
    <w:rsid w:val="008E15BB"/>
    <w:rsid w:val="008E1EB7"/>
    <w:rsid w:val="008E2475"/>
    <w:rsid w:val="008E2F28"/>
    <w:rsid w:val="008E3D34"/>
    <w:rsid w:val="008E47E8"/>
    <w:rsid w:val="008E5245"/>
    <w:rsid w:val="008E5D77"/>
    <w:rsid w:val="008E746B"/>
    <w:rsid w:val="008F07C7"/>
    <w:rsid w:val="008F0961"/>
    <w:rsid w:val="008F1ACA"/>
    <w:rsid w:val="008F2917"/>
    <w:rsid w:val="008F2EB9"/>
    <w:rsid w:val="008F43B7"/>
    <w:rsid w:val="008F440E"/>
    <w:rsid w:val="00902272"/>
    <w:rsid w:val="00902598"/>
    <w:rsid w:val="00902798"/>
    <w:rsid w:val="00902D00"/>
    <w:rsid w:val="009036E9"/>
    <w:rsid w:val="00904559"/>
    <w:rsid w:val="00904694"/>
    <w:rsid w:val="0090584E"/>
    <w:rsid w:val="009059A0"/>
    <w:rsid w:val="00906938"/>
    <w:rsid w:val="00907F1B"/>
    <w:rsid w:val="0091003D"/>
    <w:rsid w:val="00911473"/>
    <w:rsid w:val="00911788"/>
    <w:rsid w:val="00912183"/>
    <w:rsid w:val="009134F8"/>
    <w:rsid w:val="009141E2"/>
    <w:rsid w:val="009146EB"/>
    <w:rsid w:val="009159B5"/>
    <w:rsid w:val="009207AB"/>
    <w:rsid w:val="00920807"/>
    <w:rsid w:val="00920AAD"/>
    <w:rsid w:val="00921323"/>
    <w:rsid w:val="009226B7"/>
    <w:rsid w:val="009234A7"/>
    <w:rsid w:val="00924099"/>
    <w:rsid w:val="0092563C"/>
    <w:rsid w:val="0092589C"/>
    <w:rsid w:val="00926B2C"/>
    <w:rsid w:val="0092744B"/>
    <w:rsid w:val="00927776"/>
    <w:rsid w:val="009322FD"/>
    <w:rsid w:val="00932A24"/>
    <w:rsid w:val="0093301F"/>
    <w:rsid w:val="0093328D"/>
    <w:rsid w:val="00933DFE"/>
    <w:rsid w:val="009348A1"/>
    <w:rsid w:val="00936330"/>
    <w:rsid w:val="00936BF6"/>
    <w:rsid w:val="00937FFB"/>
    <w:rsid w:val="0094030F"/>
    <w:rsid w:val="0094345C"/>
    <w:rsid w:val="0094512C"/>
    <w:rsid w:val="009463AD"/>
    <w:rsid w:val="00947C1E"/>
    <w:rsid w:val="00947DC3"/>
    <w:rsid w:val="00951C5D"/>
    <w:rsid w:val="00954A1C"/>
    <w:rsid w:val="00954F4C"/>
    <w:rsid w:val="0095594F"/>
    <w:rsid w:val="009577BF"/>
    <w:rsid w:val="00960084"/>
    <w:rsid w:val="009609F5"/>
    <w:rsid w:val="00962298"/>
    <w:rsid w:val="00962B5C"/>
    <w:rsid w:val="00963253"/>
    <w:rsid w:val="00963896"/>
    <w:rsid w:val="009640DD"/>
    <w:rsid w:val="00964627"/>
    <w:rsid w:val="009657CD"/>
    <w:rsid w:val="0096580F"/>
    <w:rsid w:val="00966FBD"/>
    <w:rsid w:val="00967943"/>
    <w:rsid w:val="00967A34"/>
    <w:rsid w:val="00970E8A"/>
    <w:rsid w:val="00971C14"/>
    <w:rsid w:val="009720B3"/>
    <w:rsid w:val="00972959"/>
    <w:rsid w:val="00972A75"/>
    <w:rsid w:val="009732E8"/>
    <w:rsid w:val="00973B06"/>
    <w:rsid w:val="00975116"/>
    <w:rsid w:val="00976769"/>
    <w:rsid w:val="009777DC"/>
    <w:rsid w:val="00980A1E"/>
    <w:rsid w:val="00980AC4"/>
    <w:rsid w:val="0098183F"/>
    <w:rsid w:val="00982577"/>
    <w:rsid w:val="00983049"/>
    <w:rsid w:val="00984781"/>
    <w:rsid w:val="00986ACF"/>
    <w:rsid w:val="00986CBD"/>
    <w:rsid w:val="00987986"/>
    <w:rsid w:val="009879AC"/>
    <w:rsid w:val="009900B8"/>
    <w:rsid w:val="00991332"/>
    <w:rsid w:val="009915E8"/>
    <w:rsid w:val="009916A3"/>
    <w:rsid w:val="00993C33"/>
    <w:rsid w:val="0099415D"/>
    <w:rsid w:val="009945BF"/>
    <w:rsid w:val="00994FAA"/>
    <w:rsid w:val="00994FF8"/>
    <w:rsid w:val="0099521C"/>
    <w:rsid w:val="00995AC4"/>
    <w:rsid w:val="00995B95"/>
    <w:rsid w:val="009962BF"/>
    <w:rsid w:val="00996E72"/>
    <w:rsid w:val="009A020C"/>
    <w:rsid w:val="009A17E2"/>
    <w:rsid w:val="009A1800"/>
    <w:rsid w:val="009A1CD8"/>
    <w:rsid w:val="009A4762"/>
    <w:rsid w:val="009A5D81"/>
    <w:rsid w:val="009A7083"/>
    <w:rsid w:val="009A71A6"/>
    <w:rsid w:val="009A7553"/>
    <w:rsid w:val="009B1767"/>
    <w:rsid w:val="009B1ABE"/>
    <w:rsid w:val="009B2CA4"/>
    <w:rsid w:val="009B2ECC"/>
    <w:rsid w:val="009B373E"/>
    <w:rsid w:val="009B425D"/>
    <w:rsid w:val="009B5356"/>
    <w:rsid w:val="009B6027"/>
    <w:rsid w:val="009B6D0D"/>
    <w:rsid w:val="009B6E25"/>
    <w:rsid w:val="009B776E"/>
    <w:rsid w:val="009C0632"/>
    <w:rsid w:val="009C09D6"/>
    <w:rsid w:val="009C212C"/>
    <w:rsid w:val="009C37B9"/>
    <w:rsid w:val="009C52BA"/>
    <w:rsid w:val="009C637C"/>
    <w:rsid w:val="009C6BA8"/>
    <w:rsid w:val="009C7C52"/>
    <w:rsid w:val="009C7D20"/>
    <w:rsid w:val="009D1338"/>
    <w:rsid w:val="009D2ABF"/>
    <w:rsid w:val="009D2E39"/>
    <w:rsid w:val="009D339E"/>
    <w:rsid w:val="009D3920"/>
    <w:rsid w:val="009D409C"/>
    <w:rsid w:val="009D4851"/>
    <w:rsid w:val="009D514A"/>
    <w:rsid w:val="009D51FF"/>
    <w:rsid w:val="009D541A"/>
    <w:rsid w:val="009D6527"/>
    <w:rsid w:val="009D6974"/>
    <w:rsid w:val="009E08B9"/>
    <w:rsid w:val="009E0C13"/>
    <w:rsid w:val="009E1DA4"/>
    <w:rsid w:val="009E1F16"/>
    <w:rsid w:val="009E250D"/>
    <w:rsid w:val="009E3574"/>
    <w:rsid w:val="009E5106"/>
    <w:rsid w:val="009E5510"/>
    <w:rsid w:val="009E5809"/>
    <w:rsid w:val="009E58AF"/>
    <w:rsid w:val="009E5EC3"/>
    <w:rsid w:val="009E618C"/>
    <w:rsid w:val="009E6912"/>
    <w:rsid w:val="009E74B7"/>
    <w:rsid w:val="009E7ABD"/>
    <w:rsid w:val="009E7D9D"/>
    <w:rsid w:val="009F0F70"/>
    <w:rsid w:val="009F241B"/>
    <w:rsid w:val="009F347B"/>
    <w:rsid w:val="009F444A"/>
    <w:rsid w:val="009F566A"/>
    <w:rsid w:val="00A00533"/>
    <w:rsid w:val="00A00D9D"/>
    <w:rsid w:val="00A012DC"/>
    <w:rsid w:val="00A0183C"/>
    <w:rsid w:val="00A01E4A"/>
    <w:rsid w:val="00A02179"/>
    <w:rsid w:val="00A04E07"/>
    <w:rsid w:val="00A054F7"/>
    <w:rsid w:val="00A06412"/>
    <w:rsid w:val="00A06C6A"/>
    <w:rsid w:val="00A0702E"/>
    <w:rsid w:val="00A105C5"/>
    <w:rsid w:val="00A10703"/>
    <w:rsid w:val="00A1104E"/>
    <w:rsid w:val="00A11B26"/>
    <w:rsid w:val="00A11B43"/>
    <w:rsid w:val="00A14328"/>
    <w:rsid w:val="00A14B49"/>
    <w:rsid w:val="00A15DBC"/>
    <w:rsid w:val="00A1623E"/>
    <w:rsid w:val="00A16EDA"/>
    <w:rsid w:val="00A17D98"/>
    <w:rsid w:val="00A20A69"/>
    <w:rsid w:val="00A21209"/>
    <w:rsid w:val="00A212FD"/>
    <w:rsid w:val="00A22361"/>
    <w:rsid w:val="00A22DBC"/>
    <w:rsid w:val="00A230C4"/>
    <w:rsid w:val="00A24843"/>
    <w:rsid w:val="00A24E02"/>
    <w:rsid w:val="00A269A8"/>
    <w:rsid w:val="00A27C86"/>
    <w:rsid w:val="00A30851"/>
    <w:rsid w:val="00A30FB0"/>
    <w:rsid w:val="00A31614"/>
    <w:rsid w:val="00A320FC"/>
    <w:rsid w:val="00A3233D"/>
    <w:rsid w:val="00A33E44"/>
    <w:rsid w:val="00A34582"/>
    <w:rsid w:val="00A35F67"/>
    <w:rsid w:val="00A370E5"/>
    <w:rsid w:val="00A41DB1"/>
    <w:rsid w:val="00A43632"/>
    <w:rsid w:val="00A44168"/>
    <w:rsid w:val="00A441DB"/>
    <w:rsid w:val="00A44723"/>
    <w:rsid w:val="00A44E68"/>
    <w:rsid w:val="00A4512A"/>
    <w:rsid w:val="00A45348"/>
    <w:rsid w:val="00A4594A"/>
    <w:rsid w:val="00A46751"/>
    <w:rsid w:val="00A46995"/>
    <w:rsid w:val="00A47A38"/>
    <w:rsid w:val="00A47CB4"/>
    <w:rsid w:val="00A50081"/>
    <w:rsid w:val="00A50E39"/>
    <w:rsid w:val="00A5144A"/>
    <w:rsid w:val="00A52788"/>
    <w:rsid w:val="00A53214"/>
    <w:rsid w:val="00A60535"/>
    <w:rsid w:val="00A6097B"/>
    <w:rsid w:val="00A60B74"/>
    <w:rsid w:val="00A62842"/>
    <w:rsid w:val="00A63BAB"/>
    <w:rsid w:val="00A63D3C"/>
    <w:rsid w:val="00A64AF2"/>
    <w:rsid w:val="00A65517"/>
    <w:rsid w:val="00A66E7D"/>
    <w:rsid w:val="00A66F65"/>
    <w:rsid w:val="00A6776F"/>
    <w:rsid w:val="00A67792"/>
    <w:rsid w:val="00A711B7"/>
    <w:rsid w:val="00A740D7"/>
    <w:rsid w:val="00A74FB2"/>
    <w:rsid w:val="00A75227"/>
    <w:rsid w:val="00A75928"/>
    <w:rsid w:val="00A75D71"/>
    <w:rsid w:val="00A77B8D"/>
    <w:rsid w:val="00A81687"/>
    <w:rsid w:val="00A82D7B"/>
    <w:rsid w:val="00A83959"/>
    <w:rsid w:val="00A84686"/>
    <w:rsid w:val="00A86412"/>
    <w:rsid w:val="00A86EB1"/>
    <w:rsid w:val="00A87766"/>
    <w:rsid w:val="00A902E8"/>
    <w:rsid w:val="00A905EF"/>
    <w:rsid w:val="00A90E42"/>
    <w:rsid w:val="00A90F0A"/>
    <w:rsid w:val="00A90FA5"/>
    <w:rsid w:val="00A91472"/>
    <w:rsid w:val="00A91CA8"/>
    <w:rsid w:val="00A920DB"/>
    <w:rsid w:val="00A93CB8"/>
    <w:rsid w:val="00A94B79"/>
    <w:rsid w:val="00A95927"/>
    <w:rsid w:val="00A970F8"/>
    <w:rsid w:val="00A97DEF"/>
    <w:rsid w:val="00AA0244"/>
    <w:rsid w:val="00AA0F08"/>
    <w:rsid w:val="00AA1BE6"/>
    <w:rsid w:val="00AA2EE3"/>
    <w:rsid w:val="00AA3633"/>
    <w:rsid w:val="00AA4251"/>
    <w:rsid w:val="00AA4446"/>
    <w:rsid w:val="00AA5287"/>
    <w:rsid w:val="00AA55FF"/>
    <w:rsid w:val="00AA5D32"/>
    <w:rsid w:val="00AA6B2E"/>
    <w:rsid w:val="00AA6CFF"/>
    <w:rsid w:val="00AA7832"/>
    <w:rsid w:val="00AB0717"/>
    <w:rsid w:val="00AB11B9"/>
    <w:rsid w:val="00AB1208"/>
    <w:rsid w:val="00AB3D57"/>
    <w:rsid w:val="00AB6762"/>
    <w:rsid w:val="00AC01CD"/>
    <w:rsid w:val="00AC02C8"/>
    <w:rsid w:val="00AC0551"/>
    <w:rsid w:val="00AC10F5"/>
    <w:rsid w:val="00AC12C7"/>
    <w:rsid w:val="00AC6317"/>
    <w:rsid w:val="00AC790F"/>
    <w:rsid w:val="00AC7B34"/>
    <w:rsid w:val="00AD1455"/>
    <w:rsid w:val="00AD3722"/>
    <w:rsid w:val="00AD3A64"/>
    <w:rsid w:val="00AD3D29"/>
    <w:rsid w:val="00AD3E01"/>
    <w:rsid w:val="00AD44CF"/>
    <w:rsid w:val="00AD471F"/>
    <w:rsid w:val="00AD4C66"/>
    <w:rsid w:val="00AD52A9"/>
    <w:rsid w:val="00AD56C9"/>
    <w:rsid w:val="00AD5C7F"/>
    <w:rsid w:val="00AD641A"/>
    <w:rsid w:val="00AD6430"/>
    <w:rsid w:val="00AD7902"/>
    <w:rsid w:val="00AD7ED4"/>
    <w:rsid w:val="00AE17BB"/>
    <w:rsid w:val="00AE1B11"/>
    <w:rsid w:val="00AE1E2E"/>
    <w:rsid w:val="00AE334E"/>
    <w:rsid w:val="00AE487A"/>
    <w:rsid w:val="00AE5F7F"/>
    <w:rsid w:val="00AE6262"/>
    <w:rsid w:val="00AE6CB5"/>
    <w:rsid w:val="00AE763B"/>
    <w:rsid w:val="00AF289C"/>
    <w:rsid w:val="00AF34C3"/>
    <w:rsid w:val="00AF4210"/>
    <w:rsid w:val="00AF4217"/>
    <w:rsid w:val="00AF4D7A"/>
    <w:rsid w:val="00AF56D0"/>
    <w:rsid w:val="00AF6391"/>
    <w:rsid w:val="00AF6558"/>
    <w:rsid w:val="00AF70FE"/>
    <w:rsid w:val="00AF7114"/>
    <w:rsid w:val="00B00BF8"/>
    <w:rsid w:val="00B034F5"/>
    <w:rsid w:val="00B039CB"/>
    <w:rsid w:val="00B043F0"/>
    <w:rsid w:val="00B0461B"/>
    <w:rsid w:val="00B04D10"/>
    <w:rsid w:val="00B04D37"/>
    <w:rsid w:val="00B057B3"/>
    <w:rsid w:val="00B05C65"/>
    <w:rsid w:val="00B0717B"/>
    <w:rsid w:val="00B0789C"/>
    <w:rsid w:val="00B078F9"/>
    <w:rsid w:val="00B07E0C"/>
    <w:rsid w:val="00B1097A"/>
    <w:rsid w:val="00B10A66"/>
    <w:rsid w:val="00B11899"/>
    <w:rsid w:val="00B122B5"/>
    <w:rsid w:val="00B12376"/>
    <w:rsid w:val="00B128E2"/>
    <w:rsid w:val="00B13417"/>
    <w:rsid w:val="00B13A0C"/>
    <w:rsid w:val="00B1405C"/>
    <w:rsid w:val="00B1449A"/>
    <w:rsid w:val="00B15CE6"/>
    <w:rsid w:val="00B16598"/>
    <w:rsid w:val="00B16601"/>
    <w:rsid w:val="00B1779E"/>
    <w:rsid w:val="00B2007F"/>
    <w:rsid w:val="00B2027C"/>
    <w:rsid w:val="00B22811"/>
    <w:rsid w:val="00B23220"/>
    <w:rsid w:val="00B2444C"/>
    <w:rsid w:val="00B24A29"/>
    <w:rsid w:val="00B25632"/>
    <w:rsid w:val="00B25F19"/>
    <w:rsid w:val="00B26EFB"/>
    <w:rsid w:val="00B27D0D"/>
    <w:rsid w:val="00B30694"/>
    <w:rsid w:val="00B32105"/>
    <w:rsid w:val="00B32B43"/>
    <w:rsid w:val="00B33EE6"/>
    <w:rsid w:val="00B356B1"/>
    <w:rsid w:val="00B35CE2"/>
    <w:rsid w:val="00B37100"/>
    <w:rsid w:val="00B37601"/>
    <w:rsid w:val="00B379B1"/>
    <w:rsid w:val="00B4050D"/>
    <w:rsid w:val="00B40ED6"/>
    <w:rsid w:val="00B4146E"/>
    <w:rsid w:val="00B417C1"/>
    <w:rsid w:val="00B42D82"/>
    <w:rsid w:val="00B4323F"/>
    <w:rsid w:val="00B437D7"/>
    <w:rsid w:val="00B43A6B"/>
    <w:rsid w:val="00B45759"/>
    <w:rsid w:val="00B45E06"/>
    <w:rsid w:val="00B468A2"/>
    <w:rsid w:val="00B470B1"/>
    <w:rsid w:val="00B50412"/>
    <w:rsid w:val="00B51570"/>
    <w:rsid w:val="00B519B2"/>
    <w:rsid w:val="00B519C5"/>
    <w:rsid w:val="00B52AA1"/>
    <w:rsid w:val="00B52F77"/>
    <w:rsid w:val="00B531DD"/>
    <w:rsid w:val="00B54076"/>
    <w:rsid w:val="00B54EF5"/>
    <w:rsid w:val="00B5693E"/>
    <w:rsid w:val="00B56CC8"/>
    <w:rsid w:val="00B576E8"/>
    <w:rsid w:val="00B60851"/>
    <w:rsid w:val="00B60868"/>
    <w:rsid w:val="00B6192A"/>
    <w:rsid w:val="00B623FF"/>
    <w:rsid w:val="00B6481B"/>
    <w:rsid w:val="00B64CB3"/>
    <w:rsid w:val="00B64D11"/>
    <w:rsid w:val="00B674D6"/>
    <w:rsid w:val="00B674F1"/>
    <w:rsid w:val="00B70F69"/>
    <w:rsid w:val="00B736D9"/>
    <w:rsid w:val="00B738BE"/>
    <w:rsid w:val="00B73C04"/>
    <w:rsid w:val="00B748D2"/>
    <w:rsid w:val="00B7519E"/>
    <w:rsid w:val="00B75415"/>
    <w:rsid w:val="00B75E8B"/>
    <w:rsid w:val="00B81198"/>
    <w:rsid w:val="00B81B6E"/>
    <w:rsid w:val="00B8256F"/>
    <w:rsid w:val="00B84972"/>
    <w:rsid w:val="00B8549B"/>
    <w:rsid w:val="00B85AC4"/>
    <w:rsid w:val="00B90403"/>
    <w:rsid w:val="00B91CD8"/>
    <w:rsid w:val="00B91CE4"/>
    <w:rsid w:val="00B92A67"/>
    <w:rsid w:val="00B94A14"/>
    <w:rsid w:val="00B951DB"/>
    <w:rsid w:val="00B95D11"/>
    <w:rsid w:val="00B95E61"/>
    <w:rsid w:val="00B9755B"/>
    <w:rsid w:val="00B97E18"/>
    <w:rsid w:val="00B97FE5"/>
    <w:rsid w:val="00BA0444"/>
    <w:rsid w:val="00BA05E9"/>
    <w:rsid w:val="00BA0C79"/>
    <w:rsid w:val="00BA1527"/>
    <w:rsid w:val="00BA2547"/>
    <w:rsid w:val="00BA2CFE"/>
    <w:rsid w:val="00BA385A"/>
    <w:rsid w:val="00BA5FE3"/>
    <w:rsid w:val="00BA7AF6"/>
    <w:rsid w:val="00BB0ADA"/>
    <w:rsid w:val="00BB1395"/>
    <w:rsid w:val="00BB1B45"/>
    <w:rsid w:val="00BB2B81"/>
    <w:rsid w:val="00BB2B88"/>
    <w:rsid w:val="00BB4429"/>
    <w:rsid w:val="00BB4E7E"/>
    <w:rsid w:val="00BB5483"/>
    <w:rsid w:val="00BB6222"/>
    <w:rsid w:val="00BB6583"/>
    <w:rsid w:val="00BB6CA8"/>
    <w:rsid w:val="00BB6D90"/>
    <w:rsid w:val="00BB7256"/>
    <w:rsid w:val="00BC21B1"/>
    <w:rsid w:val="00BC2B41"/>
    <w:rsid w:val="00BC2EA0"/>
    <w:rsid w:val="00BC3581"/>
    <w:rsid w:val="00BC41E4"/>
    <w:rsid w:val="00BC467D"/>
    <w:rsid w:val="00BC55AF"/>
    <w:rsid w:val="00BC56B7"/>
    <w:rsid w:val="00BC745D"/>
    <w:rsid w:val="00BC7D6E"/>
    <w:rsid w:val="00BC7EC8"/>
    <w:rsid w:val="00BD06E3"/>
    <w:rsid w:val="00BD0B02"/>
    <w:rsid w:val="00BD180E"/>
    <w:rsid w:val="00BD3796"/>
    <w:rsid w:val="00BD741F"/>
    <w:rsid w:val="00BD7799"/>
    <w:rsid w:val="00BE00C4"/>
    <w:rsid w:val="00BE2767"/>
    <w:rsid w:val="00BE2E45"/>
    <w:rsid w:val="00BE2F6F"/>
    <w:rsid w:val="00BE31AC"/>
    <w:rsid w:val="00BE31FD"/>
    <w:rsid w:val="00BE527D"/>
    <w:rsid w:val="00BE5758"/>
    <w:rsid w:val="00BE58E5"/>
    <w:rsid w:val="00BE7878"/>
    <w:rsid w:val="00BF080C"/>
    <w:rsid w:val="00BF082D"/>
    <w:rsid w:val="00BF0A03"/>
    <w:rsid w:val="00BF148E"/>
    <w:rsid w:val="00BF1928"/>
    <w:rsid w:val="00BF4066"/>
    <w:rsid w:val="00BF4177"/>
    <w:rsid w:val="00BF5894"/>
    <w:rsid w:val="00BF6133"/>
    <w:rsid w:val="00C00790"/>
    <w:rsid w:val="00C007C2"/>
    <w:rsid w:val="00C0287F"/>
    <w:rsid w:val="00C0422E"/>
    <w:rsid w:val="00C049E1"/>
    <w:rsid w:val="00C04CC7"/>
    <w:rsid w:val="00C05C8A"/>
    <w:rsid w:val="00C060E0"/>
    <w:rsid w:val="00C064DC"/>
    <w:rsid w:val="00C067F4"/>
    <w:rsid w:val="00C06F29"/>
    <w:rsid w:val="00C07402"/>
    <w:rsid w:val="00C10BD0"/>
    <w:rsid w:val="00C10D59"/>
    <w:rsid w:val="00C12850"/>
    <w:rsid w:val="00C1434F"/>
    <w:rsid w:val="00C1463E"/>
    <w:rsid w:val="00C15E57"/>
    <w:rsid w:val="00C16364"/>
    <w:rsid w:val="00C17BF5"/>
    <w:rsid w:val="00C2040A"/>
    <w:rsid w:val="00C2117C"/>
    <w:rsid w:val="00C2159C"/>
    <w:rsid w:val="00C2198E"/>
    <w:rsid w:val="00C234B0"/>
    <w:rsid w:val="00C23975"/>
    <w:rsid w:val="00C23BE5"/>
    <w:rsid w:val="00C23E3D"/>
    <w:rsid w:val="00C24C89"/>
    <w:rsid w:val="00C257B1"/>
    <w:rsid w:val="00C26F38"/>
    <w:rsid w:val="00C27BEB"/>
    <w:rsid w:val="00C27EA2"/>
    <w:rsid w:val="00C30651"/>
    <w:rsid w:val="00C30DB5"/>
    <w:rsid w:val="00C30F22"/>
    <w:rsid w:val="00C3153C"/>
    <w:rsid w:val="00C31838"/>
    <w:rsid w:val="00C31A9B"/>
    <w:rsid w:val="00C3342A"/>
    <w:rsid w:val="00C33507"/>
    <w:rsid w:val="00C33655"/>
    <w:rsid w:val="00C33EAA"/>
    <w:rsid w:val="00C354ED"/>
    <w:rsid w:val="00C3558E"/>
    <w:rsid w:val="00C4039F"/>
    <w:rsid w:val="00C403E9"/>
    <w:rsid w:val="00C40BD1"/>
    <w:rsid w:val="00C41C33"/>
    <w:rsid w:val="00C42747"/>
    <w:rsid w:val="00C4378E"/>
    <w:rsid w:val="00C43E61"/>
    <w:rsid w:val="00C46BA3"/>
    <w:rsid w:val="00C470C9"/>
    <w:rsid w:val="00C507A0"/>
    <w:rsid w:val="00C51E57"/>
    <w:rsid w:val="00C52CC8"/>
    <w:rsid w:val="00C52F73"/>
    <w:rsid w:val="00C532B7"/>
    <w:rsid w:val="00C53403"/>
    <w:rsid w:val="00C557B2"/>
    <w:rsid w:val="00C55985"/>
    <w:rsid w:val="00C56D5D"/>
    <w:rsid w:val="00C57C61"/>
    <w:rsid w:val="00C60732"/>
    <w:rsid w:val="00C60A1F"/>
    <w:rsid w:val="00C61308"/>
    <w:rsid w:val="00C61462"/>
    <w:rsid w:val="00C61B3D"/>
    <w:rsid w:val="00C62548"/>
    <w:rsid w:val="00C62DC1"/>
    <w:rsid w:val="00C63A5C"/>
    <w:rsid w:val="00C650C9"/>
    <w:rsid w:val="00C667BC"/>
    <w:rsid w:val="00C70282"/>
    <w:rsid w:val="00C730BB"/>
    <w:rsid w:val="00C730F0"/>
    <w:rsid w:val="00C73AEA"/>
    <w:rsid w:val="00C73F20"/>
    <w:rsid w:val="00C74B99"/>
    <w:rsid w:val="00C768F3"/>
    <w:rsid w:val="00C777C4"/>
    <w:rsid w:val="00C778DC"/>
    <w:rsid w:val="00C80499"/>
    <w:rsid w:val="00C80806"/>
    <w:rsid w:val="00C80B60"/>
    <w:rsid w:val="00C80F54"/>
    <w:rsid w:val="00C81AC4"/>
    <w:rsid w:val="00C81D78"/>
    <w:rsid w:val="00C81FA7"/>
    <w:rsid w:val="00C830FC"/>
    <w:rsid w:val="00C8442E"/>
    <w:rsid w:val="00C8450F"/>
    <w:rsid w:val="00C84766"/>
    <w:rsid w:val="00C84EE8"/>
    <w:rsid w:val="00C855CF"/>
    <w:rsid w:val="00C861E1"/>
    <w:rsid w:val="00C86D60"/>
    <w:rsid w:val="00C87753"/>
    <w:rsid w:val="00C90D29"/>
    <w:rsid w:val="00C90E14"/>
    <w:rsid w:val="00C926BB"/>
    <w:rsid w:val="00C93194"/>
    <w:rsid w:val="00C93B74"/>
    <w:rsid w:val="00C93F65"/>
    <w:rsid w:val="00C94422"/>
    <w:rsid w:val="00C957B0"/>
    <w:rsid w:val="00C95D86"/>
    <w:rsid w:val="00C9658B"/>
    <w:rsid w:val="00CA1622"/>
    <w:rsid w:val="00CA211C"/>
    <w:rsid w:val="00CA2E93"/>
    <w:rsid w:val="00CA2F33"/>
    <w:rsid w:val="00CA335D"/>
    <w:rsid w:val="00CA40CE"/>
    <w:rsid w:val="00CA50BF"/>
    <w:rsid w:val="00CA50F0"/>
    <w:rsid w:val="00CA5A52"/>
    <w:rsid w:val="00CA64DD"/>
    <w:rsid w:val="00CA6C74"/>
    <w:rsid w:val="00CA6F39"/>
    <w:rsid w:val="00CA7441"/>
    <w:rsid w:val="00CA7C41"/>
    <w:rsid w:val="00CB00B0"/>
    <w:rsid w:val="00CB02F7"/>
    <w:rsid w:val="00CB0C1B"/>
    <w:rsid w:val="00CB0C54"/>
    <w:rsid w:val="00CB1DEA"/>
    <w:rsid w:val="00CB1FA3"/>
    <w:rsid w:val="00CB265B"/>
    <w:rsid w:val="00CB325E"/>
    <w:rsid w:val="00CB4DFD"/>
    <w:rsid w:val="00CB5D77"/>
    <w:rsid w:val="00CB6E38"/>
    <w:rsid w:val="00CB7477"/>
    <w:rsid w:val="00CC0A42"/>
    <w:rsid w:val="00CC11EC"/>
    <w:rsid w:val="00CC3F34"/>
    <w:rsid w:val="00CC4090"/>
    <w:rsid w:val="00CC54F5"/>
    <w:rsid w:val="00CC7570"/>
    <w:rsid w:val="00CC75E1"/>
    <w:rsid w:val="00CC773A"/>
    <w:rsid w:val="00CD03BB"/>
    <w:rsid w:val="00CD0D32"/>
    <w:rsid w:val="00CD0DAB"/>
    <w:rsid w:val="00CD0EAC"/>
    <w:rsid w:val="00CD1075"/>
    <w:rsid w:val="00CD2347"/>
    <w:rsid w:val="00CD2DCD"/>
    <w:rsid w:val="00CD3E14"/>
    <w:rsid w:val="00CD3EFF"/>
    <w:rsid w:val="00CD569B"/>
    <w:rsid w:val="00CD5D7D"/>
    <w:rsid w:val="00CD69F4"/>
    <w:rsid w:val="00CD6E70"/>
    <w:rsid w:val="00CD705D"/>
    <w:rsid w:val="00CD7420"/>
    <w:rsid w:val="00CD7532"/>
    <w:rsid w:val="00CD7670"/>
    <w:rsid w:val="00CE04CE"/>
    <w:rsid w:val="00CE08CA"/>
    <w:rsid w:val="00CE10D5"/>
    <w:rsid w:val="00CE5A74"/>
    <w:rsid w:val="00CF00CE"/>
    <w:rsid w:val="00CF27E3"/>
    <w:rsid w:val="00CF295A"/>
    <w:rsid w:val="00CF35C9"/>
    <w:rsid w:val="00CF66F3"/>
    <w:rsid w:val="00CF67E1"/>
    <w:rsid w:val="00CF6A66"/>
    <w:rsid w:val="00CF757C"/>
    <w:rsid w:val="00CF7988"/>
    <w:rsid w:val="00D00D2E"/>
    <w:rsid w:val="00D04719"/>
    <w:rsid w:val="00D0567A"/>
    <w:rsid w:val="00D071AA"/>
    <w:rsid w:val="00D10C2D"/>
    <w:rsid w:val="00D1292B"/>
    <w:rsid w:val="00D12EDF"/>
    <w:rsid w:val="00D13400"/>
    <w:rsid w:val="00D13B1A"/>
    <w:rsid w:val="00D142D8"/>
    <w:rsid w:val="00D14F08"/>
    <w:rsid w:val="00D14FD7"/>
    <w:rsid w:val="00D1557F"/>
    <w:rsid w:val="00D1759C"/>
    <w:rsid w:val="00D2021A"/>
    <w:rsid w:val="00D203FA"/>
    <w:rsid w:val="00D20D3D"/>
    <w:rsid w:val="00D22D7D"/>
    <w:rsid w:val="00D22FFD"/>
    <w:rsid w:val="00D24140"/>
    <w:rsid w:val="00D24822"/>
    <w:rsid w:val="00D254E4"/>
    <w:rsid w:val="00D26997"/>
    <w:rsid w:val="00D26F5B"/>
    <w:rsid w:val="00D27E4C"/>
    <w:rsid w:val="00D27E50"/>
    <w:rsid w:val="00D30222"/>
    <w:rsid w:val="00D304C9"/>
    <w:rsid w:val="00D3072A"/>
    <w:rsid w:val="00D30C61"/>
    <w:rsid w:val="00D3188E"/>
    <w:rsid w:val="00D33115"/>
    <w:rsid w:val="00D33409"/>
    <w:rsid w:val="00D3342D"/>
    <w:rsid w:val="00D37420"/>
    <w:rsid w:val="00D40313"/>
    <w:rsid w:val="00D425FB"/>
    <w:rsid w:val="00D42A46"/>
    <w:rsid w:val="00D43715"/>
    <w:rsid w:val="00D446EE"/>
    <w:rsid w:val="00D449A9"/>
    <w:rsid w:val="00D4503C"/>
    <w:rsid w:val="00D459C5"/>
    <w:rsid w:val="00D45B6F"/>
    <w:rsid w:val="00D46C9C"/>
    <w:rsid w:val="00D478B5"/>
    <w:rsid w:val="00D50406"/>
    <w:rsid w:val="00D51711"/>
    <w:rsid w:val="00D52643"/>
    <w:rsid w:val="00D528C8"/>
    <w:rsid w:val="00D52C5B"/>
    <w:rsid w:val="00D53A7F"/>
    <w:rsid w:val="00D53CE5"/>
    <w:rsid w:val="00D53D2A"/>
    <w:rsid w:val="00D53D55"/>
    <w:rsid w:val="00D548EB"/>
    <w:rsid w:val="00D55B1A"/>
    <w:rsid w:val="00D55DA7"/>
    <w:rsid w:val="00D574C0"/>
    <w:rsid w:val="00D57617"/>
    <w:rsid w:val="00D57DE0"/>
    <w:rsid w:val="00D602E5"/>
    <w:rsid w:val="00D61075"/>
    <w:rsid w:val="00D618B5"/>
    <w:rsid w:val="00D63075"/>
    <w:rsid w:val="00D63288"/>
    <w:rsid w:val="00D659C4"/>
    <w:rsid w:val="00D65F95"/>
    <w:rsid w:val="00D665F6"/>
    <w:rsid w:val="00D6686F"/>
    <w:rsid w:val="00D70025"/>
    <w:rsid w:val="00D737BD"/>
    <w:rsid w:val="00D7404B"/>
    <w:rsid w:val="00D743E6"/>
    <w:rsid w:val="00D74CD2"/>
    <w:rsid w:val="00D81812"/>
    <w:rsid w:val="00D81EEE"/>
    <w:rsid w:val="00D82C3E"/>
    <w:rsid w:val="00D83C65"/>
    <w:rsid w:val="00D87917"/>
    <w:rsid w:val="00D87D03"/>
    <w:rsid w:val="00D87F03"/>
    <w:rsid w:val="00D90413"/>
    <w:rsid w:val="00D91169"/>
    <w:rsid w:val="00D91D50"/>
    <w:rsid w:val="00D91ED0"/>
    <w:rsid w:val="00D9279D"/>
    <w:rsid w:val="00D93111"/>
    <w:rsid w:val="00D93BE9"/>
    <w:rsid w:val="00D94020"/>
    <w:rsid w:val="00D9482F"/>
    <w:rsid w:val="00D94A76"/>
    <w:rsid w:val="00D95AFC"/>
    <w:rsid w:val="00D96697"/>
    <w:rsid w:val="00D97CDF"/>
    <w:rsid w:val="00DA075D"/>
    <w:rsid w:val="00DA1028"/>
    <w:rsid w:val="00DA1502"/>
    <w:rsid w:val="00DA155C"/>
    <w:rsid w:val="00DA3AF2"/>
    <w:rsid w:val="00DA3DFB"/>
    <w:rsid w:val="00DA4722"/>
    <w:rsid w:val="00DA512E"/>
    <w:rsid w:val="00DA607A"/>
    <w:rsid w:val="00DA640F"/>
    <w:rsid w:val="00DA6BAF"/>
    <w:rsid w:val="00DA76CF"/>
    <w:rsid w:val="00DB07AB"/>
    <w:rsid w:val="00DB0AC8"/>
    <w:rsid w:val="00DB100E"/>
    <w:rsid w:val="00DB1622"/>
    <w:rsid w:val="00DB1FF7"/>
    <w:rsid w:val="00DB31FB"/>
    <w:rsid w:val="00DB359C"/>
    <w:rsid w:val="00DB3E41"/>
    <w:rsid w:val="00DB4884"/>
    <w:rsid w:val="00DB4BC9"/>
    <w:rsid w:val="00DB5F28"/>
    <w:rsid w:val="00DB67A8"/>
    <w:rsid w:val="00DB68D1"/>
    <w:rsid w:val="00DB69CE"/>
    <w:rsid w:val="00DB69EF"/>
    <w:rsid w:val="00DC0141"/>
    <w:rsid w:val="00DC13AC"/>
    <w:rsid w:val="00DC14D4"/>
    <w:rsid w:val="00DC161A"/>
    <w:rsid w:val="00DC16E0"/>
    <w:rsid w:val="00DC234A"/>
    <w:rsid w:val="00DC40A7"/>
    <w:rsid w:val="00DC5525"/>
    <w:rsid w:val="00DC5731"/>
    <w:rsid w:val="00DC60BF"/>
    <w:rsid w:val="00DC712A"/>
    <w:rsid w:val="00DC7709"/>
    <w:rsid w:val="00DC7D0D"/>
    <w:rsid w:val="00DD0075"/>
    <w:rsid w:val="00DD1902"/>
    <w:rsid w:val="00DD1F70"/>
    <w:rsid w:val="00DD212A"/>
    <w:rsid w:val="00DD28B7"/>
    <w:rsid w:val="00DD2E8E"/>
    <w:rsid w:val="00DD3B1E"/>
    <w:rsid w:val="00DD3C0A"/>
    <w:rsid w:val="00DD445A"/>
    <w:rsid w:val="00DD5183"/>
    <w:rsid w:val="00DD6089"/>
    <w:rsid w:val="00DD7FEE"/>
    <w:rsid w:val="00DE0675"/>
    <w:rsid w:val="00DE086F"/>
    <w:rsid w:val="00DE0B77"/>
    <w:rsid w:val="00DE0E84"/>
    <w:rsid w:val="00DE0F7F"/>
    <w:rsid w:val="00DE2403"/>
    <w:rsid w:val="00DE2ABC"/>
    <w:rsid w:val="00DE35AE"/>
    <w:rsid w:val="00DE3EA7"/>
    <w:rsid w:val="00DE4E60"/>
    <w:rsid w:val="00DF00C9"/>
    <w:rsid w:val="00DF1CA7"/>
    <w:rsid w:val="00DF1DC9"/>
    <w:rsid w:val="00DF1F75"/>
    <w:rsid w:val="00DF3F38"/>
    <w:rsid w:val="00DF4AB5"/>
    <w:rsid w:val="00DF5969"/>
    <w:rsid w:val="00DF7820"/>
    <w:rsid w:val="00DF795D"/>
    <w:rsid w:val="00E00CED"/>
    <w:rsid w:val="00E03D81"/>
    <w:rsid w:val="00E04440"/>
    <w:rsid w:val="00E04879"/>
    <w:rsid w:val="00E0536E"/>
    <w:rsid w:val="00E0641F"/>
    <w:rsid w:val="00E06FBF"/>
    <w:rsid w:val="00E072DD"/>
    <w:rsid w:val="00E0772A"/>
    <w:rsid w:val="00E07B93"/>
    <w:rsid w:val="00E1154F"/>
    <w:rsid w:val="00E11884"/>
    <w:rsid w:val="00E11E6B"/>
    <w:rsid w:val="00E14EE7"/>
    <w:rsid w:val="00E15C72"/>
    <w:rsid w:val="00E16666"/>
    <w:rsid w:val="00E1708A"/>
    <w:rsid w:val="00E2148C"/>
    <w:rsid w:val="00E21AF2"/>
    <w:rsid w:val="00E226CF"/>
    <w:rsid w:val="00E2335B"/>
    <w:rsid w:val="00E2411E"/>
    <w:rsid w:val="00E27E27"/>
    <w:rsid w:val="00E30D88"/>
    <w:rsid w:val="00E31167"/>
    <w:rsid w:val="00E3119D"/>
    <w:rsid w:val="00E333B1"/>
    <w:rsid w:val="00E335B1"/>
    <w:rsid w:val="00E343A3"/>
    <w:rsid w:val="00E34828"/>
    <w:rsid w:val="00E34883"/>
    <w:rsid w:val="00E34DD2"/>
    <w:rsid w:val="00E355CD"/>
    <w:rsid w:val="00E36DC1"/>
    <w:rsid w:val="00E36EF7"/>
    <w:rsid w:val="00E37EC1"/>
    <w:rsid w:val="00E408CA"/>
    <w:rsid w:val="00E412A2"/>
    <w:rsid w:val="00E41AE0"/>
    <w:rsid w:val="00E42FF3"/>
    <w:rsid w:val="00E502BE"/>
    <w:rsid w:val="00E503B7"/>
    <w:rsid w:val="00E50DBF"/>
    <w:rsid w:val="00E5139F"/>
    <w:rsid w:val="00E530A9"/>
    <w:rsid w:val="00E5408B"/>
    <w:rsid w:val="00E555AB"/>
    <w:rsid w:val="00E558B6"/>
    <w:rsid w:val="00E60657"/>
    <w:rsid w:val="00E608AA"/>
    <w:rsid w:val="00E60B1C"/>
    <w:rsid w:val="00E627D1"/>
    <w:rsid w:val="00E62909"/>
    <w:rsid w:val="00E6524C"/>
    <w:rsid w:val="00E6723A"/>
    <w:rsid w:val="00E67A05"/>
    <w:rsid w:val="00E70175"/>
    <w:rsid w:val="00E70325"/>
    <w:rsid w:val="00E71CE9"/>
    <w:rsid w:val="00E72423"/>
    <w:rsid w:val="00E72512"/>
    <w:rsid w:val="00E7325A"/>
    <w:rsid w:val="00E732CE"/>
    <w:rsid w:val="00E735BB"/>
    <w:rsid w:val="00E80AB9"/>
    <w:rsid w:val="00E82A4D"/>
    <w:rsid w:val="00E837E7"/>
    <w:rsid w:val="00E83D39"/>
    <w:rsid w:val="00E83DE0"/>
    <w:rsid w:val="00E84A49"/>
    <w:rsid w:val="00E85730"/>
    <w:rsid w:val="00E9077F"/>
    <w:rsid w:val="00E9154D"/>
    <w:rsid w:val="00E9159B"/>
    <w:rsid w:val="00E92556"/>
    <w:rsid w:val="00E92C79"/>
    <w:rsid w:val="00E93A5F"/>
    <w:rsid w:val="00E943A9"/>
    <w:rsid w:val="00E945F8"/>
    <w:rsid w:val="00E94966"/>
    <w:rsid w:val="00E94B46"/>
    <w:rsid w:val="00E9512E"/>
    <w:rsid w:val="00E95309"/>
    <w:rsid w:val="00E963DE"/>
    <w:rsid w:val="00E96D86"/>
    <w:rsid w:val="00E971FC"/>
    <w:rsid w:val="00EA0585"/>
    <w:rsid w:val="00EA0871"/>
    <w:rsid w:val="00EA0D35"/>
    <w:rsid w:val="00EA119F"/>
    <w:rsid w:val="00EA1C6C"/>
    <w:rsid w:val="00EA1E04"/>
    <w:rsid w:val="00EA2D8D"/>
    <w:rsid w:val="00EA36C9"/>
    <w:rsid w:val="00EA4052"/>
    <w:rsid w:val="00EA4B99"/>
    <w:rsid w:val="00EA4E9D"/>
    <w:rsid w:val="00EA6104"/>
    <w:rsid w:val="00EB0337"/>
    <w:rsid w:val="00EB07F6"/>
    <w:rsid w:val="00EB0C63"/>
    <w:rsid w:val="00EB1708"/>
    <w:rsid w:val="00EB2367"/>
    <w:rsid w:val="00EB25E6"/>
    <w:rsid w:val="00EB3F64"/>
    <w:rsid w:val="00EB52C5"/>
    <w:rsid w:val="00EB6423"/>
    <w:rsid w:val="00EC004F"/>
    <w:rsid w:val="00EC0364"/>
    <w:rsid w:val="00EC07D3"/>
    <w:rsid w:val="00EC1E69"/>
    <w:rsid w:val="00EC3443"/>
    <w:rsid w:val="00EC3BE5"/>
    <w:rsid w:val="00EC44CE"/>
    <w:rsid w:val="00EC4C29"/>
    <w:rsid w:val="00EC5065"/>
    <w:rsid w:val="00EC5309"/>
    <w:rsid w:val="00EC53DE"/>
    <w:rsid w:val="00EC5EBE"/>
    <w:rsid w:val="00EC6458"/>
    <w:rsid w:val="00EC6816"/>
    <w:rsid w:val="00EC73C3"/>
    <w:rsid w:val="00EC792E"/>
    <w:rsid w:val="00ED0435"/>
    <w:rsid w:val="00ED0A12"/>
    <w:rsid w:val="00ED1A48"/>
    <w:rsid w:val="00ED2DF5"/>
    <w:rsid w:val="00ED4C0B"/>
    <w:rsid w:val="00ED667B"/>
    <w:rsid w:val="00ED70B8"/>
    <w:rsid w:val="00ED760C"/>
    <w:rsid w:val="00EE0FF9"/>
    <w:rsid w:val="00EE2048"/>
    <w:rsid w:val="00EE2813"/>
    <w:rsid w:val="00EE2A60"/>
    <w:rsid w:val="00EE3B83"/>
    <w:rsid w:val="00EE3EF2"/>
    <w:rsid w:val="00EE4D1E"/>
    <w:rsid w:val="00EE7942"/>
    <w:rsid w:val="00EF1834"/>
    <w:rsid w:val="00EF25EB"/>
    <w:rsid w:val="00EF2888"/>
    <w:rsid w:val="00EF6801"/>
    <w:rsid w:val="00EF6F1C"/>
    <w:rsid w:val="00EF766B"/>
    <w:rsid w:val="00EF7925"/>
    <w:rsid w:val="00F01085"/>
    <w:rsid w:val="00F013BB"/>
    <w:rsid w:val="00F01586"/>
    <w:rsid w:val="00F02525"/>
    <w:rsid w:val="00F02908"/>
    <w:rsid w:val="00F031F5"/>
    <w:rsid w:val="00F0353F"/>
    <w:rsid w:val="00F03640"/>
    <w:rsid w:val="00F036D1"/>
    <w:rsid w:val="00F03F43"/>
    <w:rsid w:val="00F041E2"/>
    <w:rsid w:val="00F04E35"/>
    <w:rsid w:val="00F05C4E"/>
    <w:rsid w:val="00F07ABC"/>
    <w:rsid w:val="00F07D2E"/>
    <w:rsid w:val="00F07FE9"/>
    <w:rsid w:val="00F1217E"/>
    <w:rsid w:val="00F12672"/>
    <w:rsid w:val="00F1415A"/>
    <w:rsid w:val="00F14A0E"/>
    <w:rsid w:val="00F17445"/>
    <w:rsid w:val="00F17769"/>
    <w:rsid w:val="00F178EC"/>
    <w:rsid w:val="00F179FA"/>
    <w:rsid w:val="00F2110E"/>
    <w:rsid w:val="00F2163A"/>
    <w:rsid w:val="00F2264C"/>
    <w:rsid w:val="00F25B4E"/>
    <w:rsid w:val="00F26208"/>
    <w:rsid w:val="00F27243"/>
    <w:rsid w:val="00F2741A"/>
    <w:rsid w:val="00F27B8B"/>
    <w:rsid w:val="00F27D1D"/>
    <w:rsid w:val="00F3062A"/>
    <w:rsid w:val="00F30737"/>
    <w:rsid w:val="00F30D09"/>
    <w:rsid w:val="00F3604C"/>
    <w:rsid w:val="00F364A9"/>
    <w:rsid w:val="00F37017"/>
    <w:rsid w:val="00F44A9B"/>
    <w:rsid w:val="00F45530"/>
    <w:rsid w:val="00F4589E"/>
    <w:rsid w:val="00F46938"/>
    <w:rsid w:val="00F505A5"/>
    <w:rsid w:val="00F50614"/>
    <w:rsid w:val="00F5137F"/>
    <w:rsid w:val="00F516CA"/>
    <w:rsid w:val="00F533F6"/>
    <w:rsid w:val="00F538C6"/>
    <w:rsid w:val="00F53D4E"/>
    <w:rsid w:val="00F53F18"/>
    <w:rsid w:val="00F54D41"/>
    <w:rsid w:val="00F5716E"/>
    <w:rsid w:val="00F60172"/>
    <w:rsid w:val="00F606E9"/>
    <w:rsid w:val="00F6322B"/>
    <w:rsid w:val="00F64582"/>
    <w:rsid w:val="00F66A09"/>
    <w:rsid w:val="00F6763F"/>
    <w:rsid w:val="00F71405"/>
    <w:rsid w:val="00F716C5"/>
    <w:rsid w:val="00F718F8"/>
    <w:rsid w:val="00F71C24"/>
    <w:rsid w:val="00F7267A"/>
    <w:rsid w:val="00F75F2B"/>
    <w:rsid w:val="00F77020"/>
    <w:rsid w:val="00F773E2"/>
    <w:rsid w:val="00F779C9"/>
    <w:rsid w:val="00F77E30"/>
    <w:rsid w:val="00F77E84"/>
    <w:rsid w:val="00F82043"/>
    <w:rsid w:val="00F823A4"/>
    <w:rsid w:val="00F82F5C"/>
    <w:rsid w:val="00F84887"/>
    <w:rsid w:val="00F84C2A"/>
    <w:rsid w:val="00F85552"/>
    <w:rsid w:val="00F87567"/>
    <w:rsid w:val="00F90385"/>
    <w:rsid w:val="00F906D1"/>
    <w:rsid w:val="00F91926"/>
    <w:rsid w:val="00F9469E"/>
    <w:rsid w:val="00F9609E"/>
    <w:rsid w:val="00F96118"/>
    <w:rsid w:val="00F97B5D"/>
    <w:rsid w:val="00FA17CE"/>
    <w:rsid w:val="00FA2B91"/>
    <w:rsid w:val="00FA3357"/>
    <w:rsid w:val="00FA47E4"/>
    <w:rsid w:val="00FA635A"/>
    <w:rsid w:val="00FA7754"/>
    <w:rsid w:val="00FB0826"/>
    <w:rsid w:val="00FB0F60"/>
    <w:rsid w:val="00FB40C3"/>
    <w:rsid w:val="00FB4AE4"/>
    <w:rsid w:val="00FB4DA4"/>
    <w:rsid w:val="00FB5B3D"/>
    <w:rsid w:val="00FC2239"/>
    <w:rsid w:val="00FC5125"/>
    <w:rsid w:val="00FC5810"/>
    <w:rsid w:val="00FC75F7"/>
    <w:rsid w:val="00FC76B4"/>
    <w:rsid w:val="00FC789F"/>
    <w:rsid w:val="00FD0770"/>
    <w:rsid w:val="00FD1CB2"/>
    <w:rsid w:val="00FD424C"/>
    <w:rsid w:val="00FD7DA9"/>
    <w:rsid w:val="00FE10E8"/>
    <w:rsid w:val="00FE197C"/>
    <w:rsid w:val="00FE1C0C"/>
    <w:rsid w:val="00FE1F20"/>
    <w:rsid w:val="00FE4FBE"/>
    <w:rsid w:val="00FE5C6C"/>
    <w:rsid w:val="00FE615A"/>
    <w:rsid w:val="00FE68E5"/>
    <w:rsid w:val="00FF0F14"/>
    <w:rsid w:val="00FF11E9"/>
    <w:rsid w:val="00FF18BC"/>
    <w:rsid w:val="00FF2ABD"/>
    <w:rsid w:val="00FF2B87"/>
    <w:rsid w:val="00FF36C4"/>
    <w:rsid w:val="00FF3A4B"/>
    <w:rsid w:val="00FF4630"/>
    <w:rsid w:val="00FF4E6F"/>
    <w:rsid w:val="00FF4EE4"/>
    <w:rsid w:val="00FF54D3"/>
    <w:rsid w:val="00FF6ACB"/>
    <w:rsid w:val="00FF6DD5"/>
    <w:rsid w:val="00FF6DF5"/>
    <w:rsid w:val="00FF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6566A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メイリオ" w:eastAsia="メイリオ" w:hAnsi="メイリオ" w:cs="メイリオ"/>
        <w:color w:val="000000" w:themeColor="text1"/>
        <w:kern w:val="2"/>
        <w:sz w:val="21"/>
        <w:szCs w:val="21"/>
        <w:lang w:val="en-US" w:eastAsia="ja-JP" w:bidi="ar-SA"/>
      </w:rPr>
    </w:rPrDefault>
    <w:pPrDefault>
      <w:pPr>
        <w:spacing w:line="0" w:lineRule="atLeast"/>
        <w:ind w:left="420" w:hanging="42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B7AA7"/>
    <w:rPr>
      <w:rFonts w:eastAsia="Meiryo UI"/>
      <w:sz w:val="22"/>
    </w:rPr>
  </w:style>
  <w:style w:type="paragraph" w:styleId="1">
    <w:name w:val="heading 1"/>
    <w:basedOn w:val="a2"/>
    <w:next w:val="a3"/>
    <w:link w:val="10"/>
    <w:qFormat/>
    <w:rsid w:val="00192027"/>
    <w:pPr>
      <w:keepNext/>
      <w:numPr>
        <w:numId w:val="22"/>
      </w:numPr>
      <w:outlineLvl w:val="0"/>
    </w:pPr>
    <w:rPr>
      <w:rFonts w:ascii="Arial" w:hAnsi="Arial"/>
      <w:b/>
      <w:sz w:val="28"/>
    </w:rPr>
  </w:style>
  <w:style w:type="paragraph" w:styleId="2">
    <w:name w:val="heading 2"/>
    <w:basedOn w:val="a2"/>
    <w:next w:val="a3"/>
    <w:link w:val="20"/>
    <w:qFormat/>
    <w:rsid w:val="00192027"/>
    <w:pPr>
      <w:keepNext/>
      <w:numPr>
        <w:ilvl w:val="1"/>
        <w:numId w:val="22"/>
      </w:numPr>
      <w:outlineLvl w:val="1"/>
    </w:pPr>
    <w:rPr>
      <w:rFonts w:ascii="Arial" w:hAnsi="Arial"/>
      <w:b/>
      <w:sz w:val="24"/>
    </w:rPr>
  </w:style>
  <w:style w:type="paragraph" w:styleId="3">
    <w:name w:val="heading 3"/>
    <w:basedOn w:val="a2"/>
    <w:next w:val="a3"/>
    <w:link w:val="30"/>
    <w:qFormat/>
    <w:rsid w:val="00192027"/>
    <w:pPr>
      <w:keepNext/>
      <w:numPr>
        <w:ilvl w:val="2"/>
        <w:numId w:val="22"/>
      </w:numPr>
      <w:outlineLvl w:val="2"/>
    </w:pPr>
    <w:rPr>
      <w:rFonts w:ascii="Arial" w:hAnsi="Arial"/>
      <w:b/>
    </w:rPr>
  </w:style>
  <w:style w:type="paragraph" w:styleId="4">
    <w:name w:val="heading 4"/>
    <w:basedOn w:val="a2"/>
    <w:next w:val="a3"/>
    <w:link w:val="40"/>
    <w:qFormat/>
    <w:rsid w:val="0080474D"/>
    <w:pPr>
      <w:keepNext/>
      <w:numPr>
        <w:numId w:val="8"/>
      </w:numPr>
      <w:tabs>
        <w:tab w:val="left" w:pos="-399"/>
      </w:tabs>
      <w:outlineLvl w:val="3"/>
    </w:pPr>
    <w:rPr>
      <w:rFonts w:ascii="Arial" w:hAnsi="Arial"/>
      <w:b/>
      <w:bCs/>
    </w:rPr>
  </w:style>
  <w:style w:type="paragraph" w:styleId="5">
    <w:name w:val="heading 5"/>
    <w:basedOn w:val="a2"/>
    <w:next w:val="a3"/>
    <w:link w:val="50"/>
    <w:qFormat/>
    <w:rsid w:val="0080474D"/>
    <w:pPr>
      <w:keepNext/>
      <w:numPr>
        <w:numId w:val="6"/>
      </w:numPr>
      <w:outlineLvl w:val="4"/>
    </w:pPr>
    <w:rPr>
      <w:rFonts w:ascii="Arial" w:hAnsi="Arial"/>
    </w:rPr>
  </w:style>
  <w:style w:type="paragraph" w:styleId="6">
    <w:name w:val="heading 6"/>
    <w:basedOn w:val="a2"/>
    <w:next w:val="a3"/>
    <w:link w:val="60"/>
    <w:qFormat/>
    <w:rsid w:val="0080474D"/>
    <w:pPr>
      <w:keepNext/>
      <w:numPr>
        <w:numId w:val="7"/>
      </w:numPr>
      <w:outlineLvl w:val="5"/>
    </w:pPr>
    <w:rPr>
      <w:bCs/>
    </w:rPr>
  </w:style>
  <w:style w:type="paragraph" w:styleId="7">
    <w:name w:val="heading 7"/>
    <w:basedOn w:val="2"/>
    <w:next w:val="a3"/>
    <w:link w:val="70"/>
    <w:qFormat/>
    <w:rsid w:val="000B7AA7"/>
    <w:pPr>
      <w:numPr>
        <w:ilvl w:val="6"/>
      </w:numPr>
      <w:outlineLvl w:val="6"/>
    </w:pPr>
    <w:rPr>
      <w:rFonts w:cs="Arial"/>
      <w:sz w:val="22"/>
    </w:rPr>
  </w:style>
  <w:style w:type="paragraph" w:styleId="8">
    <w:name w:val="heading 8"/>
    <w:basedOn w:val="3"/>
    <w:next w:val="a3"/>
    <w:link w:val="80"/>
    <w:qFormat/>
    <w:rsid w:val="00FE1F20"/>
    <w:pPr>
      <w:numPr>
        <w:ilvl w:val="7"/>
      </w:numPr>
      <w:tabs>
        <w:tab w:val="left" w:pos="1800"/>
      </w:tabs>
      <w:outlineLvl w:val="7"/>
    </w:pPr>
    <w:rPr>
      <w:rFonts w:cs="Arial"/>
    </w:rPr>
  </w:style>
  <w:style w:type="paragraph" w:styleId="9">
    <w:name w:val="heading 9"/>
    <w:basedOn w:val="3"/>
    <w:next w:val="a3"/>
    <w:link w:val="90"/>
    <w:qFormat/>
    <w:rsid w:val="00FE1F20"/>
    <w:pPr>
      <w:numPr>
        <w:ilvl w:val="8"/>
      </w:numPr>
      <w:tabs>
        <w:tab w:val="left" w:pos="1980"/>
      </w:tabs>
      <w:outlineLvl w:val="8"/>
    </w:pPr>
    <w:rPr>
      <w:rFonts w:cs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Title"/>
    <w:basedOn w:val="a2"/>
    <w:link w:val="a8"/>
    <w:qFormat/>
    <w:rsid w:val="00EC5EBE"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3">
    <w:name w:val="Body Text"/>
    <w:basedOn w:val="a2"/>
    <w:link w:val="a9"/>
    <w:rsid w:val="00EC5EBE"/>
    <w:pPr>
      <w:ind w:firstLineChars="100" w:firstLine="100"/>
    </w:pPr>
  </w:style>
  <w:style w:type="paragraph" w:customStyle="1" w:styleId="aa">
    <w:name w:val="日付・氏名"/>
    <w:basedOn w:val="a2"/>
    <w:next w:val="1"/>
    <w:rsid w:val="00EC5EBE"/>
    <w:pPr>
      <w:jc w:val="right"/>
    </w:pPr>
    <w:rPr>
      <w:rFonts w:ascii="Tahoma" w:eastAsia="ＭＳ Ｐゴシック" w:hAnsi="Tahoma"/>
    </w:rPr>
  </w:style>
  <w:style w:type="paragraph" w:customStyle="1" w:styleId="ab">
    <w:name w:val="参考文献見出し"/>
    <w:basedOn w:val="1"/>
    <w:next w:val="a"/>
    <w:rsid w:val="00A75227"/>
    <w:pPr>
      <w:numPr>
        <w:numId w:val="0"/>
      </w:numPr>
    </w:pPr>
  </w:style>
  <w:style w:type="paragraph" w:customStyle="1" w:styleId="a">
    <w:name w:val="参考文献"/>
    <w:rsid w:val="007679BA"/>
    <w:pPr>
      <w:numPr>
        <w:numId w:val="1"/>
      </w:numPr>
      <w:tabs>
        <w:tab w:val="clear" w:pos="0"/>
        <w:tab w:val="num" w:pos="360"/>
      </w:tabs>
      <w:spacing w:before="180"/>
      <w:ind w:left="0" w:firstLine="0"/>
    </w:pPr>
    <w:rPr>
      <w:rFonts w:eastAsia="ＭＳ Ｐ明朝"/>
    </w:rPr>
  </w:style>
  <w:style w:type="paragraph" w:styleId="ac">
    <w:name w:val="header"/>
    <w:basedOn w:val="a2"/>
    <w:link w:val="ad"/>
    <w:rsid w:val="00306770"/>
    <w:pPr>
      <w:tabs>
        <w:tab w:val="center" w:pos="4252"/>
        <w:tab w:val="right" w:pos="8504"/>
      </w:tabs>
      <w:snapToGrid w:val="0"/>
    </w:pPr>
  </w:style>
  <w:style w:type="paragraph" w:styleId="ae">
    <w:name w:val="footer"/>
    <w:basedOn w:val="a2"/>
    <w:link w:val="af"/>
    <w:uiPriority w:val="99"/>
    <w:rsid w:val="00306770"/>
    <w:pPr>
      <w:tabs>
        <w:tab w:val="center" w:pos="4252"/>
        <w:tab w:val="right" w:pos="8504"/>
      </w:tabs>
      <w:snapToGrid w:val="0"/>
    </w:pPr>
  </w:style>
  <w:style w:type="character" w:styleId="af0">
    <w:name w:val="page number"/>
    <w:basedOn w:val="a4"/>
    <w:rsid w:val="00846098"/>
  </w:style>
  <w:style w:type="numbering" w:styleId="1ai">
    <w:name w:val="Outline List 1"/>
    <w:basedOn w:val="a6"/>
    <w:rsid w:val="0051327A"/>
    <w:pPr>
      <w:numPr>
        <w:numId w:val="2"/>
      </w:numPr>
    </w:pPr>
  </w:style>
  <w:style w:type="paragraph" w:styleId="af1">
    <w:name w:val="caption"/>
    <w:basedOn w:val="a2"/>
    <w:next w:val="a2"/>
    <w:link w:val="af2"/>
    <w:qFormat/>
    <w:rsid w:val="005F731F"/>
    <w:pPr>
      <w:jc w:val="center"/>
    </w:pPr>
    <w:rPr>
      <w:rFonts w:eastAsia="ＭＳ Ｐゴシック"/>
      <w:b/>
      <w:bCs/>
    </w:rPr>
  </w:style>
  <w:style w:type="paragraph" w:customStyle="1" w:styleId="21">
    <w:name w:val="図表番号2"/>
    <w:basedOn w:val="af1"/>
    <w:next w:val="a3"/>
    <w:autoRedefine/>
    <w:rsid w:val="008A0104"/>
    <w:pPr>
      <w:keepNext/>
    </w:pPr>
    <w:rPr>
      <w:rFonts w:ascii="Arial" w:hAnsi="Arial"/>
      <w:b w:val="0"/>
    </w:rPr>
  </w:style>
  <w:style w:type="paragraph" w:styleId="af3">
    <w:name w:val="Note Heading"/>
    <w:basedOn w:val="a2"/>
    <w:next w:val="a2"/>
    <w:link w:val="af4"/>
    <w:rsid w:val="00CF295A"/>
    <w:pPr>
      <w:jc w:val="center"/>
    </w:pPr>
  </w:style>
  <w:style w:type="paragraph" w:customStyle="1" w:styleId="a0">
    <w:name w:val="別紙"/>
    <w:basedOn w:val="a2"/>
    <w:rsid w:val="00DF7820"/>
    <w:pPr>
      <w:numPr>
        <w:numId w:val="3"/>
      </w:numPr>
    </w:pPr>
  </w:style>
  <w:style w:type="paragraph" w:styleId="af5">
    <w:name w:val="Closing"/>
    <w:basedOn w:val="a2"/>
    <w:link w:val="af6"/>
    <w:rsid w:val="00CF295A"/>
    <w:pPr>
      <w:jc w:val="right"/>
    </w:pPr>
  </w:style>
  <w:style w:type="table" w:styleId="af7">
    <w:name w:val="Table Grid"/>
    <w:basedOn w:val="a5"/>
    <w:uiPriority w:val="59"/>
    <w:rsid w:val="00CF29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footnote text"/>
    <w:basedOn w:val="a2"/>
    <w:link w:val="af9"/>
    <w:semiHidden/>
    <w:rsid w:val="00143455"/>
    <w:pPr>
      <w:snapToGrid w:val="0"/>
    </w:pPr>
  </w:style>
  <w:style w:type="character" w:styleId="afa">
    <w:name w:val="footnote reference"/>
    <w:basedOn w:val="a4"/>
    <w:semiHidden/>
    <w:rsid w:val="00143455"/>
    <w:rPr>
      <w:vertAlign w:val="superscript"/>
    </w:rPr>
  </w:style>
  <w:style w:type="character" w:customStyle="1" w:styleId="10">
    <w:name w:val="見出し 1 (文字)"/>
    <w:basedOn w:val="a4"/>
    <w:link w:val="1"/>
    <w:rsid w:val="00192027"/>
    <w:rPr>
      <w:rFonts w:ascii="Arial" w:eastAsia="Meiryo UI" w:hAnsi="Arial"/>
      <w:b/>
      <w:sz w:val="28"/>
    </w:rPr>
  </w:style>
  <w:style w:type="paragraph" w:customStyle="1" w:styleId="a1">
    <w:name w:val="部"/>
    <w:basedOn w:val="a3"/>
    <w:rsid w:val="00407117"/>
    <w:pPr>
      <w:numPr>
        <w:numId w:val="4"/>
      </w:numPr>
      <w:ind w:firstLineChars="0" w:firstLine="0"/>
      <w:jc w:val="center"/>
    </w:pPr>
    <w:rPr>
      <w:rFonts w:ascii="ＭＳ ゴシック" w:eastAsia="ＭＳ ゴシック" w:hAnsi="ＭＳ ゴシック"/>
      <w:sz w:val="24"/>
    </w:rPr>
  </w:style>
  <w:style w:type="paragraph" w:styleId="afb">
    <w:name w:val="Date"/>
    <w:basedOn w:val="a2"/>
    <w:next w:val="a2"/>
    <w:link w:val="afc"/>
    <w:rsid w:val="007517D2"/>
  </w:style>
  <w:style w:type="character" w:customStyle="1" w:styleId="afc">
    <w:name w:val="日付 (文字)"/>
    <w:basedOn w:val="a4"/>
    <w:link w:val="afb"/>
    <w:rsid w:val="007517D2"/>
    <w:rPr>
      <w:kern w:val="2"/>
      <w:sz w:val="21"/>
      <w:szCs w:val="24"/>
    </w:rPr>
  </w:style>
  <w:style w:type="paragraph" w:styleId="11">
    <w:name w:val="toc 1"/>
    <w:basedOn w:val="a2"/>
    <w:next w:val="a2"/>
    <w:autoRedefine/>
    <w:uiPriority w:val="39"/>
    <w:rsid w:val="00374A56"/>
  </w:style>
  <w:style w:type="paragraph" w:styleId="22">
    <w:name w:val="toc 2"/>
    <w:basedOn w:val="a2"/>
    <w:next w:val="a2"/>
    <w:autoRedefine/>
    <w:uiPriority w:val="39"/>
    <w:rsid w:val="00131B41"/>
    <w:pPr>
      <w:tabs>
        <w:tab w:val="left" w:pos="840"/>
        <w:tab w:val="right" w:leader="dot" w:pos="8494"/>
      </w:tabs>
      <w:ind w:leftChars="100" w:left="210"/>
    </w:pPr>
  </w:style>
  <w:style w:type="paragraph" w:styleId="31">
    <w:name w:val="toc 3"/>
    <w:basedOn w:val="a2"/>
    <w:next w:val="a2"/>
    <w:autoRedefine/>
    <w:uiPriority w:val="39"/>
    <w:rsid w:val="00374A56"/>
    <w:pPr>
      <w:ind w:leftChars="200" w:left="200"/>
    </w:pPr>
  </w:style>
  <w:style w:type="character" w:styleId="afd">
    <w:name w:val="Hyperlink"/>
    <w:basedOn w:val="a4"/>
    <w:uiPriority w:val="99"/>
    <w:unhideWhenUsed/>
    <w:rsid w:val="00374A56"/>
    <w:rPr>
      <w:color w:val="0000FF" w:themeColor="hyperlink"/>
      <w:u w:val="single"/>
    </w:rPr>
  </w:style>
  <w:style w:type="paragraph" w:styleId="afe">
    <w:name w:val="Balloon Text"/>
    <w:basedOn w:val="a2"/>
    <w:link w:val="aff"/>
    <w:rsid w:val="009945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">
    <w:name w:val="吹き出し (文字)"/>
    <w:basedOn w:val="a4"/>
    <w:link w:val="afe"/>
    <w:rsid w:val="009945B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41">
    <w:name w:val="toc 4"/>
    <w:basedOn w:val="a2"/>
    <w:next w:val="a2"/>
    <w:autoRedefine/>
    <w:uiPriority w:val="39"/>
    <w:rsid w:val="009E58AF"/>
    <w:pPr>
      <w:ind w:leftChars="300" w:left="630"/>
    </w:pPr>
  </w:style>
  <w:style w:type="character" w:customStyle="1" w:styleId="noexists">
    <w:name w:val="noexists"/>
    <w:basedOn w:val="a4"/>
    <w:rsid w:val="00220C68"/>
  </w:style>
  <w:style w:type="character" w:styleId="aff0">
    <w:name w:val="annotation reference"/>
    <w:basedOn w:val="a4"/>
    <w:rsid w:val="00085FD6"/>
    <w:rPr>
      <w:sz w:val="18"/>
      <w:szCs w:val="18"/>
    </w:rPr>
  </w:style>
  <w:style w:type="paragraph" w:styleId="aff1">
    <w:name w:val="annotation text"/>
    <w:basedOn w:val="a2"/>
    <w:link w:val="aff2"/>
    <w:rsid w:val="00085FD6"/>
  </w:style>
  <w:style w:type="character" w:customStyle="1" w:styleId="aff2">
    <w:name w:val="コメント文字列 (文字)"/>
    <w:basedOn w:val="a4"/>
    <w:link w:val="aff1"/>
    <w:rsid w:val="00085FD6"/>
    <w:rPr>
      <w:kern w:val="2"/>
      <w:sz w:val="21"/>
      <w:szCs w:val="24"/>
    </w:rPr>
  </w:style>
  <w:style w:type="paragraph" w:styleId="aff3">
    <w:name w:val="annotation subject"/>
    <w:basedOn w:val="aff1"/>
    <w:next w:val="aff1"/>
    <w:link w:val="aff4"/>
    <w:rsid w:val="00085FD6"/>
    <w:rPr>
      <w:b/>
      <w:bCs/>
    </w:rPr>
  </w:style>
  <w:style w:type="character" w:customStyle="1" w:styleId="aff4">
    <w:name w:val="コメント内容 (文字)"/>
    <w:basedOn w:val="aff2"/>
    <w:link w:val="aff3"/>
    <w:rsid w:val="00085FD6"/>
    <w:rPr>
      <w:b/>
      <w:bCs/>
      <w:kern w:val="2"/>
      <w:sz w:val="21"/>
      <w:szCs w:val="24"/>
    </w:rPr>
  </w:style>
  <w:style w:type="paragraph" w:styleId="aff5">
    <w:name w:val="Body Text First Indent"/>
    <w:basedOn w:val="a3"/>
    <w:link w:val="aff6"/>
    <w:qFormat/>
    <w:rsid w:val="00085FD6"/>
    <w:pPr>
      <w:ind w:firstLine="210"/>
    </w:pPr>
  </w:style>
  <w:style w:type="character" w:customStyle="1" w:styleId="a9">
    <w:name w:val="本文 (文字)"/>
    <w:basedOn w:val="a4"/>
    <w:link w:val="a3"/>
    <w:rsid w:val="00085FD6"/>
    <w:rPr>
      <w:kern w:val="2"/>
      <w:sz w:val="21"/>
      <w:szCs w:val="24"/>
    </w:rPr>
  </w:style>
  <w:style w:type="character" w:customStyle="1" w:styleId="aff6">
    <w:name w:val="本文字下げ (文字)"/>
    <w:basedOn w:val="a9"/>
    <w:link w:val="aff5"/>
    <w:rsid w:val="00085FD6"/>
    <w:rPr>
      <w:kern w:val="2"/>
      <w:sz w:val="21"/>
      <w:szCs w:val="21"/>
    </w:rPr>
  </w:style>
  <w:style w:type="paragraph" w:styleId="51">
    <w:name w:val="toc 5"/>
    <w:basedOn w:val="a2"/>
    <w:next w:val="a2"/>
    <w:autoRedefine/>
    <w:uiPriority w:val="39"/>
    <w:unhideWhenUsed/>
    <w:rsid w:val="00B92A67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61">
    <w:name w:val="toc 6"/>
    <w:basedOn w:val="a2"/>
    <w:next w:val="a2"/>
    <w:autoRedefine/>
    <w:uiPriority w:val="39"/>
    <w:unhideWhenUsed/>
    <w:rsid w:val="00B92A67"/>
    <w:pPr>
      <w:ind w:leftChars="500" w:left="1050"/>
    </w:pPr>
    <w:rPr>
      <w:rFonts w:asciiTheme="minorHAnsi" w:eastAsiaTheme="minorEastAsia" w:hAnsiTheme="minorHAnsi" w:cstheme="minorBidi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B92A67"/>
    <w:pPr>
      <w:ind w:leftChars="600" w:left="1260"/>
    </w:pPr>
    <w:rPr>
      <w:rFonts w:asciiTheme="minorHAnsi" w:eastAsiaTheme="minorEastAsia" w:hAnsiTheme="minorHAnsi" w:cstheme="minorBidi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B92A67"/>
    <w:pPr>
      <w:ind w:leftChars="700" w:left="1470"/>
    </w:pPr>
    <w:rPr>
      <w:rFonts w:asciiTheme="minorHAnsi" w:eastAsiaTheme="minorEastAsia" w:hAnsiTheme="minorHAnsi" w:cstheme="minorBidi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B92A67"/>
    <w:pPr>
      <w:ind w:leftChars="800" w:left="1680"/>
    </w:pPr>
    <w:rPr>
      <w:rFonts w:asciiTheme="minorHAnsi" w:eastAsiaTheme="minorEastAsia" w:hAnsiTheme="minorHAnsi" w:cstheme="minorBidi"/>
      <w:szCs w:val="22"/>
    </w:rPr>
  </w:style>
  <w:style w:type="paragraph" w:styleId="aff7">
    <w:name w:val="List Paragraph"/>
    <w:basedOn w:val="a2"/>
    <w:uiPriority w:val="34"/>
    <w:qFormat/>
    <w:rsid w:val="006B7A78"/>
    <w:pPr>
      <w:ind w:leftChars="400" w:left="840"/>
    </w:pPr>
  </w:style>
  <w:style w:type="character" w:customStyle="1" w:styleId="fs3lh">
    <w:name w:val="fs3lh"/>
    <w:basedOn w:val="a4"/>
    <w:rsid w:val="00EA1C6C"/>
  </w:style>
  <w:style w:type="character" w:customStyle="1" w:styleId="30">
    <w:name w:val="見出し 3 (文字)"/>
    <w:basedOn w:val="a4"/>
    <w:link w:val="3"/>
    <w:rsid w:val="00192027"/>
    <w:rPr>
      <w:rFonts w:ascii="Arial" w:eastAsia="Meiryo UI" w:hAnsi="Arial"/>
      <w:b/>
      <w:sz w:val="22"/>
    </w:rPr>
  </w:style>
  <w:style w:type="character" w:customStyle="1" w:styleId="40">
    <w:name w:val="見出し 4 (文字)"/>
    <w:basedOn w:val="a4"/>
    <w:link w:val="4"/>
    <w:rsid w:val="0080474D"/>
    <w:rPr>
      <w:rFonts w:ascii="Arial" w:eastAsia="Meiryo UI" w:hAnsi="Arial"/>
      <w:b/>
      <w:bCs/>
      <w:sz w:val="22"/>
    </w:rPr>
  </w:style>
  <w:style w:type="character" w:customStyle="1" w:styleId="20">
    <w:name w:val="見出し 2 (文字)"/>
    <w:basedOn w:val="a4"/>
    <w:link w:val="2"/>
    <w:rsid w:val="00192027"/>
    <w:rPr>
      <w:rFonts w:ascii="Arial" w:eastAsia="Meiryo UI" w:hAnsi="Arial"/>
      <w:b/>
      <w:sz w:val="24"/>
    </w:rPr>
  </w:style>
  <w:style w:type="table" w:styleId="42">
    <w:name w:val="Medium Shading 1 Accent 3"/>
    <w:basedOn w:val="a5"/>
    <w:uiPriority w:val="63"/>
    <w:rsid w:val="00111557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ff8">
    <w:name w:val="Table Professional"/>
    <w:basedOn w:val="a5"/>
    <w:rsid w:val="00D40313"/>
    <w:pPr>
      <w:widowControl w:val="0"/>
      <w:jc w:val="both"/>
    </w:pPr>
    <w:rPr>
      <w:color w:val="auto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character" w:customStyle="1" w:styleId="af9">
    <w:name w:val="脚注文字列 (文字)"/>
    <w:basedOn w:val="a4"/>
    <w:link w:val="af8"/>
    <w:semiHidden/>
    <w:rsid w:val="009A7083"/>
    <w:rPr>
      <w:kern w:val="2"/>
      <w:sz w:val="21"/>
      <w:szCs w:val="24"/>
    </w:rPr>
  </w:style>
  <w:style w:type="character" w:customStyle="1" w:styleId="50">
    <w:name w:val="見出し 5 (文字)"/>
    <w:basedOn w:val="a4"/>
    <w:link w:val="5"/>
    <w:rsid w:val="0080474D"/>
    <w:rPr>
      <w:rFonts w:ascii="Arial" w:eastAsia="Meiryo UI" w:hAnsi="Arial"/>
      <w:sz w:val="22"/>
    </w:rPr>
  </w:style>
  <w:style w:type="character" w:customStyle="1" w:styleId="60">
    <w:name w:val="見出し 6 (文字)"/>
    <w:basedOn w:val="a4"/>
    <w:link w:val="6"/>
    <w:rsid w:val="0080474D"/>
    <w:rPr>
      <w:rFonts w:eastAsia="Meiryo UI"/>
      <w:bCs/>
      <w:sz w:val="22"/>
    </w:rPr>
  </w:style>
  <w:style w:type="character" w:customStyle="1" w:styleId="70">
    <w:name w:val="見出し 7 (文字)"/>
    <w:basedOn w:val="a4"/>
    <w:link w:val="7"/>
    <w:rsid w:val="000B7AA7"/>
    <w:rPr>
      <w:rFonts w:ascii="Arial" w:eastAsia="Meiryo UI" w:hAnsi="Arial" w:cs="Arial"/>
      <w:b/>
      <w:sz w:val="22"/>
    </w:rPr>
  </w:style>
  <w:style w:type="character" w:customStyle="1" w:styleId="80">
    <w:name w:val="見出し 8 (文字)"/>
    <w:basedOn w:val="a4"/>
    <w:link w:val="8"/>
    <w:rsid w:val="009777DC"/>
    <w:rPr>
      <w:rFonts w:ascii="Arial" w:eastAsia="Meiryo UI" w:hAnsi="Arial" w:cs="Arial"/>
      <w:b/>
      <w:sz w:val="22"/>
    </w:rPr>
  </w:style>
  <w:style w:type="character" w:customStyle="1" w:styleId="90">
    <w:name w:val="見出し 9 (文字)"/>
    <w:basedOn w:val="a4"/>
    <w:link w:val="9"/>
    <w:rsid w:val="009777DC"/>
    <w:rPr>
      <w:rFonts w:ascii="Arial" w:eastAsia="Meiryo UI" w:hAnsi="Arial" w:cs="Arial"/>
      <w:b/>
      <w:sz w:val="22"/>
    </w:rPr>
  </w:style>
  <w:style w:type="character" w:styleId="aff9">
    <w:name w:val="FollowedHyperlink"/>
    <w:basedOn w:val="a4"/>
    <w:uiPriority w:val="99"/>
    <w:unhideWhenUsed/>
    <w:rsid w:val="009777DC"/>
    <w:rPr>
      <w:color w:val="800080" w:themeColor="followedHyperlink"/>
      <w:u w:val="single"/>
    </w:rPr>
  </w:style>
  <w:style w:type="character" w:customStyle="1" w:styleId="ad">
    <w:name w:val="ヘッダー (文字)"/>
    <w:basedOn w:val="a4"/>
    <w:link w:val="ac"/>
    <w:rsid w:val="009777DC"/>
    <w:rPr>
      <w:kern w:val="2"/>
      <w:sz w:val="21"/>
      <w:szCs w:val="24"/>
    </w:rPr>
  </w:style>
  <w:style w:type="character" w:customStyle="1" w:styleId="af">
    <w:name w:val="フッター (文字)"/>
    <w:basedOn w:val="a4"/>
    <w:link w:val="ae"/>
    <w:uiPriority w:val="99"/>
    <w:rsid w:val="009777DC"/>
    <w:rPr>
      <w:kern w:val="2"/>
      <w:sz w:val="21"/>
      <w:szCs w:val="24"/>
    </w:rPr>
  </w:style>
  <w:style w:type="character" w:customStyle="1" w:styleId="a8">
    <w:name w:val="表題 (文字)"/>
    <w:basedOn w:val="a4"/>
    <w:link w:val="a7"/>
    <w:rsid w:val="009777DC"/>
    <w:rPr>
      <w:rFonts w:ascii="Arial" w:eastAsia="ＭＳ ゴシック" w:hAnsi="Arial" w:cs="Arial"/>
      <w:kern w:val="2"/>
      <w:sz w:val="32"/>
      <w:szCs w:val="32"/>
    </w:rPr>
  </w:style>
  <w:style w:type="character" w:customStyle="1" w:styleId="af6">
    <w:name w:val="結語 (文字)"/>
    <w:basedOn w:val="a4"/>
    <w:link w:val="af5"/>
    <w:rsid w:val="009777DC"/>
    <w:rPr>
      <w:kern w:val="2"/>
      <w:sz w:val="21"/>
      <w:szCs w:val="24"/>
    </w:rPr>
  </w:style>
  <w:style w:type="character" w:customStyle="1" w:styleId="af4">
    <w:name w:val="記 (文字)"/>
    <w:basedOn w:val="a4"/>
    <w:link w:val="af3"/>
    <w:rsid w:val="009777DC"/>
    <w:rPr>
      <w:kern w:val="2"/>
      <w:sz w:val="21"/>
      <w:szCs w:val="24"/>
    </w:rPr>
  </w:style>
  <w:style w:type="table" w:styleId="23">
    <w:name w:val="Light List Accent 3"/>
    <w:basedOn w:val="a5"/>
    <w:uiPriority w:val="61"/>
    <w:rsid w:val="004517CF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43">
    <w:name w:val="Medium Shading 1 Accent 1"/>
    <w:basedOn w:val="a5"/>
    <w:uiPriority w:val="63"/>
    <w:rsid w:val="004517C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Web">
    <w:name w:val="Normal (Web)"/>
    <w:basedOn w:val="a2"/>
    <w:uiPriority w:val="99"/>
    <w:unhideWhenUsed/>
    <w:rsid w:val="00082016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fs3lh1">
    <w:name w:val="fs3lh1"/>
    <w:basedOn w:val="a4"/>
    <w:rsid w:val="004345FA"/>
    <w:rPr>
      <w:color w:val="555555"/>
      <w:sz w:val="20"/>
      <w:szCs w:val="20"/>
    </w:rPr>
  </w:style>
  <w:style w:type="table" w:customStyle="1" w:styleId="4-31">
    <w:name w:val="グリッド (表) 4 - アクセント 31"/>
    <w:basedOn w:val="a5"/>
    <w:uiPriority w:val="49"/>
    <w:rsid w:val="002D5E19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3-31">
    <w:name w:val="一覧 (表) 3 - アクセント 31"/>
    <w:basedOn w:val="a5"/>
    <w:uiPriority w:val="48"/>
    <w:rsid w:val="00494964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24">
    <w:name w:val="Light List Accent 2"/>
    <w:basedOn w:val="a5"/>
    <w:uiPriority w:val="61"/>
    <w:rsid w:val="00A67792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affa">
    <w:name w:val="Emphasis"/>
    <w:basedOn w:val="a4"/>
    <w:uiPriority w:val="20"/>
    <w:qFormat/>
    <w:rsid w:val="00A67792"/>
    <w:rPr>
      <w:b/>
      <w:bCs/>
      <w:i w:val="0"/>
      <w:iCs w:val="0"/>
    </w:rPr>
  </w:style>
  <w:style w:type="character" w:customStyle="1" w:styleId="st">
    <w:name w:val="st"/>
    <w:basedOn w:val="a4"/>
    <w:rsid w:val="00A67792"/>
  </w:style>
  <w:style w:type="character" w:customStyle="1" w:styleId="textexposedshow2">
    <w:name w:val="text_exposed_show2"/>
    <w:basedOn w:val="a4"/>
    <w:rsid w:val="00A67792"/>
    <w:rPr>
      <w:vanish/>
      <w:webHidden w:val="0"/>
      <w:specVanish w:val="0"/>
    </w:rPr>
  </w:style>
  <w:style w:type="table" w:customStyle="1" w:styleId="12">
    <w:name w:val="表 (格子)1"/>
    <w:basedOn w:val="a5"/>
    <w:next w:val="af7"/>
    <w:rsid w:val="008900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b">
    <w:name w:val="Subtle Emphasis"/>
    <w:basedOn w:val="a4"/>
    <w:uiPriority w:val="19"/>
    <w:qFormat/>
    <w:rsid w:val="00002F04"/>
    <w:rPr>
      <w:i/>
      <w:iCs/>
      <w:color w:val="404040" w:themeColor="text1" w:themeTint="BF"/>
    </w:rPr>
  </w:style>
  <w:style w:type="paragraph" w:customStyle="1" w:styleId="Default">
    <w:name w:val="Default"/>
    <w:rsid w:val="00ED0435"/>
    <w:pPr>
      <w:widowControl w:val="0"/>
      <w:autoSpaceDE w:val="0"/>
      <w:autoSpaceDN w:val="0"/>
      <w:adjustRightInd w:val="0"/>
    </w:pPr>
    <w:rPr>
      <w:rFonts w:ascii="ＭＳ." w:eastAsia="ＭＳ." w:cs="ＭＳ."/>
      <w:color w:val="000000"/>
      <w:sz w:val="24"/>
    </w:rPr>
  </w:style>
  <w:style w:type="table" w:styleId="25">
    <w:name w:val="Light List Accent 1"/>
    <w:basedOn w:val="a5"/>
    <w:uiPriority w:val="61"/>
    <w:rsid w:val="008F43B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6">
    <w:name w:val="Light List Accent 4"/>
    <w:basedOn w:val="a5"/>
    <w:uiPriority w:val="61"/>
    <w:rsid w:val="008F43B7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affc">
    <w:name w:val="TOC Heading"/>
    <w:basedOn w:val="1"/>
    <w:next w:val="a2"/>
    <w:uiPriority w:val="39"/>
    <w:unhideWhenUsed/>
    <w:qFormat/>
    <w:rsid w:val="00F036D1"/>
    <w:pPr>
      <w:keepLines/>
      <w:numPr>
        <w:numId w:val="0"/>
      </w:numPr>
      <w:spacing w:before="240" w:line="259" w:lineRule="auto"/>
      <w:outlineLvl w:val="9"/>
    </w:pPr>
    <w:rPr>
      <w:rFonts w:asciiTheme="majorHAnsi" w:hAnsiTheme="majorHAnsi" w:cstheme="majorBidi"/>
      <w:color w:val="365F91" w:themeColor="accent1" w:themeShade="BF"/>
      <w:kern w:val="0"/>
      <w:sz w:val="32"/>
      <w:szCs w:val="32"/>
    </w:rPr>
  </w:style>
  <w:style w:type="paragraph" w:styleId="affd">
    <w:name w:val="Revision"/>
    <w:hidden/>
    <w:uiPriority w:val="99"/>
    <w:semiHidden/>
    <w:rsid w:val="00AF289C"/>
    <w:pPr>
      <w:spacing w:line="240" w:lineRule="auto"/>
      <w:ind w:left="0" w:firstLine="0"/>
    </w:pPr>
  </w:style>
  <w:style w:type="table" w:customStyle="1" w:styleId="27">
    <w:name w:val="表 (格子)2"/>
    <w:basedOn w:val="a5"/>
    <w:next w:val="af7"/>
    <w:uiPriority w:val="59"/>
    <w:rsid w:val="009577BF"/>
    <w:pPr>
      <w:spacing w:line="240" w:lineRule="auto"/>
      <w:ind w:left="0" w:firstLine="0"/>
    </w:pPr>
    <w:rPr>
      <w:rFonts w:asciiTheme="minorHAnsi" w:eastAsiaTheme="minorEastAsia" w:hAnsiTheme="minorHAnsi"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5"/>
    <w:next w:val="af7"/>
    <w:uiPriority w:val="59"/>
    <w:rsid w:val="00EF25EB"/>
    <w:pPr>
      <w:spacing w:line="240" w:lineRule="auto"/>
      <w:ind w:left="0" w:firstLine="0"/>
    </w:pPr>
    <w:rPr>
      <w:rFonts w:ascii="Century" w:eastAsia="ＭＳ 明朝" w:hAnsi="Century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表 (格子)4"/>
    <w:basedOn w:val="a5"/>
    <w:next w:val="af7"/>
    <w:uiPriority w:val="59"/>
    <w:rsid w:val="000C36EE"/>
    <w:pPr>
      <w:spacing w:line="240" w:lineRule="auto"/>
      <w:ind w:left="0" w:firstLine="0"/>
    </w:pPr>
    <w:rPr>
      <w:rFonts w:ascii="Century" w:eastAsia="ＭＳ 明朝" w:hAnsi="Century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表 (格子)5"/>
    <w:basedOn w:val="a5"/>
    <w:next w:val="af7"/>
    <w:uiPriority w:val="59"/>
    <w:rsid w:val="000C36EE"/>
    <w:pPr>
      <w:spacing w:line="240" w:lineRule="auto"/>
      <w:ind w:left="0" w:firstLine="0"/>
    </w:pPr>
    <w:rPr>
      <w:rFonts w:ascii="Century" w:eastAsia="ＭＳ 明朝" w:hAnsi="Century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図表番号 (文字)"/>
    <w:basedOn w:val="a4"/>
    <w:link w:val="af1"/>
    <w:rsid w:val="00D3072A"/>
    <w:rPr>
      <w:rFonts w:eastAsia="ＭＳ Ｐゴシック"/>
      <w:b/>
      <w:bCs/>
      <w:szCs w:val="21"/>
    </w:rPr>
  </w:style>
  <w:style w:type="character" w:customStyle="1" w:styleId="13">
    <w:name w:val="メンション1"/>
    <w:basedOn w:val="a4"/>
    <w:uiPriority w:val="99"/>
    <w:semiHidden/>
    <w:unhideWhenUsed/>
    <w:rsid w:val="004D584C"/>
    <w:rPr>
      <w:color w:val="2B579A"/>
      <w:shd w:val="clear" w:color="auto" w:fill="E6E6E6"/>
    </w:rPr>
  </w:style>
  <w:style w:type="character" w:styleId="affe">
    <w:name w:val="Strong"/>
    <w:basedOn w:val="a4"/>
    <w:qFormat/>
    <w:rsid w:val="00320C29"/>
    <w:rPr>
      <w:b/>
      <w:bCs/>
    </w:rPr>
  </w:style>
  <w:style w:type="character" w:customStyle="1" w:styleId="14">
    <w:name w:val="未解決のメンション1"/>
    <w:basedOn w:val="a4"/>
    <w:uiPriority w:val="99"/>
    <w:semiHidden/>
    <w:unhideWhenUsed/>
    <w:rsid w:val="00DC5731"/>
    <w:rPr>
      <w:color w:val="808080"/>
      <w:shd w:val="clear" w:color="auto" w:fill="E6E6E6"/>
    </w:rPr>
  </w:style>
  <w:style w:type="table" w:customStyle="1" w:styleId="15">
    <w:name w:val="表 (プロフェッショナル)1"/>
    <w:basedOn w:val="a5"/>
    <w:next w:val="aff8"/>
    <w:rsid w:val="00ED4C0B"/>
    <w:pPr>
      <w:widowControl w:val="0"/>
      <w:jc w:val="both"/>
    </w:pPr>
    <w:rPr>
      <w:color w:val="auto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table" w:customStyle="1" w:styleId="28">
    <w:name w:val="表 (プロフェッショナル)2"/>
    <w:basedOn w:val="a5"/>
    <w:next w:val="aff8"/>
    <w:rsid w:val="000D1F24"/>
    <w:pPr>
      <w:widowControl w:val="0"/>
      <w:jc w:val="both"/>
    </w:pPr>
    <w:rPr>
      <w:color w:val="auto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numbering" w:customStyle="1" w:styleId="16">
    <w:name w:val="リストなし1"/>
    <w:next w:val="a6"/>
    <w:uiPriority w:val="99"/>
    <w:semiHidden/>
    <w:unhideWhenUsed/>
    <w:rsid w:val="00257C05"/>
  </w:style>
  <w:style w:type="table" w:customStyle="1" w:styleId="62">
    <w:name w:val="表 (格子)6"/>
    <w:basedOn w:val="a5"/>
    <w:next w:val="af7"/>
    <w:rsid w:val="00257C0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表 (緑)  41"/>
    <w:basedOn w:val="a5"/>
    <w:next w:val="42"/>
    <w:uiPriority w:val="63"/>
    <w:rsid w:val="00257C05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33">
    <w:name w:val="表 (プロフェッショナル)3"/>
    <w:basedOn w:val="a5"/>
    <w:next w:val="aff8"/>
    <w:rsid w:val="00257C05"/>
    <w:pPr>
      <w:widowControl w:val="0"/>
      <w:jc w:val="both"/>
    </w:pPr>
    <w:rPr>
      <w:color w:val="auto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table" w:customStyle="1" w:styleId="210">
    <w:name w:val="表 (緑)  21"/>
    <w:basedOn w:val="a5"/>
    <w:next w:val="23"/>
    <w:uiPriority w:val="61"/>
    <w:rsid w:val="00257C05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411">
    <w:name w:val="表 (青)  41"/>
    <w:basedOn w:val="a5"/>
    <w:next w:val="43"/>
    <w:uiPriority w:val="63"/>
    <w:rsid w:val="00257C05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4-311">
    <w:name w:val="グリッド (表) 4 - アクセント 311"/>
    <w:basedOn w:val="a5"/>
    <w:uiPriority w:val="49"/>
    <w:rsid w:val="00257C05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3-311">
    <w:name w:val="一覧 (表) 3 - アクセント 311"/>
    <w:basedOn w:val="a5"/>
    <w:uiPriority w:val="48"/>
    <w:rsid w:val="00257C05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211">
    <w:name w:val="表 (赤)  21"/>
    <w:basedOn w:val="a5"/>
    <w:next w:val="24"/>
    <w:uiPriority w:val="61"/>
    <w:rsid w:val="00257C05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110">
    <w:name w:val="表 (格子)11"/>
    <w:basedOn w:val="a5"/>
    <w:next w:val="af7"/>
    <w:rsid w:val="00257C0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表 (青)  21"/>
    <w:basedOn w:val="a5"/>
    <w:next w:val="25"/>
    <w:uiPriority w:val="61"/>
    <w:rsid w:val="00257C05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213">
    <w:name w:val="表 (紫)  21"/>
    <w:basedOn w:val="a5"/>
    <w:next w:val="26"/>
    <w:uiPriority w:val="61"/>
    <w:rsid w:val="00257C05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214">
    <w:name w:val="表 (格子)21"/>
    <w:basedOn w:val="a5"/>
    <w:next w:val="af7"/>
    <w:uiPriority w:val="59"/>
    <w:rsid w:val="00257C05"/>
    <w:pPr>
      <w:spacing w:line="240" w:lineRule="auto"/>
      <w:ind w:left="0" w:firstLine="0"/>
    </w:pPr>
    <w:rPr>
      <w:rFonts w:asciiTheme="minorHAnsi" w:eastAsiaTheme="minorEastAsia" w:hAnsiTheme="minorHAnsi" w:cstheme="minorBidi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表 (格子)31"/>
    <w:basedOn w:val="a5"/>
    <w:next w:val="af7"/>
    <w:uiPriority w:val="59"/>
    <w:rsid w:val="00257C05"/>
    <w:pPr>
      <w:spacing w:line="240" w:lineRule="auto"/>
      <w:ind w:left="0" w:firstLine="0"/>
    </w:pPr>
    <w:rPr>
      <w:rFonts w:ascii="Century" w:eastAsia="ＭＳ 明朝" w:hAnsi="Century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表 (格子)41"/>
    <w:basedOn w:val="a5"/>
    <w:next w:val="af7"/>
    <w:uiPriority w:val="59"/>
    <w:rsid w:val="00257C05"/>
    <w:pPr>
      <w:spacing w:line="240" w:lineRule="auto"/>
      <w:ind w:left="0" w:firstLine="0"/>
    </w:pPr>
    <w:rPr>
      <w:rFonts w:ascii="Century" w:eastAsia="ＭＳ 明朝" w:hAnsi="Century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 (格子)51"/>
    <w:basedOn w:val="a5"/>
    <w:next w:val="af7"/>
    <w:uiPriority w:val="59"/>
    <w:rsid w:val="00257C05"/>
    <w:pPr>
      <w:spacing w:line="240" w:lineRule="auto"/>
      <w:ind w:left="0" w:firstLine="0"/>
    </w:pPr>
    <w:rPr>
      <w:rFonts w:ascii="Century" w:eastAsia="ＭＳ 明朝" w:hAnsi="Century" w:cs="Times New Roman"/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Plain Text"/>
    <w:basedOn w:val="a2"/>
    <w:link w:val="afff0"/>
    <w:uiPriority w:val="99"/>
    <w:unhideWhenUsed/>
    <w:rsid w:val="003B1BC1"/>
    <w:pPr>
      <w:widowControl w:val="0"/>
      <w:spacing w:line="240" w:lineRule="auto"/>
      <w:ind w:left="0" w:firstLine="0"/>
    </w:pPr>
    <w:rPr>
      <w:rFonts w:ascii="ＭＳ ゴシック" w:eastAsia="ＭＳ ゴシック" w:hAnsi="Courier New" w:cs="Courier New"/>
      <w:color w:val="auto"/>
      <w:sz w:val="20"/>
    </w:rPr>
  </w:style>
  <w:style w:type="character" w:customStyle="1" w:styleId="afff0">
    <w:name w:val="書式なし (文字)"/>
    <w:basedOn w:val="a4"/>
    <w:link w:val="afff"/>
    <w:uiPriority w:val="99"/>
    <w:rsid w:val="003B1BC1"/>
    <w:rPr>
      <w:rFonts w:ascii="ＭＳ ゴシック" w:eastAsia="ＭＳ ゴシック" w:hAnsi="Courier New" w:cs="Courier New"/>
      <w:color w:val="auto"/>
      <w:sz w:val="20"/>
    </w:rPr>
  </w:style>
  <w:style w:type="table" w:customStyle="1" w:styleId="45">
    <w:name w:val="表 (プロフェッショナル)4"/>
    <w:basedOn w:val="a5"/>
    <w:next w:val="aff8"/>
    <w:rsid w:val="00B122B5"/>
    <w:pPr>
      <w:widowControl w:val="0"/>
      <w:jc w:val="both"/>
    </w:pPr>
    <w:rPr>
      <w:color w:val="auto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969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FFFFFF"/>
            <w:bottom w:val="none" w:sz="0" w:space="0" w:color="auto"/>
            <w:right w:val="none" w:sz="0" w:space="0" w:color="auto"/>
          </w:divBdr>
        </w:div>
        <w:div w:id="33635190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FFFFFF"/>
            <w:bottom w:val="none" w:sz="0" w:space="0" w:color="auto"/>
            <w:right w:val="none" w:sz="0" w:space="0" w:color="auto"/>
          </w:divBdr>
        </w:div>
        <w:div w:id="56344392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FFFFFF"/>
            <w:bottom w:val="none" w:sz="0" w:space="0" w:color="auto"/>
            <w:right w:val="none" w:sz="0" w:space="0" w:color="auto"/>
          </w:divBdr>
        </w:div>
        <w:div w:id="6837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730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5" w:color="FFFFFF"/>
            <w:bottom w:val="none" w:sz="0" w:space="0" w:color="auto"/>
            <w:right w:val="none" w:sz="0" w:space="0" w:color="auto"/>
          </w:divBdr>
        </w:div>
        <w:div w:id="133623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1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2192">
          <w:marLeft w:val="30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8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78543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75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81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79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44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55964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00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529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8270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810895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21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605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0494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3013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5555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3325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9741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379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227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49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5439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48126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4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2149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2754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3053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431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2609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2864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857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72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756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31846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190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8802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19444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7057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623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57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5067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987240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853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0967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8825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7012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5779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624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982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2927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55666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685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248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1757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34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154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9572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766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2244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1937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562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113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30601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3945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9366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99093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2061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0889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3759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5602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1804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902793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2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3534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0644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1341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3060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2030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936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4181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3919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863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139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852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0083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0159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060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0433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4802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5418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320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3775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6303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466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52071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271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10115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128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4254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7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1428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8953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7032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6419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91066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06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98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0857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270244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311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6208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31774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859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34219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3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6115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698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50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786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791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39191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1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344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728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8362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959914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274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35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284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8303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543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0862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8336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73222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6317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930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916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023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53013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063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8318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6784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2006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04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3446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363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84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486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31230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2722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4327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123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0279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8108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67971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625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835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109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8906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788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2518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8440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721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4569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9756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545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7546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9573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6808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859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6852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1301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412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246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5674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8993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012178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5022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46794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2714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34865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82868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7839628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13757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54302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37541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6349900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4124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17070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6038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8922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414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281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678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850464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284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9806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2828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11766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76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44629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2993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94778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4054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818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37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874508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9257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094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6002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0436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3463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0260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8395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12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9824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374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1702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845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010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8793428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588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84981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6520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156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5559214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24439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4242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738844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9724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4959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0584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4584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5699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591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557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60984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9412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3545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8871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69051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484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668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8994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377543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549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2046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3361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068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8424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8053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1865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8210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008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3178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545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023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725786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872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0610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5548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5659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6592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76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925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927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6690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888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0339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8930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491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726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45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250951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758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4368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1371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4692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6179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0089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4738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6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4948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8535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3841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9181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68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055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0053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640161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773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651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7801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5055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3568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7605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7907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6451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0031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551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8634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2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86389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479162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908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6204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9559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972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4545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538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81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66358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86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5241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9651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6787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8297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2949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5465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6967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649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54494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47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4181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8854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7742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4505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95576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7363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103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959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40696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30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2556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0177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8307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523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4746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57484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7117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477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889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332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22128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090315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74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133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3412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3026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6800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7076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782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252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9374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00434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295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944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472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21368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9538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9849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1865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7907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03288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83162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6453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422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716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8657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6026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8357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0286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4945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2225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1995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009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99924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378474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78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0722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7277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827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3486128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15581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100520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8415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4503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789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9348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2686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0767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355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2675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0841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5180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8148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735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356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11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8762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302332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77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2906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130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1999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62332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0708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894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25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625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25040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617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1296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4946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6596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4526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82953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9816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65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00789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524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9629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6683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80059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1830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21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146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56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36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0445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93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4504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9612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9313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1888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643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7947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8500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4813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786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1132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0643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2844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9260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230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209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6227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912196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99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7546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049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3853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1060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5812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2143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217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8893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9479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4937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4705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0438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31332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06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110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5735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6956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251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57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711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2064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252496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221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9181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2629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982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486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385154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212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8165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4470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8681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0543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5593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0445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2201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095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4462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631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2813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8117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7734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0960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642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6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54365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6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095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3554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1724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346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2496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9725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0355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5439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748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40983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821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429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907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161070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7762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5912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4588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7409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7124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5590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62458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9763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0268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0062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35683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1828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691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188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972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6614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5007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8834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4483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8247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3938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5057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154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192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7498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484989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92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0092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7759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0906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8248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4198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27807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465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5244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7766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8287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97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04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842349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628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01456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5994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4154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9946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8589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1588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2822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972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1142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5691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5493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708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546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344767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2024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5979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5528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6348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2934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84748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3937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3219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414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179588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102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3096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9658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0148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7262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2136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5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8979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722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4352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12301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6893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48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680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069329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3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3880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3059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556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6524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411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0110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8327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3540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7024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3769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2290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0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960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7172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09897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134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4634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4865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3576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1375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9689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73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25316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653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6692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489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4586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4203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87883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3683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5560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32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801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706319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547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8021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5566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748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3426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20358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9756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2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96478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20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0300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0480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8073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9018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0957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2227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5608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1884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8057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6971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3663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1358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12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153710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829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028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523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783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557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669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6503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32355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214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2813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1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47367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689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0363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4408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3891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0835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10221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5654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9777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070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619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047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770267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650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4168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701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2537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364777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2758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7013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417901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463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0397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0535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37188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17151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7003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4753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802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447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4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492516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137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0393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9249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8413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0953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12864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0555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193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3762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77871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94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4515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9523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8251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5965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1490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208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646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239068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279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0801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51161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4208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487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2983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891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3907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63085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7855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9789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956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750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3954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18639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825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503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0682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6540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3797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8217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082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042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39497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644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4086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8412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5457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3708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7975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6495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4059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5541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4012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3655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3498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5572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403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851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1358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2095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2197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2512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3043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153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9224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6410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98629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4749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5078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065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396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87967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77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8004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1969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2922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7262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57799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9590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946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64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8007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642322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5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4993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7561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0261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920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9134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9081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7736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7752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5747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7185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762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384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5566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106456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71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168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921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99225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9006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002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8540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4448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0691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2886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8857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28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036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64624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04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8541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8982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7523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4940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7435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8392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544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98275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945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0846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1813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6535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2010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99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56529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06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913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826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7648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7047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3119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5834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652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5086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1932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87141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5749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4264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8503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58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0389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488908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240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456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9361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1405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4383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72759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6786736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62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8748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6425390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16438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7731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1106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28035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39306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87300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062245">
                                                                      <w:marLeft w:val="24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9157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273101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2193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000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567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731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346492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4871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5384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3070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0026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0821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00467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930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7394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82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5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470047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860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1567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6103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7320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2533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2904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1510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6044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528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9989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9876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501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447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114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77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6292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6299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939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9138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349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0341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2862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9340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4463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14165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4955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7483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2562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261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6979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289351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7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8252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5105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3771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2458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5304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7554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7459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9428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141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4908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516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978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23163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632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0561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5644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3217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0712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9678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327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184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685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5971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000795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13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497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6719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6406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8334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8697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0392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655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1863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8617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4352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44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124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555616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970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0789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7920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7168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700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0728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3919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6092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593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0178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0412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5149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012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48166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539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2025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991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151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4673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6389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5630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9059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7121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7492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9303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359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5803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79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356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66810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1317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5711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94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1398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1168929">
                                                          <w:marLeft w:val="24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1562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3293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30515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9805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63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09442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20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7102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97817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8823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1401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482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5007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3791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0238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403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1730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7442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4915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5236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8195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3336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4907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1354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9622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6156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7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93717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804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1393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7507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4507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8493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5940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696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8283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046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9125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9930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4017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98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195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976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819896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5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0666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56454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9884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7294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5882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996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2330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8569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9385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50257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937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689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68461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99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200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666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61849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4364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53948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6991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668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66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0701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06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873082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single" w:sz="12" w:space="4" w:color="000000"/>
            <w:right w:val="none" w:sz="0" w:space="0" w:color="auto"/>
          </w:divBdr>
        </w:div>
      </w:divsChild>
    </w:div>
    <w:div w:id="5659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7C933-B077-4CB2-A8DD-E7A7ED9E8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F0D95C2C.dotm</Template>
  <TotalTime>0</TotalTime>
  <Pages>1</Pages>
  <Words>387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2019-04-14T02:41:00Z</dcterms:created>
  <dcterms:modified xsi:type="dcterms:W3CDTF">2019-11-11T12:46:00Z</dcterms:modified>
</cp:coreProperties>
</file>