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58F4A8DF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D11F86">
        <w:rPr>
          <w:rFonts w:ascii="Meiryo UI" w:eastAsia="Meiryo UI" w:hAnsi="Meiryo UI" w:hint="eastAsia"/>
          <w:sz w:val="36"/>
          <w:szCs w:val="36"/>
          <w:u w:val="single"/>
        </w:rPr>
        <w:t>群馬県太田</w:t>
      </w:r>
      <w:r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14:paraId="47FA498D" w14:textId="77777777" w:rsidR="00D019EF" w:rsidRPr="00F52763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52F6A60F" w:rsidR="00D019EF" w:rsidRPr="00F52763" w:rsidRDefault="00D019EF" w:rsidP="00D019EF">
      <w:pPr>
        <w:pStyle w:val="a3"/>
        <w:spacing w:line="0" w:lineRule="atLeast"/>
        <w:ind w:firstLineChars="250" w:firstLine="55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="00D11F86">
        <w:rPr>
          <w:rFonts w:ascii="Meiryo UI" w:eastAsia="Meiryo UI" w:hAnsi="Meiryo UI" w:hint="eastAsia"/>
          <w:sz w:val="22"/>
          <w:szCs w:val="22"/>
        </w:rPr>
        <w:t>20</w:t>
      </w:r>
      <w:r w:rsidR="00D11F86">
        <w:rPr>
          <w:rFonts w:ascii="Meiryo UI" w:eastAsia="Meiryo UI" w:hAnsi="Meiryo UI"/>
          <w:sz w:val="22"/>
          <w:szCs w:val="22"/>
        </w:rPr>
        <w:t>20</w:t>
      </w:r>
      <w:r w:rsidRPr="00404C45">
        <w:rPr>
          <w:rFonts w:ascii="Meiryo UI" w:eastAsia="Meiryo UI" w:hAnsi="Meiryo UI" w:hint="eastAsia"/>
          <w:sz w:val="22"/>
          <w:szCs w:val="22"/>
        </w:rPr>
        <w:t>年</w:t>
      </w:r>
      <w:r w:rsidR="00D11F86">
        <w:rPr>
          <w:rFonts w:ascii="Meiryo UI" w:eastAsia="Meiryo UI" w:hAnsi="Meiryo UI"/>
          <w:sz w:val="22"/>
          <w:szCs w:val="22"/>
        </w:rPr>
        <w:t>1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 w:rsidR="00D11F86">
        <w:rPr>
          <w:rFonts w:ascii="Meiryo UI" w:eastAsia="Meiryo UI" w:hAnsi="Meiryo UI" w:hint="eastAsia"/>
          <w:sz w:val="22"/>
          <w:szCs w:val="22"/>
        </w:rPr>
        <w:t>9</w:t>
      </w:r>
      <w:r w:rsidRPr="00404C45">
        <w:rPr>
          <w:rFonts w:ascii="Meiryo UI" w:eastAsia="Meiryo UI" w:hAnsi="Meiryo UI" w:hint="eastAsia"/>
          <w:sz w:val="22"/>
          <w:szCs w:val="22"/>
        </w:rPr>
        <w:t>日(</w:t>
      </w:r>
      <w:r w:rsidR="00D11F86">
        <w:rPr>
          <w:rFonts w:ascii="Meiryo UI" w:eastAsia="Meiryo UI" w:hAnsi="Meiryo UI" w:hint="eastAsia"/>
          <w:sz w:val="22"/>
          <w:szCs w:val="22"/>
        </w:rPr>
        <w:t>木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</w:p>
    <w:p w14:paraId="4C6A9477" w14:textId="4FA4C0A6" w:rsidR="0041296B" w:rsidRPr="00F52763" w:rsidRDefault="00D019EF" w:rsidP="00D11F86">
      <w:pPr>
        <w:pStyle w:val="a3"/>
        <w:spacing w:line="0" w:lineRule="atLeast"/>
        <w:ind w:firstLineChars="250" w:firstLine="55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D11F86" w:rsidRPr="00D11F86">
        <w:rPr>
          <w:rFonts w:ascii="Meiryo UI" w:eastAsia="Meiryo UI" w:hAnsi="Meiryo UI" w:hint="eastAsia"/>
          <w:sz w:val="22"/>
          <w:szCs w:val="22"/>
        </w:rPr>
        <w:t>太田市役所　3F大会議室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D11F86" w:rsidRPr="00D11F86">
        <w:rPr>
          <w:rFonts w:ascii="Meiryo UI" w:eastAsia="Meiryo UI" w:hAnsi="Meiryo UI" w:hint="eastAsia"/>
          <w:sz w:val="22"/>
          <w:szCs w:val="22"/>
        </w:rPr>
        <w:t>群馬県太田市浜町2番35号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D11F86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0D4821FD" w14:textId="787F150F" w:rsidR="00776514" w:rsidRDefault="00D11F86" w:rsidP="0034711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太田市</w:t>
            </w:r>
            <w:r w:rsidR="007373E0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企画部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部長</w:t>
            </w:r>
          </w:p>
          <w:p w14:paraId="3BE507DE" w14:textId="5E894961" w:rsidR="007D5BF0" w:rsidRPr="0034711D" w:rsidRDefault="00D11F86" w:rsidP="0034711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正田　吉一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146BEFC6" w:rsidR="00C462D7" w:rsidRPr="006D4DD3" w:rsidRDefault="00A00E2D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1A7622A9" w14:textId="77777777" w:rsidR="00A00E2D" w:rsidRDefault="00A00E2D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14:paraId="1F4B6064" w14:textId="6ECF1C1B" w:rsidR="00CA2DE1" w:rsidRPr="006D4DD3" w:rsidRDefault="00D26A23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="00CA2DE1" w:rsidRPr="00EC3D85">
              <w:rPr>
                <w:rFonts w:ascii="Meiryo UI" w:eastAsia="Meiryo UI" w:hAnsi="Meiryo UI" w:cs="Meiryo UI" w:hint="eastAsia"/>
                <w:sz w:val="22"/>
                <w:szCs w:val="22"/>
              </w:rPr>
              <w:t>動画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紹介</w:t>
            </w:r>
          </w:p>
        </w:tc>
        <w:tc>
          <w:tcPr>
            <w:tcW w:w="5040" w:type="dxa"/>
            <w:vAlign w:val="center"/>
          </w:tcPr>
          <w:p w14:paraId="29BD92CD" w14:textId="368261AF" w:rsidR="00C462D7" w:rsidRPr="007373E0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338E52B8" w:rsidR="00C462D7" w:rsidRPr="006D4DD3" w:rsidRDefault="00C75066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6D4DD3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5447C390" w14:textId="60AB9DE2" w:rsidR="007F20F6" w:rsidRPr="006D4DD3" w:rsidRDefault="00A00E2D" w:rsidP="0075482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00E2D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="00D11F86">
              <w:rPr>
                <w:rFonts w:ascii="Meiryo UI" w:eastAsia="Meiryo UI" w:hAnsi="Meiryo UI" w:cs="Meiryo UI" w:hint="eastAsia"/>
                <w:sz w:val="22"/>
                <w:szCs w:val="22"/>
              </w:rPr>
              <w:t>リンクデータ</w:t>
            </w:r>
          </w:p>
          <w:p w14:paraId="5396FA1E" w14:textId="33EFABF3" w:rsidR="00C462D7" w:rsidRPr="006D4DD3" w:rsidRDefault="00A00E2D" w:rsidP="007F20F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00E2D">
              <w:rPr>
                <w:rFonts w:ascii="Meiryo UI" w:eastAsia="Meiryo UI" w:hAnsi="Meiryo UI" w:cs="Meiryo UI" w:hint="eastAsia"/>
                <w:sz w:val="22"/>
                <w:szCs w:val="22"/>
              </w:rPr>
              <w:t>下山　紗代子</w:t>
            </w:r>
          </w:p>
        </w:tc>
      </w:tr>
      <w:tr w:rsidR="00AB05E8" w:rsidRPr="00F52763" w14:paraId="305A7470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3DF5F1FC" w14:textId="254B81A9" w:rsidR="00AB05E8" w:rsidRPr="006D4DD3" w:rsidRDefault="00C75066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14:30</w:t>
            </w:r>
          </w:p>
        </w:tc>
        <w:tc>
          <w:tcPr>
            <w:tcW w:w="851" w:type="dxa"/>
            <w:vAlign w:val="center"/>
          </w:tcPr>
          <w:p w14:paraId="1F511782" w14:textId="734865AE" w:rsidR="00AB05E8" w:rsidRPr="006D4DD3" w:rsidRDefault="00AB05E8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04FF8A3B" w14:textId="72BACC96" w:rsidR="00AB05E8" w:rsidRPr="006D4DD3" w:rsidRDefault="00AB05E8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5A66AF28" w14:textId="77777777" w:rsidR="00AB05E8" w:rsidRPr="00002ABA" w:rsidRDefault="00AB05E8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09BBE336" w:rsidR="00C462D7" w:rsidRPr="006D4DD3" w:rsidRDefault="00C462D7" w:rsidP="00AB05E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C75066">
              <w:rPr>
                <w:rFonts w:ascii="Meiryo UI" w:eastAsia="Meiryo UI" w:hAnsi="Meiryo UI" w:cs="Meiryo UI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14:paraId="3E884363" w14:textId="77777777" w:rsidR="00D11F86" w:rsidRDefault="00D11F86" w:rsidP="00002AB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群馬県の</w:t>
            </w:r>
          </w:p>
          <w:p w14:paraId="689D5B7A" w14:textId="5B574894" w:rsidR="00C462D7" w:rsidRPr="006D4DD3" w:rsidRDefault="00D11F86" w:rsidP="00002AB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オープンデータ推進の取り組み</w:t>
            </w:r>
          </w:p>
        </w:tc>
        <w:tc>
          <w:tcPr>
            <w:tcW w:w="5040" w:type="dxa"/>
            <w:vAlign w:val="center"/>
          </w:tcPr>
          <w:p w14:paraId="0B6D5513" w14:textId="74E3C146" w:rsidR="00D11F86" w:rsidRPr="00D11F86" w:rsidRDefault="00D11F86" w:rsidP="00D11F8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群馬県</w:t>
            </w:r>
            <w:r w:rsidR="00793E71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企画部</w:t>
            </w:r>
            <w:r w:rsidR="002E187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情報政策課</w:t>
            </w:r>
          </w:p>
          <w:p w14:paraId="661D2E72" w14:textId="3A531B8F" w:rsidR="00D21807" w:rsidRDefault="00D11F86" w:rsidP="00D11F8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情報化推進係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副主幹</w:t>
            </w:r>
          </w:p>
          <w:p w14:paraId="4A7A146F" w14:textId="4BB52C9F" w:rsidR="00C462D7" w:rsidRPr="006D4DD3" w:rsidRDefault="00D11F86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11F86">
              <w:rPr>
                <w:rFonts w:ascii="Meiryo UI" w:eastAsia="Meiryo UI" w:hAnsi="Meiryo UI" w:cs="Meiryo UI" w:hint="eastAsia"/>
                <w:sz w:val="22"/>
                <w:szCs w:val="22"/>
              </w:rPr>
              <w:t>高橋　まゆみ</w:t>
            </w: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161C567A" w:rsidR="00C462D7" w:rsidRPr="006D4DD3" w:rsidRDefault="00C75066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14:50</w:t>
            </w:r>
          </w:p>
        </w:tc>
        <w:tc>
          <w:tcPr>
            <w:tcW w:w="851" w:type="dxa"/>
            <w:vAlign w:val="center"/>
          </w:tcPr>
          <w:p w14:paraId="1C928DFC" w14:textId="2B8F3DFC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A29BF7B" w14:textId="76FF551E" w:rsidR="00511D82" w:rsidRPr="006D4DD3" w:rsidRDefault="00511D82" w:rsidP="00511D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</w:t>
            </w:r>
            <w:r w:rsidR="002E187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日立社会情報サービス</w:t>
            </w:r>
          </w:p>
          <w:p w14:paraId="08B039C4" w14:textId="2EA3C659" w:rsidR="00C462D7" w:rsidRPr="006D4DD3" w:rsidRDefault="00511D82" w:rsidP="00511D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滝澤　郁美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5356DEEA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C75066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384A7784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C75066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05C13A78" w:rsidR="00C12AC1" w:rsidRPr="006D4DD3" w:rsidRDefault="00C75066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40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1538CBB2" w14:textId="2899E49C" w:rsidR="007F20F6" w:rsidRPr="006D4DD3" w:rsidRDefault="00A00E2D" w:rsidP="007F20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00E2D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リンクデータ</w:t>
            </w:r>
          </w:p>
          <w:p w14:paraId="06130707" w14:textId="33E1FD97" w:rsidR="006E0D77" w:rsidRPr="006D4DD3" w:rsidRDefault="00A00E2D" w:rsidP="007F20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00E2D">
              <w:rPr>
                <w:rFonts w:ascii="Meiryo UI" w:eastAsia="Meiryo UI" w:hAnsi="Meiryo UI" w:cs="Meiryo UI" w:hint="eastAsia"/>
                <w:sz w:val="22"/>
                <w:szCs w:val="22"/>
              </w:rPr>
              <w:t>下山　紗代子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3FA46ED6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CA2DE1" w:rsidRPr="006D4DD3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40743923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64DF72D9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</w:t>
            </w:r>
            <w:r w:rsidR="002E187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63BB045A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CA2DE1" w:rsidRPr="006D4DD3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3C716293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</w:t>
            </w:r>
            <w:r w:rsidR="002E187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日立製作所</w:t>
            </w:r>
          </w:p>
        </w:tc>
      </w:tr>
      <w:tr w:rsidR="00CA2DE1" w:rsidRPr="00F52763" w14:paraId="5D99B9D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4577A60C" w14:textId="6D60C348" w:rsidR="00CA2DE1" w:rsidRPr="006D4DD3" w:rsidRDefault="00CA2DE1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16:25</w:t>
            </w:r>
          </w:p>
        </w:tc>
        <w:tc>
          <w:tcPr>
            <w:tcW w:w="851" w:type="dxa"/>
            <w:vAlign w:val="center"/>
          </w:tcPr>
          <w:p w14:paraId="1A29F4A7" w14:textId="56B01715" w:rsidR="00CA2DE1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69B596C" w14:textId="6A0522A1" w:rsidR="00CA2DE1" w:rsidRPr="006D4DD3" w:rsidRDefault="00CA2DE1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3C42130B" w14:textId="77777777" w:rsidR="00C75066" w:rsidRPr="00C75066" w:rsidRDefault="00C75066" w:rsidP="00C7506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75066">
              <w:rPr>
                <w:rFonts w:ascii="Meiryo UI" w:eastAsia="Meiryo UI" w:hAnsi="Meiryo UI" w:cs="Meiryo UI" w:hint="eastAsia"/>
                <w:sz w:val="22"/>
                <w:szCs w:val="22"/>
              </w:rPr>
              <w:t>総務省 関東総合通信局 情報通信部</w:t>
            </w:r>
          </w:p>
          <w:p w14:paraId="203AAEF8" w14:textId="195CA4D9" w:rsidR="00CA2DE1" w:rsidRPr="006D4DD3" w:rsidRDefault="00C75066" w:rsidP="00C7506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75066">
              <w:rPr>
                <w:rFonts w:ascii="Meiryo UI" w:eastAsia="Meiryo UI" w:hAnsi="Meiryo UI" w:cs="Meiryo UI" w:hint="eastAsia"/>
                <w:sz w:val="22"/>
                <w:szCs w:val="22"/>
              </w:rPr>
              <w:t>情報通信振興課 上席情報通信専門官</w:t>
            </w:r>
          </w:p>
          <w:p w14:paraId="20C26B43" w14:textId="2D88BCCA" w:rsidR="00CA2DE1" w:rsidRPr="006D4DD3" w:rsidRDefault="00C75066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75066">
              <w:rPr>
                <w:rFonts w:ascii="Meiryo UI" w:eastAsia="Meiryo UI" w:hAnsi="Meiryo UI" w:cs="Meiryo UI" w:hint="eastAsia"/>
                <w:sz w:val="22"/>
                <w:szCs w:val="22"/>
              </w:rPr>
              <w:t>西垣 昌彦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2AA3F1A7" w14:textId="4A49EFE6" w:rsidR="006A4004" w:rsidRPr="00586A5A" w:rsidRDefault="00D11F86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D11F86">
        <w:rPr>
          <w:rFonts w:ascii="Meiryo UI" w:eastAsia="Meiryo UI" w:hAnsi="Meiryo UI" w:hint="eastAsia"/>
          <w:sz w:val="22"/>
        </w:rPr>
        <w:t>太田市</w:t>
      </w:r>
      <w:r w:rsidR="007373E0">
        <w:rPr>
          <w:rFonts w:ascii="Meiryo UI" w:eastAsia="Meiryo UI" w:hAnsi="Meiryo UI" w:hint="eastAsia"/>
          <w:sz w:val="22"/>
        </w:rPr>
        <w:t xml:space="preserve">　</w:t>
      </w:r>
      <w:r w:rsidRPr="00D11F86">
        <w:rPr>
          <w:rFonts w:ascii="Meiryo UI" w:eastAsia="Meiryo UI" w:hAnsi="Meiryo UI" w:hint="eastAsia"/>
          <w:sz w:val="22"/>
        </w:rPr>
        <w:t>企画部</w:t>
      </w:r>
      <w:r w:rsidR="007373E0">
        <w:rPr>
          <w:rFonts w:ascii="Meiryo UI" w:eastAsia="Meiryo UI" w:hAnsi="Meiryo UI" w:hint="eastAsia"/>
          <w:sz w:val="22"/>
        </w:rPr>
        <w:t xml:space="preserve">　</w:t>
      </w:r>
      <w:r w:rsidRPr="00D11F86">
        <w:rPr>
          <w:rFonts w:ascii="Meiryo UI" w:eastAsia="Meiryo UI" w:hAnsi="Meiryo UI" w:hint="eastAsia"/>
          <w:sz w:val="22"/>
        </w:rPr>
        <w:t>情報管理課</w:t>
      </w:r>
      <w:r>
        <w:rPr>
          <w:rFonts w:ascii="Meiryo UI" w:eastAsia="Meiryo UI" w:hAnsi="Meiryo UI" w:hint="eastAsia"/>
          <w:sz w:val="22"/>
        </w:rPr>
        <w:t xml:space="preserve">　</w:t>
      </w:r>
      <w:r w:rsidR="007D5BF0" w:rsidRPr="007D5BF0">
        <w:rPr>
          <w:rFonts w:ascii="Meiryo UI" w:eastAsia="Meiryo UI" w:hAnsi="Meiryo UI" w:hint="eastAsia"/>
          <w:sz w:val="22"/>
        </w:rPr>
        <w:t>課長補佐</w:t>
      </w:r>
      <w:r w:rsidR="007D5BF0">
        <w:rPr>
          <w:rFonts w:ascii="Meiryo UI" w:eastAsia="Meiryo UI" w:hAnsi="Meiryo UI" w:hint="eastAsia"/>
          <w:sz w:val="22"/>
        </w:rPr>
        <w:t xml:space="preserve">　</w:t>
      </w:r>
      <w:r w:rsidRPr="00D11F86">
        <w:rPr>
          <w:rFonts w:ascii="Meiryo UI" w:eastAsia="Meiryo UI" w:hAnsi="Meiryo UI" w:hint="eastAsia"/>
          <w:sz w:val="22"/>
        </w:rPr>
        <w:t>小堀　順久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02ABA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D47F1"/>
    <w:rsid w:val="002E1876"/>
    <w:rsid w:val="002E46D2"/>
    <w:rsid w:val="002E4D4E"/>
    <w:rsid w:val="002F14F4"/>
    <w:rsid w:val="002F6361"/>
    <w:rsid w:val="00300A50"/>
    <w:rsid w:val="003030C2"/>
    <w:rsid w:val="00321D72"/>
    <w:rsid w:val="00324606"/>
    <w:rsid w:val="00342292"/>
    <w:rsid w:val="0034711D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373E0"/>
    <w:rsid w:val="00741230"/>
    <w:rsid w:val="007420A3"/>
    <w:rsid w:val="0075482F"/>
    <w:rsid w:val="00776514"/>
    <w:rsid w:val="007837EF"/>
    <w:rsid w:val="0078734B"/>
    <w:rsid w:val="00793E71"/>
    <w:rsid w:val="007A1D5A"/>
    <w:rsid w:val="007A4BDC"/>
    <w:rsid w:val="007B16AA"/>
    <w:rsid w:val="007B7DCB"/>
    <w:rsid w:val="007D2983"/>
    <w:rsid w:val="007D5BF0"/>
    <w:rsid w:val="007E7ED1"/>
    <w:rsid w:val="007F20F6"/>
    <w:rsid w:val="007F2AEF"/>
    <w:rsid w:val="00810799"/>
    <w:rsid w:val="00840148"/>
    <w:rsid w:val="00844931"/>
    <w:rsid w:val="00863F8B"/>
    <w:rsid w:val="00885799"/>
    <w:rsid w:val="00885F62"/>
    <w:rsid w:val="00890642"/>
    <w:rsid w:val="0089253E"/>
    <w:rsid w:val="008925FE"/>
    <w:rsid w:val="00897079"/>
    <w:rsid w:val="008B6E9E"/>
    <w:rsid w:val="008D5E85"/>
    <w:rsid w:val="008E155C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4CE3"/>
    <w:rsid w:val="009C53B3"/>
    <w:rsid w:val="009C6EE5"/>
    <w:rsid w:val="00A00E2D"/>
    <w:rsid w:val="00A0612E"/>
    <w:rsid w:val="00A1790E"/>
    <w:rsid w:val="00A17A22"/>
    <w:rsid w:val="00A71CD2"/>
    <w:rsid w:val="00A80316"/>
    <w:rsid w:val="00A814D0"/>
    <w:rsid w:val="00A846F7"/>
    <w:rsid w:val="00AB05E8"/>
    <w:rsid w:val="00AB6721"/>
    <w:rsid w:val="00AC5D1B"/>
    <w:rsid w:val="00AE7D0B"/>
    <w:rsid w:val="00AF1DF9"/>
    <w:rsid w:val="00B01C78"/>
    <w:rsid w:val="00B17198"/>
    <w:rsid w:val="00B23AA7"/>
    <w:rsid w:val="00B27656"/>
    <w:rsid w:val="00B36D85"/>
    <w:rsid w:val="00B615F6"/>
    <w:rsid w:val="00B65C85"/>
    <w:rsid w:val="00B73409"/>
    <w:rsid w:val="00B761FB"/>
    <w:rsid w:val="00BA3F4A"/>
    <w:rsid w:val="00BA59F7"/>
    <w:rsid w:val="00BB5FFF"/>
    <w:rsid w:val="00BC1AAE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066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D00760"/>
    <w:rsid w:val="00D019EF"/>
    <w:rsid w:val="00D0612D"/>
    <w:rsid w:val="00D10467"/>
    <w:rsid w:val="00D11F86"/>
    <w:rsid w:val="00D2079B"/>
    <w:rsid w:val="00D2116F"/>
    <w:rsid w:val="00D21807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35C8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D85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736B1"/>
    <w:rsid w:val="00F80473"/>
    <w:rsid w:val="00F841F5"/>
    <w:rsid w:val="00F85E81"/>
    <w:rsid w:val="00F8795E"/>
    <w:rsid w:val="00F95D87"/>
    <w:rsid w:val="00FA0052"/>
    <w:rsid w:val="00FA2E68"/>
    <w:rsid w:val="00FB0084"/>
    <w:rsid w:val="00FB32D5"/>
    <w:rsid w:val="00FB3F5E"/>
    <w:rsid w:val="00FD6C21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F3F6B9CF.dotm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2019-06-03T02:11:00Z</dcterms:created>
  <dcterms:modified xsi:type="dcterms:W3CDTF">2019-12-27T02:43:00Z</dcterms:modified>
</cp:coreProperties>
</file>