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363A03">
        <w:rPr>
          <w:rFonts w:ascii="Meiryo UI" w:eastAsia="Meiryo UI" w:hAnsi="Meiryo UI" w:hint="eastAsia"/>
          <w:sz w:val="36"/>
          <w:szCs w:val="36"/>
          <w:u w:val="single"/>
        </w:rPr>
        <w:t>滋賀県草津市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20</w:t>
      </w:r>
      <w:r w:rsidR="00485FE4">
        <w:rPr>
          <w:rFonts w:ascii="Meiryo UI" w:eastAsia="Meiryo UI" w:hAnsi="Meiryo UI"/>
          <w:sz w:val="22"/>
          <w:szCs w:val="22"/>
        </w:rPr>
        <w:t>20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年</w:t>
      </w:r>
      <w:r w:rsidR="00485FE4">
        <w:rPr>
          <w:rFonts w:ascii="Meiryo UI" w:eastAsia="Meiryo UI" w:hAnsi="Meiryo UI" w:hint="eastAsia"/>
          <w:sz w:val="22"/>
          <w:szCs w:val="22"/>
        </w:rPr>
        <w:t xml:space="preserve"> </w:t>
      </w:r>
      <w:r w:rsidR="00524362">
        <w:rPr>
          <w:rFonts w:ascii="Meiryo UI" w:eastAsia="Meiryo UI" w:hAnsi="Meiryo UI"/>
          <w:sz w:val="22"/>
          <w:szCs w:val="22"/>
        </w:rPr>
        <w:t>1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月</w:t>
      </w:r>
      <w:r w:rsidR="00485FE4">
        <w:rPr>
          <w:rFonts w:ascii="Meiryo UI" w:eastAsia="Meiryo UI" w:hAnsi="Meiryo UI"/>
          <w:sz w:val="22"/>
          <w:szCs w:val="22"/>
        </w:rPr>
        <w:t>17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日(</w:t>
      </w:r>
      <w:r w:rsidR="00485FE4">
        <w:rPr>
          <w:rFonts w:ascii="Meiryo UI" w:eastAsia="Meiryo UI" w:hAnsi="Meiryo UI" w:hint="eastAsia"/>
          <w:sz w:val="22"/>
          <w:szCs w:val="22"/>
        </w:rPr>
        <w:t>金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D84F7F">
        <w:rPr>
          <w:rFonts w:ascii="Meiryo UI" w:eastAsia="Meiryo UI" w:hAnsi="Meiryo UI" w:hint="eastAsia"/>
          <w:sz w:val="22"/>
          <w:szCs w:val="22"/>
        </w:rPr>
        <w:t>13:30</w:t>
      </w:r>
      <w:r w:rsidR="00D84F7F" w:rsidRPr="00F52763">
        <w:rPr>
          <w:rFonts w:ascii="Meiryo UI" w:eastAsia="Meiryo UI" w:hAnsi="Meiryo UI" w:hint="eastAsia"/>
          <w:sz w:val="22"/>
          <w:szCs w:val="22"/>
        </w:rPr>
        <w:t>～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16:30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122659" w:rsidRPr="00122659">
        <w:rPr>
          <w:rFonts w:ascii="Meiryo UI" w:eastAsia="Meiryo UI" w:hAnsi="Meiryo UI" w:hint="eastAsia"/>
          <w:sz w:val="22"/>
          <w:szCs w:val="22"/>
        </w:rPr>
        <w:t>草津市役所２階特大会議室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（</w:t>
      </w:r>
      <w:r w:rsidR="00485FE4" w:rsidRPr="00485FE4">
        <w:rPr>
          <w:rFonts w:ascii="Meiryo UI" w:eastAsia="Meiryo UI" w:hAnsi="Meiryo UI" w:hint="eastAsia"/>
          <w:sz w:val="22"/>
          <w:szCs w:val="22"/>
        </w:rPr>
        <w:t>滋賀県草津市草津三丁目13番30号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）</w:t>
      </w:r>
    </w:p>
    <w:p w:rsidR="00E47754" w:rsidRPr="00122659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5"/>
        <w:gridCol w:w="4935"/>
      </w:tblGrid>
      <w:tr w:rsidR="0078734B" w:rsidRPr="001871F0" w:rsidTr="00BE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93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BE3CE7">
        <w:trPr>
          <w:trHeight w:val="85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122659" w:rsidRDefault="00122659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草津市　</w:t>
            </w:r>
            <w:r w:rsidRPr="00122659">
              <w:rPr>
                <w:rFonts w:ascii="Meiryo UI" w:eastAsia="Meiryo UI" w:hAnsi="Meiryo UI" w:cs="Meiryo UI" w:hint="eastAsia"/>
                <w:sz w:val="22"/>
                <w:szCs w:val="22"/>
              </w:rPr>
              <w:t>総合政策部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122659">
              <w:rPr>
                <w:rFonts w:ascii="Meiryo UI" w:eastAsia="Meiryo UI" w:hAnsi="Meiryo UI" w:cs="Meiryo UI" w:hint="eastAsia"/>
                <w:sz w:val="22"/>
                <w:szCs w:val="22"/>
              </w:rPr>
              <w:t>総括副部長</w:t>
            </w:r>
          </w:p>
          <w:p w:rsidR="00D40F7D" w:rsidRPr="00D35CE5" w:rsidRDefault="00122659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22659">
              <w:rPr>
                <w:rFonts w:ascii="Meiryo UI" w:eastAsia="Meiryo UI" w:hAnsi="Meiryo UI" w:cs="Meiryo UI" w:hint="eastAsia"/>
                <w:sz w:val="22"/>
                <w:szCs w:val="22"/>
              </w:rPr>
              <w:t>金森　敏行</w:t>
            </w:r>
          </w:p>
        </w:tc>
      </w:tr>
      <w:tr w:rsidR="00615276" w:rsidRPr="001871F0" w:rsidTr="00BE3CE7">
        <w:trPr>
          <w:trHeight w:val="68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CC54B4" w:rsidRPr="00D35CE5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4935" w:type="dxa"/>
            <w:vAlign w:val="center"/>
          </w:tcPr>
          <w:p w:rsidR="00615276" w:rsidRPr="00D35CE5" w:rsidRDefault="00615276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6067C" w:rsidRPr="001871F0" w:rsidTr="00BE3CE7">
        <w:trPr>
          <w:trHeight w:val="850"/>
        </w:trPr>
        <w:tc>
          <w:tcPr>
            <w:tcW w:w="1126" w:type="dxa"/>
            <w:vAlign w:val="center"/>
          </w:tcPr>
          <w:p w:rsidR="0036067C" w:rsidRPr="006D4DD3" w:rsidRDefault="0036067C" w:rsidP="0036067C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:rsidR="0036067C" w:rsidRPr="006D4DD3" w:rsidRDefault="0036067C" w:rsidP="0036067C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36067C" w:rsidRPr="00D35CE5" w:rsidRDefault="0036067C" w:rsidP="0036067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:rsidR="0036067C" w:rsidRPr="00D35CE5" w:rsidRDefault="0036067C" w:rsidP="0036067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935" w:type="dxa"/>
            <w:vAlign w:val="center"/>
          </w:tcPr>
          <w:p w:rsidR="0036067C" w:rsidRPr="00CE183E" w:rsidRDefault="0036067C" w:rsidP="0036067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41057">
              <w:rPr>
                <w:rFonts w:ascii="Meiryo UI" w:eastAsia="Meiryo UI" w:hAnsi="Meiryo UI" w:cs="Meiryo UI" w:hint="eastAsia"/>
                <w:sz w:val="22"/>
                <w:szCs w:val="22"/>
              </w:rPr>
              <w:t>ＡＮＮＡＩ株式会社</w:t>
            </w:r>
            <w:r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7537E9">
              <w:rPr>
                <w:rFonts w:ascii="Meiryo UI" w:eastAsia="Meiryo UI" w:hAnsi="Meiryo UI" w:cs="Meiryo UI"/>
                <w:sz w:val="22"/>
                <w:szCs w:val="22"/>
              </w:rPr>
              <w:t>CCO</w:t>
            </w:r>
            <w:r w:rsidRPr="00CE183E">
              <w:rPr>
                <w:rFonts w:ascii="Meiryo UI" w:eastAsia="Meiryo UI" w:hAnsi="Meiryo UI" w:cs="Meiryo UI"/>
                <w:sz w:val="22"/>
                <w:szCs w:val="22"/>
              </w:rPr>
              <w:t xml:space="preserve"> </w:t>
            </w:r>
          </w:p>
          <w:p w:rsidR="0036067C" w:rsidRPr="00D35CE5" w:rsidRDefault="0036067C" w:rsidP="0036067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6067C">
              <w:rPr>
                <w:rFonts w:ascii="Meiryo UI" w:eastAsia="Meiryo UI" w:hAnsi="Meiryo UI" w:cs="Meiryo UI" w:hint="eastAsia"/>
                <w:sz w:val="22"/>
                <w:szCs w:val="22"/>
              </w:rPr>
              <w:t>太田垣　恭子</w:t>
            </w: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D56539" w:rsidRDefault="00C81D9E" w:rsidP="00C81D9E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81D9E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オープンデータに関する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滋賀県</w:t>
            </w:r>
            <w:r w:rsidRPr="00C81D9E">
              <w:rPr>
                <w:rFonts w:ascii="Meiryo UI" w:eastAsia="Meiryo UI" w:hAnsi="Meiryo UI" w:cs="Meiryo UI" w:hint="eastAsia"/>
                <w:sz w:val="22"/>
                <w:szCs w:val="22"/>
              </w:rPr>
              <w:t>の</w:t>
            </w:r>
          </w:p>
          <w:p w:rsidR="00932369" w:rsidRPr="00D35CE5" w:rsidRDefault="00C81D9E" w:rsidP="00323D6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81D9E">
              <w:rPr>
                <w:rFonts w:ascii="Meiryo UI" w:eastAsia="Meiryo UI" w:hAnsi="Meiryo UI" w:cs="Meiryo UI" w:hint="eastAsia"/>
                <w:sz w:val="22"/>
                <w:szCs w:val="22"/>
              </w:rPr>
              <w:t>取組み紹介</w:t>
            </w:r>
          </w:p>
        </w:tc>
        <w:tc>
          <w:tcPr>
            <w:tcW w:w="4935" w:type="dxa"/>
            <w:vAlign w:val="center"/>
          </w:tcPr>
          <w:p w:rsidR="002130C1" w:rsidRDefault="00247509" w:rsidP="00BE3CE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47509">
              <w:rPr>
                <w:rFonts w:ascii="Meiryo UI" w:eastAsia="Meiryo UI" w:hAnsi="Meiryo UI" w:cs="Meiryo UI" w:hint="eastAsia"/>
                <w:sz w:val="22"/>
                <w:szCs w:val="22"/>
              </w:rPr>
              <w:t>滋賀県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247509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</w:t>
            </w:r>
          </w:p>
          <w:p w:rsidR="00C3711A" w:rsidRPr="00D35CE5" w:rsidRDefault="00F148BF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148BF">
              <w:rPr>
                <w:rFonts w:ascii="Meiryo UI" w:eastAsia="Meiryo UI" w:hAnsi="Meiryo UI" w:cs="Meiryo UI" w:hint="eastAsia"/>
                <w:sz w:val="22"/>
                <w:szCs w:val="22"/>
              </w:rPr>
              <w:t>櫻井　愼二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935" w:type="dxa"/>
            <w:vAlign w:val="center"/>
          </w:tcPr>
          <w:p w:rsidR="00532837" w:rsidRDefault="00532837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32837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:rsidR="002130C1" w:rsidRPr="00D35CE5" w:rsidRDefault="00326AD2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中村　久美子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A90AA7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A90AA7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935" w:type="dxa"/>
            <w:vAlign w:val="center"/>
          </w:tcPr>
          <w:p w:rsidR="00CE183E" w:rsidRPr="00CE183E" w:rsidRDefault="00F41057" w:rsidP="00F4105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41057">
              <w:rPr>
                <w:rFonts w:ascii="Meiryo UI" w:eastAsia="Meiryo UI" w:hAnsi="Meiryo UI" w:cs="Meiryo UI" w:hint="eastAsia"/>
                <w:sz w:val="22"/>
                <w:szCs w:val="22"/>
              </w:rPr>
              <w:t>ＡＮＮＡＩ株式会社</w:t>
            </w:r>
            <w:r w:rsidR="00CE183E"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7537E9" w:rsidRPr="007537E9">
              <w:rPr>
                <w:rFonts w:ascii="Meiryo UI" w:eastAsia="Meiryo UI" w:hAnsi="Meiryo UI" w:cs="Meiryo UI"/>
                <w:sz w:val="22"/>
                <w:szCs w:val="22"/>
              </w:rPr>
              <w:t>CCO</w:t>
            </w:r>
            <w:r w:rsidR="007537E9" w:rsidRPr="00CE183E">
              <w:rPr>
                <w:rFonts w:ascii="Meiryo UI" w:eastAsia="Meiryo UI" w:hAnsi="Meiryo UI" w:cs="Meiryo UI"/>
                <w:sz w:val="22"/>
                <w:szCs w:val="22"/>
              </w:rPr>
              <w:t xml:space="preserve"> </w:t>
            </w:r>
          </w:p>
          <w:p w:rsidR="002130C1" w:rsidRPr="00D35CE5" w:rsidRDefault="0036067C" w:rsidP="00F4105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6067C">
              <w:rPr>
                <w:rFonts w:ascii="Meiryo UI" w:eastAsia="Meiryo UI" w:hAnsi="Meiryo UI" w:cs="Meiryo UI" w:hint="eastAsia"/>
                <w:sz w:val="22"/>
                <w:szCs w:val="22"/>
              </w:rPr>
              <w:t>太田垣　恭子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A90AA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A90AA7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A90AA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A90AA7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483C50" w:rsidRPr="001871F0" w:rsidTr="00BE3CE7">
        <w:trPr>
          <w:trHeight w:val="397"/>
        </w:trPr>
        <w:tc>
          <w:tcPr>
            <w:tcW w:w="1126" w:type="dxa"/>
            <w:vAlign w:val="center"/>
          </w:tcPr>
          <w:p w:rsidR="00483C50" w:rsidRPr="00EB7ECE" w:rsidRDefault="00483C50" w:rsidP="00A90AA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A90AA7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483C50" w:rsidRPr="00EB7ECE" w:rsidRDefault="00483C50" w:rsidP="00483C5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483C50" w:rsidRPr="00EB7ECE" w:rsidRDefault="00483C50" w:rsidP="00483C5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835747" w:rsidRDefault="001C6A41" w:rsidP="0083574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C6A41">
              <w:rPr>
                <w:rFonts w:ascii="Meiryo UI" w:eastAsia="Meiryo UI" w:hAnsi="Meiryo UI" w:cs="Meiryo UI" w:hint="eastAsia"/>
                <w:sz w:val="22"/>
                <w:szCs w:val="22"/>
              </w:rPr>
              <w:t>近畿総合通信局　情報通信振興課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長</w:t>
            </w:r>
          </w:p>
          <w:p w:rsidR="00483C50" w:rsidRPr="00EB7ECE" w:rsidRDefault="001C6A41" w:rsidP="0083574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C6A41">
              <w:rPr>
                <w:rFonts w:ascii="Meiryo UI" w:eastAsia="Meiryo UI" w:hAnsi="Meiryo UI" w:cs="Meiryo UI" w:hint="eastAsia"/>
                <w:sz w:val="22"/>
                <w:szCs w:val="22"/>
              </w:rPr>
              <w:t>櫻井　隆浩</w:t>
            </w:r>
          </w:p>
        </w:tc>
      </w:tr>
      <w:tr w:rsidR="00483C50" w:rsidRPr="001871F0" w:rsidTr="00BE3CE7">
        <w:trPr>
          <w:trHeight w:val="397"/>
        </w:trPr>
        <w:tc>
          <w:tcPr>
            <w:tcW w:w="1126" w:type="dxa"/>
            <w:vAlign w:val="center"/>
          </w:tcPr>
          <w:p w:rsidR="00483C50" w:rsidRPr="00D35CE5" w:rsidRDefault="00483C50" w:rsidP="00483C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483C50" w:rsidRPr="00D35CE5" w:rsidRDefault="00483C50" w:rsidP="00483C5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483C50" w:rsidRPr="00D35CE5" w:rsidRDefault="00483C50" w:rsidP="00483C5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935" w:type="dxa"/>
            <w:vAlign w:val="center"/>
          </w:tcPr>
          <w:p w:rsidR="00483C50" w:rsidRPr="00D35CE5" w:rsidRDefault="00483C50" w:rsidP="00483C5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Pr="00A650E5" w:rsidRDefault="0012265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草津市　</w:t>
      </w:r>
      <w:r w:rsidRPr="00122659">
        <w:rPr>
          <w:rFonts w:ascii="Meiryo UI" w:eastAsia="Meiryo UI" w:hAnsi="Meiryo UI" w:hint="eastAsia"/>
          <w:sz w:val="22"/>
        </w:rPr>
        <w:t>総合政策部</w:t>
      </w:r>
      <w:r>
        <w:rPr>
          <w:rFonts w:ascii="Meiryo UI" w:eastAsia="Meiryo UI" w:hAnsi="Meiryo UI" w:hint="eastAsia"/>
          <w:sz w:val="22"/>
        </w:rPr>
        <w:t xml:space="preserve">　</w:t>
      </w:r>
      <w:r w:rsidRPr="00122659">
        <w:rPr>
          <w:rFonts w:ascii="Meiryo UI" w:eastAsia="Meiryo UI" w:hAnsi="Meiryo UI" w:hint="eastAsia"/>
          <w:sz w:val="22"/>
        </w:rPr>
        <w:t>情報政策課主査</w:t>
      </w:r>
      <w:r>
        <w:rPr>
          <w:rFonts w:ascii="Meiryo UI" w:eastAsia="Meiryo UI" w:hAnsi="Meiryo UI" w:hint="eastAsia"/>
          <w:sz w:val="22"/>
        </w:rPr>
        <w:t xml:space="preserve">　</w:t>
      </w:r>
      <w:r w:rsidRPr="00122659">
        <w:rPr>
          <w:rFonts w:ascii="Meiryo UI" w:eastAsia="Meiryo UI" w:hAnsi="Meiryo UI" w:hint="eastAsia"/>
          <w:sz w:val="22"/>
        </w:rPr>
        <w:t>本射　正太郎</w:t>
      </w:r>
    </w:p>
    <w:p w:rsidR="00234469" w:rsidRPr="00E72086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E72086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16363"/>
    <w:rsid w:val="00034149"/>
    <w:rsid w:val="00037ED9"/>
    <w:rsid w:val="00037FD7"/>
    <w:rsid w:val="000418B6"/>
    <w:rsid w:val="0004241F"/>
    <w:rsid w:val="00063460"/>
    <w:rsid w:val="000652F1"/>
    <w:rsid w:val="00072BAC"/>
    <w:rsid w:val="000771F1"/>
    <w:rsid w:val="000806D4"/>
    <w:rsid w:val="00083F4C"/>
    <w:rsid w:val="000A3661"/>
    <w:rsid w:val="000A384A"/>
    <w:rsid w:val="000A7B37"/>
    <w:rsid w:val="000B3330"/>
    <w:rsid w:val="000B3736"/>
    <w:rsid w:val="000C0B1B"/>
    <w:rsid w:val="000C626B"/>
    <w:rsid w:val="000E186F"/>
    <w:rsid w:val="000E40D3"/>
    <w:rsid w:val="000F3880"/>
    <w:rsid w:val="00104B14"/>
    <w:rsid w:val="0011339E"/>
    <w:rsid w:val="00122659"/>
    <w:rsid w:val="00131578"/>
    <w:rsid w:val="00131A62"/>
    <w:rsid w:val="00136961"/>
    <w:rsid w:val="0013736E"/>
    <w:rsid w:val="001374B5"/>
    <w:rsid w:val="00140B2E"/>
    <w:rsid w:val="00143F34"/>
    <w:rsid w:val="00152493"/>
    <w:rsid w:val="00163B12"/>
    <w:rsid w:val="00181E8F"/>
    <w:rsid w:val="001871F0"/>
    <w:rsid w:val="00187505"/>
    <w:rsid w:val="00195581"/>
    <w:rsid w:val="00197418"/>
    <w:rsid w:val="001A134A"/>
    <w:rsid w:val="001A6BEE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C6A41"/>
    <w:rsid w:val="001D5756"/>
    <w:rsid w:val="001F41A7"/>
    <w:rsid w:val="001F6282"/>
    <w:rsid w:val="002014B7"/>
    <w:rsid w:val="002074C8"/>
    <w:rsid w:val="00207EB4"/>
    <w:rsid w:val="002130C1"/>
    <w:rsid w:val="00215CCD"/>
    <w:rsid w:val="00234469"/>
    <w:rsid w:val="00241288"/>
    <w:rsid w:val="00247509"/>
    <w:rsid w:val="0025186D"/>
    <w:rsid w:val="00252C2C"/>
    <w:rsid w:val="00253CDD"/>
    <w:rsid w:val="002706FB"/>
    <w:rsid w:val="00280C7F"/>
    <w:rsid w:val="002A5B42"/>
    <w:rsid w:val="002A74AA"/>
    <w:rsid w:val="002B59BC"/>
    <w:rsid w:val="002E46D2"/>
    <w:rsid w:val="002E4D4E"/>
    <w:rsid w:val="002F14F4"/>
    <w:rsid w:val="002F6361"/>
    <w:rsid w:val="003030C2"/>
    <w:rsid w:val="00314B6C"/>
    <w:rsid w:val="00321D72"/>
    <w:rsid w:val="00323D6D"/>
    <w:rsid w:val="00324606"/>
    <w:rsid w:val="00326AD2"/>
    <w:rsid w:val="00334104"/>
    <w:rsid w:val="0033466B"/>
    <w:rsid w:val="00342292"/>
    <w:rsid w:val="003578F5"/>
    <w:rsid w:val="0036067C"/>
    <w:rsid w:val="00363A03"/>
    <w:rsid w:val="003665B6"/>
    <w:rsid w:val="00374275"/>
    <w:rsid w:val="003A6292"/>
    <w:rsid w:val="003A6ED2"/>
    <w:rsid w:val="003B09E4"/>
    <w:rsid w:val="003D067B"/>
    <w:rsid w:val="003E016D"/>
    <w:rsid w:val="003E64A9"/>
    <w:rsid w:val="003F0558"/>
    <w:rsid w:val="003F46CA"/>
    <w:rsid w:val="003F517D"/>
    <w:rsid w:val="0041296B"/>
    <w:rsid w:val="0041685B"/>
    <w:rsid w:val="004363EB"/>
    <w:rsid w:val="00436EBE"/>
    <w:rsid w:val="004426A2"/>
    <w:rsid w:val="0045535E"/>
    <w:rsid w:val="00462A87"/>
    <w:rsid w:val="004632C8"/>
    <w:rsid w:val="0047670A"/>
    <w:rsid w:val="00481BD9"/>
    <w:rsid w:val="00483B37"/>
    <w:rsid w:val="00483C50"/>
    <w:rsid w:val="00485FE4"/>
    <w:rsid w:val="004A4430"/>
    <w:rsid w:val="004A5BB2"/>
    <w:rsid w:val="004B4227"/>
    <w:rsid w:val="004C4CDE"/>
    <w:rsid w:val="004D01FA"/>
    <w:rsid w:val="004D681C"/>
    <w:rsid w:val="004F4AD6"/>
    <w:rsid w:val="004F7C7C"/>
    <w:rsid w:val="00503E94"/>
    <w:rsid w:val="005104D8"/>
    <w:rsid w:val="00524362"/>
    <w:rsid w:val="00532837"/>
    <w:rsid w:val="005400F1"/>
    <w:rsid w:val="005404CC"/>
    <w:rsid w:val="00540D09"/>
    <w:rsid w:val="00545B12"/>
    <w:rsid w:val="00560035"/>
    <w:rsid w:val="00561EB3"/>
    <w:rsid w:val="0056272A"/>
    <w:rsid w:val="005714CE"/>
    <w:rsid w:val="005800FF"/>
    <w:rsid w:val="00580885"/>
    <w:rsid w:val="00590002"/>
    <w:rsid w:val="00593FF6"/>
    <w:rsid w:val="005A7E04"/>
    <w:rsid w:val="005B113D"/>
    <w:rsid w:val="005B150F"/>
    <w:rsid w:val="005B16FB"/>
    <w:rsid w:val="005C15D6"/>
    <w:rsid w:val="005C314B"/>
    <w:rsid w:val="005C32DB"/>
    <w:rsid w:val="005C49AC"/>
    <w:rsid w:val="005D2E50"/>
    <w:rsid w:val="005E026D"/>
    <w:rsid w:val="005F75B4"/>
    <w:rsid w:val="0060105E"/>
    <w:rsid w:val="00604283"/>
    <w:rsid w:val="00615276"/>
    <w:rsid w:val="00620510"/>
    <w:rsid w:val="006310F9"/>
    <w:rsid w:val="00633A0D"/>
    <w:rsid w:val="006424C8"/>
    <w:rsid w:val="00643C37"/>
    <w:rsid w:val="006679A2"/>
    <w:rsid w:val="006718EF"/>
    <w:rsid w:val="00676BF6"/>
    <w:rsid w:val="00684161"/>
    <w:rsid w:val="006861CD"/>
    <w:rsid w:val="00691569"/>
    <w:rsid w:val="00695B4B"/>
    <w:rsid w:val="006A4004"/>
    <w:rsid w:val="006B767C"/>
    <w:rsid w:val="006D0664"/>
    <w:rsid w:val="006D7DA5"/>
    <w:rsid w:val="00700A96"/>
    <w:rsid w:val="00707277"/>
    <w:rsid w:val="00707830"/>
    <w:rsid w:val="00711CEF"/>
    <w:rsid w:val="00713F9F"/>
    <w:rsid w:val="00714B3E"/>
    <w:rsid w:val="0071716F"/>
    <w:rsid w:val="007228B5"/>
    <w:rsid w:val="00741230"/>
    <w:rsid w:val="007420A3"/>
    <w:rsid w:val="007516C9"/>
    <w:rsid w:val="007537E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E7ED1"/>
    <w:rsid w:val="0080578F"/>
    <w:rsid w:val="00810799"/>
    <w:rsid w:val="00811E8B"/>
    <w:rsid w:val="0081565D"/>
    <w:rsid w:val="00835747"/>
    <w:rsid w:val="00840148"/>
    <w:rsid w:val="00842896"/>
    <w:rsid w:val="00850DB9"/>
    <w:rsid w:val="008617AD"/>
    <w:rsid w:val="0086188D"/>
    <w:rsid w:val="00885799"/>
    <w:rsid w:val="00885F62"/>
    <w:rsid w:val="00890642"/>
    <w:rsid w:val="0089253E"/>
    <w:rsid w:val="008925FE"/>
    <w:rsid w:val="00897079"/>
    <w:rsid w:val="008B6E9E"/>
    <w:rsid w:val="008C3C6B"/>
    <w:rsid w:val="008D5E85"/>
    <w:rsid w:val="008E3E8C"/>
    <w:rsid w:val="00906C01"/>
    <w:rsid w:val="0091267C"/>
    <w:rsid w:val="00922D4A"/>
    <w:rsid w:val="00931BBC"/>
    <w:rsid w:val="00932369"/>
    <w:rsid w:val="00932E19"/>
    <w:rsid w:val="00933CF0"/>
    <w:rsid w:val="00941242"/>
    <w:rsid w:val="009414C9"/>
    <w:rsid w:val="0095342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9E13BE"/>
    <w:rsid w:val="009E4878"/>
    <w:rsid w:val="00A035AB"/>
    <w:rsid w:val="00A0612E"/>
    <w:rsid w:val="00A1790E"/>
    <w:rsid w:val="00A17A22"/>
    <w:rsid w:val="00A2473F"/>
    <w:rsid w:val="00A27E54"/>
    <w:rsid w:val="00A54414"/>
    <w:rsid w:val="00A650E5"/>
    <w:rsid w:val="00A814D0"/>
    <w:rsid w:val="00A82081"/>
    <w:rsid w:val="00A846F7"/>
    <w:rsid w:val="00A90AA7"/>
    <w:rsid w:val="00AB6721"/>
    <w:rsid w:val="00AC5D1B"/>
    <w:rsid w:val="00AE7D0B"/>
    <w:rsid w:val="00AF1DF9"/>
    <w:rsid w:val="00B01C78"/>
    <w:rsid w:val="00B24AB2"/>
    <w:rsid w:val="00B27656"/>
    <w:rsid w:val="00B36D85"/>
    <w:rsid w:val="00B41825"/>
    <w:rsid w:val="00B4415C"/>
    <w:rsid w:val="00B45509"/>
    <w:rsid w:val="00B615F6"/>
    <w:rsid w:val="00B65C85"/>
    <w:rsid w:val="00B71EA3"/>
    <w:rsid w:val="00B73409"/>
    <w:rsid w:val="00BA044A"/>
    <w:rsid w:val="00BA2B03"/>
    <w:rsid w:val="00BA3F4A"/>
    <w:rsid w:val="00BA59F7"/>
    <w:rsid w:val="00BB5FFF"/>
    <w:rsid w:val="00BD598B"/>
    <w:rsid w:val="00BE3CE7"/>
    <w:rsid w:val="00BE4665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3711A"/>
    <w:rsid w:val="00C44387"/>
    <w:rsid w:val="00C462D7"/>
    <w:rsid w:val="00C4738A"/>
    <w:rsid w:val="00C47972"/>
    <w:rsid w:val="00C50830"/>
    <w:rsid w:val="00C53275"/>
    <w:rsid w:val="00C61E78"/>
    <w:rsid w:val="00C70264"/>
    <w:rsid w:val="00C72B67"/>
    <w:rsid w:val="00C752A1"/>
    <w:rsid w:val="00C769EC"/>
    <w:rsid w:val="00C8170D"/>
    <w:rsid w:val="00C81D9E"/>
    <w:rsid w:val="00CA1594"/>
    <w:rsid w:val="00CA5869"/>
    <w:rsid w:val="00CA5EA2"/>
    <w:rsid w:val="00CB4012"/>
    <w:rsid w:val="00CB6D25"/>
    <w:rsid w:val="00CC0CDB"/>
    <w:rsid w:val="00CC459A"/>
    <w:rsid w:val="00CC54B4"/>
    <w:rsid w:val="00CD1120"/>
    <w:rsid w:val="00CD658E"/>
    <w:rsid w:val="00CE183E"/>
    <w:rsid w:val="00CF033A"/>
    <w:rsid w:val="00D00760"/>
    <w:rsid w:val="00D0612D"/>
    <w:rsid w:val="00D10467"/>
    <w:rsid w:val="00D2079B"/>
    <w:rsid w:val="00D2116F"/>
    <w:rsid w:val="00D305B7"/>
    <w:rsid w:val="00D35CE5"/>
    <w:rsid w:val="00D40F7D"/>
    <w:rsid w:val="00D51CE4"/>
    <w:rsid w:val="00D5466C"/>
    <w:rsid w:val="00D56539"/>
    <w:rsid w:val="00D84F7F"/>
    <w:rsid w:val="00DA70E5"/>
    <w:rsid w:val="00DB3EC1"/>
    <w:rsid w:val="00DB5372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99E"/>
    <w:rsid w:val="00E72086"/>
    <w:rsid w:val="00E726AD"/>
    <w:rsid w:val="00E72BDF"/>
    <w:rsid w:val="00E8068E"/>
    <w:rsid w:val="00E8073C"/>
    <w:rsid w:val="00E9089F"/>
    <w:rsid w:val="00E920A7"/>
    <w:rsid w:val="00E93053"/>
    <w:rsid w:val="00E97891"/>
    <w:rsid w:val="00EA13BC"/>
    <w:rsid w:val="00EB1F62"/>
    <w:rsid w:val="00EB4E53"/>
    <w:rsid w:val="00EC110D"/>
    <w:rsid w:val="00EC3E03"/>
    <w:rsid w:val="00EC3EE2"/>
    <w:rsid w:val="00ED28B0"/>
    <w:rsid w:val="00ED39DD"/>
    <w:rsid w:val="00EE0B56"/>
    <w:rsid w:val="00EE7FDF"/>
    <w:rsid w:val="00EF0749"/>
    <w:rsid w:val="00EF5887"/>
    <w:rsid w:val="00F139B2"/>
    <w:rsid w:val="00F148BF"/>
    <w:rsid w:val="00F15445"/>
    <w:rsid w:val="00F161E5"/>
    <w:rsid w:val="00F16EB3"/>
    <w:rsid w:val="00F21346"/>
    <w:rsid w:val="00F257D3"/>
    <w:rsid w:val="00F3654E"/>
    <w:rsid w:val="00F41057"/>
    <w:rsid w:val="00F423E1"/>
    <w:rsid w:val="00F52763"/>
    <w:rsid w:val="00F56EA4"/>
    <w:rsid w:val="00F70293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A3FF0"/>
    <w:rsid w:val="00FB3F5E"/>
    <w:rsid w:val="00FD6C21"/>
    <w:rsid w:val="00FE4EE3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7F531003.dotm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2020-01-15T04:52:00Z</dcterms:modified>
</cp:coreProperties>
</file>