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B4415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303733">
        <w:rPr>
          <w:rFonts w:ascii="Meiryo UI" w:eastAsia="Meiryo UI" w:hAnsi="Meiryo UI" w:hint="eastAsia"/>
          <w:sz w:val="36"/>
          <w:szCs w:val="36"/>
          <w:u w:val="single"/>
        </w:rPr>
        <w:t>岐阜県高山市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20</w:t>
      </w:r>
      <w:r w:rsidR="007F5DD3">
        <w:rPr>
          <w:rFonts w:ascii="Meiryo UI" w:eastAsia="Meiryo UI" w:hAnsi="Meiryo UI"/>
          <w:sz w:val="22"/>
          <w:szCs w:val="22"/>
        </w:rPr>
        <w:t>20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年</w:t>
      </w:r>
      <w:r w:rsidR="007F5DD3">
        <w:rPr>
          <w:rFonts w:ascii="Meiryo UI" w:eastAsia="Meiryo UI" w:hAnsi="Meiryo UI"/>
          <w:sz w:val="22"/>
          <w:szCs w:val="22"/>
        </w:rPr>
        <w:t>2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月</w:t>
      </w:r>
      <w:r w:rsidR="007F5DD3">
        <w:rPr>
          <w:rFonts w:ascii="Meiryo UI" w:eastAsia="Meiryo UI" w:hAnsi="Meiryo UI"/>
          <w:sz w:val="22"/>
          <w:szCs w:val="22"/>
        </w:rPr>
        <w:t>3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日(</w:t>
      </w:r>
      <w:r w:rsidR="007F5DD3">
        <w:rPr>
          <w:rFonts w:ascii="Meiryo UI" w:eastAsia="Meiryo UI" w:hAnsi="Meiryo UI" w:hint="eastAsia"/>
          <w:sz w:val="22"/>
          <w:szCs w:val="22"/>
        </w:rPr>
        <w:t>月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 w:rsidR="00D84F7F">
        <w:rPr>
          <w:rFonts w:ascii="Meiryo UI" w:eastAsia="Meiryo UI" w:hAnsi="Meiryo UI" w:hint="eastAsia"/>
          <w:sz w:val="22"/>
          <w:szCs w:val="22"/>
        </w:rPr>
        <w:t>13:30</w:t>
      </w:r>
      <w:r w:rsidR="00D84F7F" w:rsidRPr="00F52763">
        <w:rPr>
          <w:rFonts w:ascii="Meiryo UI" w:eastAsia="Meiryo UI" w:hAnsi="Meiryo UI" w:hint="eastAsia"/>
          <w:sz w:val="22"/>
          <w:szCs w:val="22"/>
        </w:rPr>
        <w:t>～</w:t>
      </w:r>
      <w:r w:rsidR="00D84F7F" w:rsidRPr="00404C45">
        <w:rPr>
          <w:rFonts w:ascii="Meiryo UI" w:eastAsia="Meiryo UI" w:hAnsi="Meiryo UI" w:hint="eastAsia"/>
          <w:sz w:val="22"/>
          <w:szCs w:val="22"/>
        </w:rPr>
        <w:t>16:30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A74C96" w:rsidRPr="00A74C96">
        <w:rPr>
          <w:rFonts w:ascii="Meiryo UI" w:eastAsia="Meiryo UI" w:hAnsi="Meiryo UI" w:hint="eastAsia"/>
          <w:sz w:val="22"/>
          <w:szCs w:val="22"/>
        </w:rPr>
        <w:t>高山市役所　地下大会議室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（</w:t>
      </w:r>
      <w:r w:rsidR="00A74C96" w:rsidRPr="00A74C96">
        <w:rPr>
          <w:rFonts w:ascii="Meiryo UI" w:eastAsia="Meiryo UI" w:hAnsi="Meiryo UI" w:hint="eastAsia"/>
          <w:sz w:val="22"/>
          <w:szCs w:val="22"/>
        </w:rPr>
        <w:t>岐阜県高山市花岡町2丁目18番地</w:t>
      </w:r>
      <w:r w:rsidR="00D84F7F" w:rsidRPr="00D84F7F">
        <w:rPr>
          <w:rFonts w:ascii="Meiryo UI" w:eastAsia="Meiryo UI" w:hAnsi="Meiryo UI" w:hint="eastAsia"/>
          <w:sz w:val="22"/>
          <w:szCs w:val="22"/>
        </w:rPr>
        <w:t>）</w:t>
      </w:r>
    </w:p>
    <w:p w:rsidR="00E47754" w:rsidRPr="00D40F7D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5"/>
        <w:gridCol w:w="4935"/>
      </w:tblGrid>
      <w:tr w:rsidR="0078734B" w:rsidRPr="001871F0" w:rsidTr="00BE3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935" w:type="dxa"/>
          </w:tcPr>
          <w:p w:rsidR="0078734B" w:rsidRPr="001871F0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担当（敬称</w:t>
            </w:r>
            <w:r w:rsidRPr="001871F0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Pr="001871F0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615276" w:rsidRPr="001871F0" w:rsidTr="00BE3CE7">
        <w:trPr>
          <w:trHeight w:val="85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E72086" w:rsidRPr="00542C44" w:rsidRDefault="00812CFA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高山市　総務部　参事　兼　広報情報課長</w:t>
            </w:r>
          </w:p>
          <w:p w:rsidR="00D40F7D" w:rsidRPr="00542C44" w:rsidRDefault="00812CFA" w:rsidP="00E7208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大平　哲也</w:t>
            </w:r>
          </w:p>
        </w:tc>
      </w:tr>
      <w:tr w:rsidR="00615276" w:rsidRPr="001871F0" w:rsidTr="00BE3CE7">
        <w:trPr>
          <w:trHeight w:val="680"/>
        </w:trPr>
        <w:tc>
          <w:tcPr>
            <w:tcW w:w="1126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615276" w:rsidRPr="00D35CE5" w:rsidRDefault="00615276" w:rsidP="0061527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615276" w:rsidRPr="00D35CE5" w:rsidRDefault="00615276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  <w:p w:rsidR="00CC54B4" w:rsidRPr="00D35CE5" w:rsidRDefault="00CC54B4" w:rsidP="00615276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オープンデータ動画の紹介</w:t>
            </w:r>
          </w:p>
        </w:tc>
        <w:tc>
          <w:tcPr>
            <w:tcW w:w="4935" w:type="dxa"/>
            <w:vAlign w:val="center"/>
          </w:tcPr>
          <w:p w:rsidR="00615276" w:rsidRPr="00542C44" w:rsidRDefault="00615276" w:rsidP="00A035A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①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935" w:type="dxa"/>
            <w:vAlign w:val="center"/>
          </w:tcPr>
          <w:p w:rsidR="00811E8B" w:rsidRPr="00542C44" w:rsidRDefault="00733A68" w:rsidP="00811E8B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名古屋大学大学院　情報学研究科　講師</w:t>
            </w:r>
          </w:p>
          <w:p w:rsidR="002130C1" w:rsidRPr="00542C44" w:rsidRDefault="00733A68" w:rsidP="00811E8B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浦田　真由</w:t>
            </w: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2130C1" w:rsidRPr="006D4DD3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②</w:t>
            </w:r>
          </w:p>
          <w:p w:rsidR="00F762BF" w:rsidRDefault="006A4202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A4202">
              <w:rPr>
                <w:rFonts w:ascii="Meiryo UI" w:eastAsia="Meiryo UI" w:hAnsi="Meiryo UI" w:cs="Meiryo UI" w:hint="eastAsia"/>
                <w:sz w:val="22"/>
                <w:szCs w:val="22"/>
              </w:rPr>
              <w:t>岐阜県におけるオープンデータの</w:t>
            </w:r>
          </w:p>
          <w:p w:rsidR="002130C1" w:rsidRPr="00D35CE5" w:rsidRDefault="006A4202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A4202">
              <w:rPr>
                <w:rFonts w:ascii="Meiryo UI" w:eastAsia="Meiryo UI" w:hAnsi="Meiryo UI" w:cs="Meiryo UI" w:hint="eastAsia"/>
                <w:sz w:val="22"/>
                <w:szCs w:val="22"/>
              </w:rPr>
              <w:t>取り組みについて</w:t>
            </w:r>
          </w:p>
        </w:tc>
        <w:tc>
          <w:tcPr>
            <w:tcW w:w="4935" w:type="dxa"/>
            <w:vAlign w:val="center"/>
          </w:tcPr>
          <w:p w:rsidR="009B235A" w:rsidRPr="00542C44" w:rsidRDefault="00EA06B4" w:rsidP="00BE3CE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岐阜県　</w:t>
            </w:r>
            <w:r w:rsidR="009B235A"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総務部　情報企画課</w:t>
            </w:r>
          </w:p>
          <w:p w:rsidR="00C3711A" w:rsidRPr="00542C44" w:rsidRDefault="00EA06B4" w:rsidP="009B235A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課長補佐　兼　係長</w:t>
            </w:r>
            <w:r w:rsidR="009B235A"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入山　幹史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542C44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2130C1" w:rsidRPr="001871F0" w:rsidTr="00BE3CE7">
        <w:trPr>
          <w:trHeight w:val="850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14:5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935" w:type="dxa"/>
            <w:vAlign w:val="center"/>
          </w:tcPr>
          <w:p w:rsidR="00532837" w:rsidRPr="00542C44" w:rsidRDefault="00532837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:rsidR="002130C1" w:rsidRPr="00542C44" w:rsidRDefault="00532837" w:rsidP="00532837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935" w:type="dxa"/>
            <w:vAlign w:val="center"/>
          </w:tcPr>
          <w:p w:rsidR="002130C1" w:rsidRPr="00542C44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BB6970" w:rsidRPr="001871F0" w:rsidTr="00BE3CE7">
        <w:trPr>
          <w:trHeight w:val="850"/>
        </w:trPr>
        <w:tc>
          <w:tcPr>
            <w:tcW w:w="1126" w:type="dxa"/>
            <w:vAlign w:val="center"/>
          </w:tcPr>
          <w:p w:rsidR="00BB6970" w:rsidRPr="00D35CE5" w:rsidRDefault="00BB6970" w:rsidP="00BB697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BB6970" w:rsidRPr="00D35CE5" w:rsidRDefault="00BB6970" w:rsidP="008C7E0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8C7E04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265" w:type="dxa"/>
            <w:vAlign w:val="center"/>
          </w:tcPr>
          <w:p w:rsidR="00BB6970" w:rsidRPr="00D35CE5" w:rsidRDefault="00BB6970" w:rsidP="00BB697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BB6970" w:rsidRPr="00D35CE5" w:rsidRDefault="00BB6970" w:rsidP="00BB697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935" w:type="dxa"/>
            <w:vAlign w:val="center"/>
          </w:tcPr>
          <w:p w:rsidR="00BB6970" w:rsidRPr="00542C44" w:rsidRDefault="00BB6970" w:rsidP="00BB6970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名古屋大学大学院　情報学研究科　講師</w:t>
            </w:r>
          </w:p>
          <w:p w:rsidR="00BB6970" w:rsidRPr="00542C44" w:rsidRDefault="00BB6970" w:rsidP="00BB6970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浦田　真由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8C7E0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8C7E04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935" w:type="dxa"/>
            <w:vAlign w:val="center"/>
          </w:tcPr>
          <w:p w:rsidR="002130C1" w:rsidRPr="00542C44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2130C1" w:rsidRPr="001871F0" w:rsidTr="00BE3CE7">
        <w:trPr>
          <w:trHeight w:val="680"/>
        </w:trPr>
        <w:tc>
          <w:tcPr>
            <w:tcW w:w="1126" w:type="dxa"/>
            <w:vAlign w:val="center"/>
          </w:tcPr>
          <w:p w:rsidR="002130C1" w:rsidRPr="00D35CE5" w:rsidRDefault="002130C1" w:rsidP="008C7E0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8C7E04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935" w:type="dxa"/>
            <w:vAlign w:val="center"/>
          </w:tcPr>
          <w:p w:rsidR="002130C1" w:rsidRPr="00542C44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E87B92" w:rsidRPr="001871F0" w:rsidTr="008A13EA">
        <w:trPr>
          <w:trHeight w:val="850"/>
        </w:trPr>
        <w:tc>
          <w:tcPr>
            <w:tcW w:w="1126" w:type="dxa"/>
            <w:vAlign w:val="center"/>
          </w:tcPr>
          <w:p w:rsidR="00E87B92" w:rsidRPr="00D35CE5" w:rsidRDefault="00E87B92" w:rsidP="008C7E04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8C7E04"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8C7E04">
              <w:rPr>
                <w:rFonts w:ascii="Meiryo UI" w:eastAsia="Meiryo UI" w:hAnsi="Meiryo UI" w:cs="Meiryo UI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E87B92" w:rsidRPr="00D35CE5" w:rsidRDefault="00E87B92" w:rsidP="008A13E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265" w:type="dxa"/>
            <w:vAlign w:val="center"/>
          </w:tcPr>
          <w:p w:rsidR="00E87B92" w:rsidRPr="00D35CE5" w:rsidRDefault="00E87B92" w:rsidP="008A13EA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935" w:type="dxa"/>
            <w:vAlign w:val="center"/>
          </w:tcPr>
          <w:p w:rsidR="00385AFE" w:rsidRPr="00542C44" w:rsidRDefault="00385AFE" w:rsidP="008A13EA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東海総合通信局 </w:t>
            </w:r>
            <w:r w:rsidR="00D766A0"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情報通信部 情報通信振興課</w:t>
            </w:r>
          </w:p>
          <w:p w:rsidR="00E87B92" w:rsidRPr="00542C44" w:rsidRDefault="00D766A0" w:rsidP="00385AFE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課長</w:t>
            </w:r>
            <w:r w:rsidR="00385AFE"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542C44">
              <w:rPr>
                <w:rFonts w:ascii="Meiryo UI" w:eastAsia="Meiryo UI" w:hAnsi="Meiryo UI" w:cs="Meiryo UI" w:hint="eastAsia"/>
                <w:sz w:val="22"/>
                <w:szCs w:val="22"/>
              </w:rPr>
              <w:t>加藤　明彦</w:t>
            </w:r>
          </w:p>
        </w:tc>
      </w:tr>
      <w:tr w:rsidR="002130C1" w:rsidRPr="001871F0" w:rsidTr="00BE3CE7">
        <w:trPr>
          <w:trHeight w:val="397"/>
        </w:trPr>
        <w:tc>
          <w:tcPr>
            <w:tcW w:w="1126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D35CE5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2130C1" w:rsidRPr="00D35CE5" w:rsidRDefault="002130C1" w:rsidP="002130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26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D35CE5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935" w:type="dxa"/>
            <w:vAlign w:val="center"/>
          </w:tcPr>
          <w:p w:rsidR="002130C1" w:rsidRPr="00D35CE5" w:rsidRDefault="002130C1" w:rsidP="002130C1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6A4004" w:rsidRPr="002834F7" w:rsidRDefault="0047369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r w:rsidRPr="002834F7">
        <w:rPr>
          <w:rFonts w:ascii="Meiryo UI" w:eastAsia="Meiryo UI" w:hAnsi="Meiryo UI" w:hint="eastAsia"/>
          <w:sz w:val="22"/>
        </w:rPr>
        <w:t>高山市　総務部　広報情報課　情報係 主幹 山田　雅彦</w:t>
      </w:r>
    </w:p>
    <w:bookmarkEnd w:id="0"/>
    <w:p w:rsidR="00234469" w:rsidRPr="00E72086" w:rsidRDefault="00234469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234469" w:rsidRPr="00E72086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4241F"/>
    <w:rsid w:val="00063460"/>
    <w:rsid w:val="000652F1"/>
    <w:rsid w:val="00072BAC"/>
    <w:rsid w:val="000771F1"/>
    <w:rsid w:val="000806D4"/>
    <w:rsid w:val="00083F4C"/>
    <w:rsid w:val="000A3661"/>
    <w:rsid w:val="000A384A"/>
    <w:rsid w:val="000A7B37"/>
    <w:rsid w:val="000B3330"/>
    <w:rsid w:val="000B3736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1F0"/>
    <w:rsid w:val="00187505"/>
    <w:rsid w:val="00195581"/>
    <w:rsid w:val="00197418"/>
    <w:rsid w:val="001A134A"/>
    <w:rsid w:val="001A769A"/>
    <w:rsid w:val="001B0C50"/>
    <w:rsid w:val="001B26B7"/>
    <w:rsid w:val="001B2FC5"/>
    <w:rsid w:val="001B4282"/>
    <w:rsid w:val="001B57F1"/>
    <w:rsid w:val="001C1818"/>
    <w:rsid w:val="001C3C0F"/>
    <w:rsid w:val="001C3F8B"/>
    <w:rsid w:val="001C4AF2"/>
    <w:rsid w:val="001C66FA"/>
    <w:rsid w:val="001D5756"/>
    <w:rsid w:val="001F41A7"/>
    <w:rsid w:val="001F6282"/>
    <w:rsid w:val="002014B7"/>
    <w:rsid w:val="00207EB4"/>
    <w:rsid w:val="002130C1"/>
    <w:rsid w:val="00215CCD"/>
    <w:rsid w:val="00234469"/>
    <w:rsid w:val="00241288"/>
    <w:rsid w:val="0025186D"/>
    <w:rsid w:val="00252C2C"/>
    <w:rsid w:val="00253CDD"/>
    <w:rsid w:val="002706FB"/>
    <w:rsid w:val="00280C7F"/>
    <w:rsid w:val="002834F7"/>
    <w:rsid w:val="002A5B42"/>
    <w:rsid w:val="002A74AA"/>
    <w:rsid w:val="002B59BC"/>
    <w:rsid w:val="002E46D2"/>
    <w:rsid w:val="002E4D4E"/>
    <w:rsid w:val="002F14F4"/>
    <w:rsid w:val="002F6361"/>
    <w:rsid w:val="003030C2"/>
    <w:rsid w:val="00303733"/>
    <w:rsid w:val="00314B6C"/>
    <w:rsid w:val="00321D72"/>
    <w:rsid w:val="00324606"/>
    <w:rsid w:val="00334104"/>
    <w:rsid w:val="0033466B"/>
    <w:rsid w:val="00342292"/>
    <w:rsid w:val="003578F5"/>
    <w:rsid w:val="003665B6"/>
    <w:rsid w:val="00374275"/>
    <w:rsid w:val="00385AFE"/>
    <w:rsid w:val="003A6292"/>
    <w:rsid w:val="003A6ED2"/>
    <w:rsid w:val="003B09E4"/>
    <w:rsid w:val="003D067B"/>
    <w:rsid w:val="003E016D"/>
    <w:rsid w:val="003E64A9"/>
    <w:rsid w:val="003F0558"/>
    <w:rsid w:val="003F46CA"/>
    <w:rsid w:val="0041296B"/>
    <w:rsid w:val="0041685B"/>
    <w:rsid w:val="004363EB"/>
    <w:rsid w:val="00436EBE"/>
    <w:rsid w:val="004426A2"/>
    <w:rsid w:val="0045535E"/>
    <w:rsid w:val="00462A87"/>
    <w:rsid w:val="004632C8"/>
    <w:rsid w:val="00473694"/>
    <w:rsid w:val="0047670A"/>
    <w:rsid w:val="00481602"/>
    <w:rsid w:val="00481BD9"/>
    <w:rsid w:val="00483B37"/>
    <w:rsid w:val="004A4430"/>
    <w:rsid w:val="004A5BB2"/>
    <w:rsid w:val="004C4CDE"/>
    <w:rsid w:val="004D01FA"/>
    <w:rsid w:val="004D681C"/>
    <w:rsid w:val="004F4AD6"/>
    <w:rsid w:val="004F7C7C"/>
    <w:rsid w:val="00503E94"/>
    <w:rsid w:val="005104D8"/>
    <w:rsid w:val="00524362"/>
    <w:rsid w:val="00532837"/>
    <w:rsid w:val="005400F1"/>
    <w:rsid w:val="005404CC"/>
    <w:rsid w:val="00540D09"/>
    <w:rsid w:val="00542C44"/>
    <w:rsid w:val="00545B12"/>
    <w:rsid w:val="00560035"/>
    <w:rsid w:val="00561EB3"/>
    <w:rsid w:val="0056272A"/>
    <w:rsid w:val="005714CE"/>
    <w:rsid w:val="005800FF"/>
    <w:rsid w:val="005805B6"/>
    <w:rsid w:val="00580885"/>
    <w:rsid w:val="00590002"/>
    <w:rsid w:val="005A7E04"/>
    <w:rsid w:val="005B113D"/>
    <w:rsid w:val="005B150F"/>
    <w:rsid w:val="005B16FB"/>
    <w:rsid w:val="005C15D6"/>
    <w:rsid w:val="005C314B"/>
    <w:rsid w:val="005C32DB"/>
    <w:rsid w:val="005C49AC"/>
    <w:rsid w:val="005D2E50"/>
    <w:rsid w:val="005E026D"/>
    <w:rsid w:val="005F75B4"/>
    <w:rsid w:val="0060105E"/>
    <w:rsid w:val="00604283"/>
    <w:rsid w:val="00615276"/>
    <w:rsid w:val="00620510"/>
    <w:rsid w:val="006310F9"/>
    <w:rsid w:val="00633A0D"/>
    <w:rsid w:val="006424C8"/>
    <w:rsid w:val="006679A2"/>
    <w:rsid w:val="006718EF"/>
    <w:rsid w:val="00676BF6"/>
    <w:rsid w:val="00684161"/>
    <w:rsid w:val="006861CD"/>
    <w:rsid w:val="00691569"/>
    <w:rsid w:val="00695B4B"/>
    <w:rsid w:val="006A4004"/>
    <w:rsid w:val="006A4202"/>
    <w:rsid w:val="006B767C"/>
    <w:rsid w:val="006D7DA5"/>
    <w:rsid w:val="00700A96"/>
    <w:rsid w:val="00707277"/>
    <w:rsid w:val="00707830"/>
    <w:rsid w:val="00713F9F"/>
    <w:rsid w:val="00714B3E"/>
    <w:rsid w:val="0071716F"/>
    <w:rsid w:val="007228B5"/>
    <w:rsid w:val="00733A68"/>
    <w:rsid w:val="00741230"/>
    <w:rsid w:val="007420A3"/>
    <w:rsid w:val="007516C9"/>
    <w:rsid w:val="007837EF"/>
    <w:rsid w:val="0078734B"/>
    <w:rsid w:val="007A1D5A"/>
    <w:rsid w:val="007A4BDC"/>
    <w:rsid w:val="007B16AA"/>
    <w:rsid w:val="007B39B3"/>
    <w:rsid w:val="007B7DCB"/>
    <w:rsid w:val="007C53FE"/>
    <w:rsid w:val="007D2983"/>
    <w:rsid w:val="007E7ED1"/>
    <w:rsid w:val="007F5DD3"/>
    <w:rsid w:val="00810799"/>
    <w:rsid w:val="00811E8B"/>
    <w:rsid w:val="00812CFA"/>
    <w:rsid w:val="0081565D"/>
    <w:rsid w:val="00840148"/>
    <w:rsid w:val="00850DB9"/>
    <w:rsid w:val="008617AD"/>
    <w:rsid w:val="0086188D"/>
    <w:rsid w:val="00885799"/>
    <w:rsid w:val="00885F62"/>
    <w:rsid w:val="00890642"/>
    <w:rsid w:val="0089253E"/>
    <w:rsid w:val="008925FE"/>
    <w:rsid w:val="00897079"/>
    <w:rsid w:val="008B6E9E"/>
    <w:rsid w:val="008C3C6B"/>
    <w:rsid w:val="008C7E04"/>
    <w:rsid w:val="008D3C9E"/>
    <w:rsid w:val="008D5E85"/>
    <w:rsid w:val="008E3E8C"/>
    <w:rsid w:val="00906C01"/>
    <w:rsid w:val="0091267C"/>
    <w:rsid w:val="00922D4A"/>
    <w:rsid w:val="00931BBC"/>
    <w:rsid w:val="00932E19"/>
    <w:rsid w:val="00933CF0"/>
    <w:rsid w:val="00941242"/>
    <w:rsid w:val="009414C9"/>
    <w:rsid w:val="00953426"/>
    <w:rsid w:val="00960AB1"/>
    <w:rsid w:val="00961EEC"/>
    <w:rsid w:val="00962CC3"/>
    <w:rsid w:val="00963A92"/>
    <w:rsid w:val="00977170"/>
    <w:rsid w:val="00984C18"/>
    <w:rsid w:val="00987A06"/>
    <w:rsid w:val="0099181F"/>
    <w:rsid w:val="009963A5"/>
    <w:rsid w:val="009A1F0B"/>
    <w:rsid w:val="009B235A"/>
    <w:rsid w:val="009B751E"/>
    <w:rsid w:val="009C53B3"/>
    <w:rsid w:val="009E4878"/>
    <w:rsid w:val="00A035AB"/>
    <w:rsid w:val="00A0612E"/>
    <w:rsid w:val="00A1790E"/>
    <w:rsid w:val="00A17A22"/>
    <w:rsid w:val="00A2473F"/>
    <w:rsid w:val="00A27E54"/>
    <w:rsid w:val="00A54414"/>
    <w:rsid w:val="00A74C96"/>
    <w:rsid w:val="00A814D0"/>
    <w:rsid w:val="00A82081"/>
    <w:rsid w:val="00A846F7"/>
    <w:rsid w:val="00AB6721"/>
    <w:rsid w:val="00AC5D1B"/>
    <w:rsid w:val="00AE7D0B"/>
    <w:rsid w:val="00AF1DF9"/>
    <w:rsid w:val="00B01C78"/>
    <w:rsid w:val="00B27656"/>
    <w:rsid w:val="00B36D85"/>
    <w:rsid w:val="00B41825"/>
    <w:rsid w:val="00B4415C"/>
    <w:rsid w:val="00B45509"/>
    <w:rsid w:val="00B615F6"/>
    <w:rsid w:val="00B65C85"/>
    <w:rsid w:val="00B71EA3"/>
    <w:rsid w:val="00B73409"/>
    <w:rsid w:val="00BA044A"/>
    <w:rsid w:val="00BA2B03"/>
    <w:rsid w:val="00BA3F4A"/>
    <w:rsid w:val="00BA59F7"/>
    <w:rsid w:val="00BB5FFF"/>
    <w:rsid w:val="00BB6970"/>
    <w:rsid w:val="00BD598B"/>
    <w:rsid w:val="00BE3CE7"/>
    <w:rsid w:val="00BE4665"/>
    <w:rsid w:val="00BE48DE"/>
    <w:rsid w:val="00BF0207"/>
    <w:rsid w:val="00C05922"/>
    <w:rsid w:val="00C064CA"/>
    <w:rsid w:val="00C15EB4"/>
    <w:rsid w:val="00C226A2"/>
    <w:rsid w:val="00C22A9E"/>
    <w:rsid w:val="00C22AC0"/>
    <w:rsid w:val="00C23A3D"/>
    <w:rsid w:val="00C23EDA"/>
    <w:rsid w:val="00C241D3"/>
    <w:rsid w:val="00C25F33"/>
    <w:rsid w:val="00C26056"/>
    <w:rsid w:val="00C317A1"/>
    <w:rsid w:val="00C35E03"/>
    <w:rsid w:val="00C3711A"/>
    <w:rsid w:val="00C44387"/>
    <w:rsid w:val="00C462D7"/>
    <w:rsid w:val="00C4738A"/>
    <w:rsid w:val="00C47972"/>
    <w:rsid w:val="00C50830"/>
    <w:rsid w:val="00C53275"/>
    <w:rsid w:val="00C61E78"/>
    <w:rsid w:val="00C70264"/>
    <w:rsid w:val="00C72B67"/>
    <w:rsid w:val="00C752A1"/>
    <w:rsid w:val="00C769EC"/>
    <w:rsid w:val="00CA1594"/>
    <w:rsid w:val="00CA5869"/>
    <w:rsid w:val="00CA5EA2"/>
    <w:rsid w:val="00CB4012"/>
    <w:rsid w:val="00CC0CDB"/>
    <w:rsid w:val="00CC459A"/>
    <w:rsid w:val="00CC54B4"/>
    <w:rsid w:val="00CD1120"/>
    <w:rsid w:val="00CD658E"/>
    <w:rsid w:val="00CE183E"/>
    <w:rsid w:val="00CF033A"/>
    <w:rsid w:val="00D00760"/>
    <w:rsid w:val="00D0612D"/>
    <w:rsid w:val="00D10467"/>
    <w:rsid w:val="00D2079B"/>
    <w:rsid w:val="00D2116F"/>
    <w:rsid w:val="00D305B7"/>
    <w:rsid w:val="00D35CE5"/>
    <w:rsid w:val="00D40F7D"/>
    <w:rsid w:val="00D51CE4"/>
    <w:rsid w:val="00D5466C"/>
    <w:rsid w:val="00D766A0"/>
    <w:rsid w:val="00D84F7F"/>
    <w:rsid w:val="00DA70E5"/>
    <w:rsid w:val="00DB3EC1"/>
    <w:rsid w:val="00DB5372"/>
    <w:rsid w:val="00DC4471"/>
    <w:rsid w:val="00DC7C2A"/>
    <w:rsid w:val="00DD7CBC"/>
    <w:rsid w:val="00DF0DDA"/>
    <w:rsid w:val="00DF64A3"/>
    <w:rsid w:val="00E02FE2"/>
    <w:rsid w:val="00E04E7E"/>
    <w:rsid w:val="00E050F1"/>
    <w:rsid w:val="00E1613E"/>
    <w:rsid w:val="00E35C8F"/>
    <w:rsid w:val="00E47754"/>
    <w:rsid w:val="00E6799E"/>
    <w:rsid w:val="00E72086"/>
    <w:rsid w:val="00E726AD"/>
    <w:rsid w:val="00E72BDF"/>
    <w:rsid w:val="00E8068E"/>
    <w:rsid w:val="00E8073C"/>
    <w:rsid w:val="00E87B92"/>
    <w:rsid w:val="00E9089F"/>
    <w:rsid w:val="00E920A7"/>
    <w:rsid w:val="00E93053"/>
    <w:rsid w:val="00E97891"/>
    <w:rsid w:val="00EA06B4"/>
    <w:rsid w:val="00EB1F62"/>
    <w:rsid w:val="00EB4E53"/>
    <w:rsid w:val="00EC110D"/>
    <w:rsid w:val="00EC3E03"/>
    <w:rsid w:val="00EC3EE2"/>
    <w:rsid w:val="00ED28B0"/>
    <w:rsid w:val="00ED39DD"/>
    <w:rsid w:val="00EE0B56"/>
    <w:rsid w:val="00EE7FDF"/>
    <w:rsid w:val="00EF0749"/>
    <w:rsid w:val="00EF5887"/>
    <w:rsid w:val="00F139B2"/>
    <w:rsid w:val="00F15445"/>
    <w:rsid w:val="00F161E5"/>
    <w:rsid w:val="00F16EB3"/>
    <w:rsid w:val="00F21346"/>
    <w:rsid w:val="00F24A24"/>
    <w:rsid w:val="00F257D3"/>
    <w:rsid w:val="00F3654E"/>
    <w:rsid w:val="00F423E1"/>
    <w:rsid w:val="00F52763"/>
    <w:rsid w:val="00F56EA4"/>
    <w:rsid w:val="00F70293"/>
    <w:rsid w:val="00F762BF"/>
    <w:rsid w:val="00F80473"/>
    <w:rsid w:val="00F85E81"/>
    <w:rsid w:val="00F8795E"/>
    <w:rsid w:val="00F920D1"/>
    <w:rsid w:val="00F948B7"/>
    <w:rsid w:val="00F95D87"/>
    <w:rsid w:val="00FA0052"/>
    <w:rsid w:val="00FA08E0"/>
    <w:rsid w:val="00FA2E68"/>
    <w:rsid w:val="00FA3FF0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B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B907A2F1.dotm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2019-06-12T09:37:00Z</dcterms:created>
  <dcterms:modified xsi:type="dcterms:W3CDTF">2020-01-16T02:48:00Z</dcterms:modified>
</cp:coreProperties>
</file>