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4756066B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6849F6">
        <w:rPr>
          <w:rFonts w:ascii="Meiryo UI" w:eastAsia="Meiryo UI" w:hAnsi="Meiryo UI" w:hint="eastAsia"/>
          <w:sz w:val="36"/>
          <w:szCs w:val="36"/>
          <w:u w:val="single"/>
        </w:rPr>
        <w:t>高知県高知</w:t>
      </w:r>
      <w:r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14:paraId="47FA498D" w14:textId="77777777" w:rsidR="00D019EF" w:rsidRPr="00F52763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78EF6AD8" w:rsidR="00D019EF" w:rsidRPr="00F52763" w:rsidRDefault="00D019EF" w:rsidP="00D019EF">
      <w:pPr>
        <w:pStyle w:val="a3"/>
        <w:spacing w:line="0" w:lineRule="atLeast"/>
        <w:ind w:firstLineChars="250" w:firstLine="55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="00D11F86">
        <w:rPr>
          <w:rFonts w:ascii="Meiryo UI" w:eastAsia="Meiryo UI" w:hAnsi="Meiryo UI" w:hint="eastAsia"/>
          <w:sz w:val="22"/>
          <w:szCs w:val="22"/>
        </w:rPr>
        <w:t>20</w:t>
      </w:r>
      <w:r w:rsidR="00D11F86">
        <w:rPr>
          <w:rFonts w:ascii="Meiryo UI" w:eastAsia="Meiryo UI" w:hAnsi="Meiryo UI"/>
          <w:sz w:val="22"/>
          <w:szCs w:val="22"/>
        </w:rPr>
        <w:t>20</w:t>
      </w:r>
      <w:r w:rsidRPr="00404C45">
        <w:rPr>
          <w:rFonts w:ascii="Meiryo UI" w:eastAsia="Meiryo UI" w:hAnsi="Meiryo UI" w:hint="eastAsia"/>
          <w:sz w:val="22"/>
          <w:szCs w:val="22"/>
        </w:rPr>
        <w:t>年</w:t>
      </w:r>
      <w:r w:rsidR="006849F6">
        <w:rPr>
          <w:rFonts w:ascii="Meiryo UI" w:eastAsia="Meiryo UI" w:hAnsi="Meiryo UI"/>
          <w:sz w:val="22"/>
          <w:szCs w:val="22"/>
        </w:rPr>
        <w:t>2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 w:rsidR="006849F6">
        <w:rPr>
          <w:rFonts w:ascii="Meiryo UI" w:eastAsia="Meiryo UI" w:hAnsi="Meiryo UI"/>
          <w:sz w:val="22"/>
          <w:szCs w:val="22"/>
        </w:rPr>
        <w:t>13</w:t>
      </w:r>
      <w:r w:rsidRPr="00404C45">
        <w:rPr>
          <w:rFonts w:ascii="Meiryo UI" w:eastAsia="Meiryo UI" w:hAnsi="Meiryo UI" w:hint="eastAsia"/>
          <w:sz w:val="22"/>
          <w:szCs w:val="22"/>
        </w:rPr>
        <w:t>日(</w:t>
      </w:r>
      <w:r w:rsidR="00D11F86">
        <w:rPr>
          <w:rFonts w:ascii="Meiryo UI" w:eastAsia="Meiryo UI" w:hAnsi="Meiryo UI" w:hint="eastAsia"/>
          <w:sz w:val="22"/>
          <w:szCs w:val="22"/>
        </w:rPr>
        <w:t>木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</w:p>
    <w:p w14:paraId="4C6A9477" w14:textId="52251100" w:rsidR="0041296B" w:rsidRPr="00F52763" w:rsidRDefault="00D019EF" w:rsidP="00D11F86">
      <w:pPr>
        <w:pStyle w:val="a3"/>
        <w:spacing w:line="0" w:lineRule="atLeast"/>
        <w:ind w:firstLineChars="250" w:firstLine="55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6849F6" w:rsidRPr="006849F6">
        <w:rPr>
          <w:rFonts w:ascii="Meiryo UI" w:eastAsia="Meiryo UI" w:hAnsi="Meiryo UI" w:hint="eastAsia"/>
          <w:sz w:val="22"/>
          <w:szCs w:val="22"/>
        </w:rPr>
        <w:t>高知県立文学館ホール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6849F6" w:rsidRPr="006849F6">
        <w:rPr>
          <w:rFonts w:ascii="Meiryo UI" w:eastAsia="Meiryo UI" w:hAnsi="Meiryo UI" w:hint="eastAsia"/>
          <w:sz w:val="22"/>
          <w:szCs w:val="22"/>
        </w:rPr>
        <w:t>高知県高知市丸ノ内1-1-20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D11F86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6B06FF">
        <w:trPr>
          <w:trHeight w:val="850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769A8195" w14:textId="77777777" w:rsidR="006B06FF" w:rsidRPr="00BF462F" w:rsidRDefault="006B06FF" w:rsidP="006B06F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7506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総務省 </w:t>
            </w:r>
            <w:r w:rsidRPr="00BF462F">
              <w:rPr>
                <w:rFonts w:ascii="Meiryo UI" w:eastAsia="Meiryo UI" w:hAnsi="Meiryo UI" w:cs="Meiryo UI" w:hint="eastAsia"/>
                <w:sz w:val="22"/>
                <w:szCs w:val="22"/>
              </w:rPr>
              <w:t>四国総合通信局　情報通信部</w:t>
            </w:r>
          </w:p>
          <w:p w14:paraId="3BE507DE" w14:textId="759555E1" w:rsidR="007D5BF0" w:rsidRPr="0034711D" w:rsidRDefault="006B06FF" w:rsidP="006B06F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F462F">
              <w:rPr>
                <w:rFonts w:ascii="Meiryo UI" w:eastAsia="Meiryo UI" w:hAnsi="Meiryo UI" w:cs="Meiryo UI" w:hint="eastAsia"/>
                <w:sz w:val="22"/>
                <w:szCs w:val="22"/>
              </w:rPr>
              <w:t>情報通信振興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課</w:t>
            </w:r>
          </w:p>
        </w:tc>
      </w:tr>
      <w:tr w:rsidR="00C462D7" w:rsidRPr="00F52763" w14:paraId="68B59E55" w14:textId="77777777" w:rsidTr="006B06FF">
        <w:trPr>
          <w:trHeight w:val="850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146BEFC6" w:rsidR="00C462D7" w:rsidRPr="006D4DD3" w:rsidRDefault="00A00E2D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1A7622A9" w14:textId="77777777" w:rsidR="00A00E2D" w:rsidRDefault="00A00E2D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14:paraId="1F4B6064" w14:textId="6ECF1C1B" w:rsidR="00CA2DE1" w:rsidRPr="006D4DD3" w:rsidRDefault="00D26A23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="00CA2DE1" w:rsidRPr="00EC3D85">
              <w:rPr>
                <w:rFonts w:ascii="Meiryo UI" w:eastAsia="Meiryo UI" w:hAnsi="Meiryo UI" w:cs="Meiryo UI" w:hint="eastAsia"/>
                <w:sz w:val="22"/>
                <w:szCs w:val="22"/>
              </w:rPr>
              <w:t>動画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紹介</w:t>
            </w:r>
          </w:p>
        </w:tc>
        <w:tc>
          <w:tcPr>
            <w:tcW w:w="5040" w:type="dxa"/>
            <w:vAlign w:val="center"/>
          </w:tcPr>
          <w:p w14:paraId="29BD92CD" w14:textId="368261AF" w:rsidR="00C462D7" w:rsidRPr="007373E0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2063D18" w14:textId="77777777" w:rsidTr="006B06FF">
        <w:trPr>
          <w:trHeight w:val="850"/>
        </w:trPr>
        <w:tc>
          <w:tcPr>
            <w:tcW w:w="1126" w:type="dxa"/>
            <w:vAlign w:val="center"/>
          </w:tcPr>
          <w:p w14:paraId="1A88173F" w14:textId="338E52B8" w:rsidR="00C462D7" w:rsidRPr="006D4DD3" w:rsidRDefault="00C75066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6D4DD3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6E073DC5" w14:textId="1FFA19A6" w:rsidR="006849F6" w:rsidRDefault="006849F6" w:rsidP="0075482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データクレイドル</w:t>
            </w:r>
          </w:p>
          <w:p w14:paraId="5396FA1E" w14:textId="3F0AE4D8" w:rsidR="00C462D7" w:rsidRPr="006D4DD3" w:rsidRDefault="006849F6" w:rsidP="006849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大島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正美</w:t>
            </w:r>
          </w:p>
        </w:tc>
      </w:tr>
      <w:tr w:rsidR="00AB05E8" w:rsidRPr="00F52763" w14:paraId="305A7470" w14:textId="77777777" w:rsidTr="006B06FF">
        <w:trPr>
          <w:trHeight w:val="397"/>
        </w:trPr>
        <w:tc>
          <w:tcPr>
            <w:tcW w:w="1126" w:type="dxa"/>
            <w:vAlign w:val="center"/>
          </w:tcPr>
          <w:p w14:paraId="3DF5F1FC" w14:textId="254B81A9" w:rsidR="00AB05E8" w:rsidRPr="006D4DD3" w:rsidRDefault="00C75066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14:30</w:t>
            </w:r>
          </w:p>
        </w:tc>
        <w:tc>
          <w:tcPr>
            <w:tcW w:w="851" w:type="dxa"/>
            <w:vAlign w:val="center"/>
          </w:tcPr>
          <w:p w14:paraId="1F511782" w14:textId="734865AE" w:rsidR="00AB05E8" w:rsidRPr="006D4DD3" w:rsidRDefault="00AB05E8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04FF8A3B" w14:textId="72BACC96" w:rsidR="00AB05E8" w:rsidRPr="006D4DD3" w:rsidRDefault="00AB05E8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5A66AF28" w14:textId="77777777" w:rsidR="00AB05E8" w:rsidRPr="00002ABA" w:rsidRDefault="00AB05E8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09BBE336" w:rsidR="00C462D7" w:rsidRPr="006D4DD3" w:rsidRDefault="00C462D7" w:rsidP="00AB05E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C75066">
              <w:rPr>
                <w:rFonts w:ascii="Meiryo UI" w:eastAsia="Meiryo UI" w:hAnsi="Meiryo UI" w:cs="Meiryo UI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14:paraId="779FFB7A" w14:textId="699AC7D1" w:rsidR="00C462D7" w:rsidRPr="006D4DD3" w:rsidRDefault="00957F06" w:rsidP="00265BE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265BE0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14:paraId="49D13792" w14:textId="77777777" w:rsidR="006849F6" w:rsidRDefault="006849F6" w:rsidP="006849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オープンデータに関する</w:t>
            </w:r>
          </w:p>
          <w:p w14:paraId="689D5B7A" w14:textId="7CE7205B" w:rsidR="00C462D7" w:rsidRPr="006D4DD3" w:rsidRDefault="006849F6" w:rsidP="006849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高知県の取組紹介</w:t>
            </w:r>
          </w:p>
        </w:tc>
        <w:tc>
          <w:tcPr>
            <w:tcW w:w="5040" w:type="dxa"/>
            <w:vAlign w:val="center"/>
          </w:tcPr>
          <w:p w14:paraId="1914A71F" w14:textId="4BF08E06" w:rsidR="006849F6" w:rsidRDefault="006849F6" w:rsidP="00D11F8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高知県　情報政策課</w:t>
            </w:r>
            <w:r w:rsidR="00237D4A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主査</w:t>
            </w:r>
          </w:p>
          <w:p w14:paraId="4A7A146F" w14:textId="5C8D86F7" w:rsidR="00C462D7" w:rsidRPr="00237D4A" w:rsidRDefault="00237D4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37D4A">
              <w:rPr>
                <w:rFonts w:ascii="Meiryo UI" w:eastAsia="Meiryo UI" w:hAnsi="Meiryo UI" w:cs="Meiryo UI" w:hint="eastAsia"/>
                <w:sz w:val="22"/>
                <w:szCs w:val="22"/>
              </w:rPr>
              <w:t>柳瀬 伸也</w:t>
            </w: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1DEB4752" w:rsidR="00C462D7" w:rsidRPr="006D4DD3" w:rsidRDefault="00265BE0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14:45</w:t>
            </w:r>
          </w:p>
        </w:tc>
        <w:tc>
          <w:tcPr>
            <w:tcW w:w="851" w:type="dxa"/>
            <w:vAlign w:val="center"/>
          </w:tcPr>
          <w:p w14:paraId="1C928DFC" w14:textId="2B8F3DFC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A29BF7B" w14:textId="78674791" w:rsidR="00511D82" w:rsidRPr="006D4DD3" w:rsidRDefault="00511D82" w:rsidP="00511D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</w:t>
            </w:r>
            <w:r w:rsidR="002E187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日立</w:t>
            </w:r>
            <w:r w:rsidR="00BF462F">
              <w:rPr>
                <w:rFonts w:ascii="Meiryo UI" w:eastAsia="Meiryo UI" w:hAnsi="Meiryo UI" w:cs="Meiryo UI" w:hint="eastAsia"/>
                <w:sz w:val="22"/>
                <w:szCs w:val="22"/>
              </w:rPr>
              <w:t>製作所</w:t>
            </w:r>
          </w:p>
          <w:p w14:paraId="08B039C4" w14:textId="18C514B7" w:rsidR="00C462D7" w:rsidRPr="006D4DD3" w:rsidRDefault="00BF462F" w:rsidP="00511D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岩崎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英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1771932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265BE0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516F1CD4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265BE0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6D9D895D" w14:textId="17E232D5" w:rsidR="00C12AC1" w:rsidRPr="006D4DD3" w:rsidRDefault="00265BE0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4CD06B4A" w14:textId="77777777" w:rsidR="006849F6" w:rsidRDefault="006849F6" w:rsidP="006849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データクレイドル</w:t>
            </w:r>
          </w:p>
          <w:p w14:paraId="06130707" w14:textId="72B0C6CD" w:rsidR="006E0D77" w:rsidRPr="006D4DD3" w:rsidRDefault="006849F6" w:rsidP="006849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大島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849F6">
              <w:rPr>
                <w:rFonts w:ascii="Meiryo UI" w:eastAsia="Meiryo UI" w:hAnsi="Meiryo UI" w:cs="Meiryo UI" w:hint="eastAsia"/>
                <w:sz w:val="22"/>
                <w:szCs w:val="22"/>
              </w:rPr>
              <w:t>正美</w:t>
            </w:r>
          </w:p>
        </w:tc>
      </w:tr>
      <w:tr w:rsidR="00C462D7" w:rsidRPr="00F52763" w14:paraId="56DEEA17" w14:textId="77777777" w:rsidTr="006B06FF">
        <w:trPr>
          <w:trHeight w:val="850"/>
        </w:trPr>
        <w:tc>
          <w:tcPr>
            <w:tcW w:w="1126" w:type="dxa"/>
            <w:vAlign w:val="center"/>
          </w:tcPr>
          <w:p w14:paraId="017749B6" w14:textId="3FA46ED6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CA2DE1" w:rsidRPr="006D4DD3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40743923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64DF72D9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</w:t>
            </w:r>
            <w:r w:rsidR="002E187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日立製作所</w:t>
            </w:r>
          </w:p>
        </w:tc>
      </w:tr>
      <w:tr w:rsidR="00C462D7" w:rsidRPr="00F52763" w14:paraId="43A2DA52" w14:textId="77777777" w:rsidTr="006B06FF">
        <w:trPr>
          <w:trHeight w:val="850"/>
        </w:trPr>
        <w:tc>
          <w:tcPr>
            <w:tcW w:w="1126" w:type="dxa"/>
            <w:vAlign w:val="center"/>
          </w:tcPr>
          <w:p w14:paraId="40C756E3" w14:textId="63BB045A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CA2DE1" w:rsidRPr="006D4DD3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3C716293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</w:t>
            </w:r>
            <w:r w:rsidR="002E187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日立製作所</w:t>
            </w:r>
          </w:p>
        </w:tc>
      </w:tr>
      <w:tr w:rsidR="00CA2DE1" w:rsidRPr="00F52763" w14:paraId="5D99B9D0" w14:textId="77777777" w:rsidTr="006B06FF">
        <w:trPr>
          <w:trHeight w:val="850"/>
        </w:trPr>
        <w:tc>
          <w:tcPr>
            <w:tcW w:w="1126" w:type="dxa"/>
            <w:vAlign w:val="center"/>
          </w:tcPr>
          <w:p w14:paraId="4577A60C" w14:textId="6D60C348" w:rsidR="00CA2DE1" w:rsidRPr="006D4DD3" w:rsidRDefault="00CA2DE1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16:25</w:t>
            </w:r>
          </w:p>
        </w:tc>
        <w:tc>
          <w:tcPr>
            <w:tcW w:w="851" w:type="dxa"/>
            <w:vAlign w:val="center"/>
          </w:tcPr>
          <w:p w14:paraId="1A29F4A7" w14:textId="56B01715" w:rsidR="00CA2DE1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69B596C" w14:textId="6A0522A1" w:rsidR="00CA2DE1" w:rsidRPr="006D4DD3" w:rsidRDefault="00CA2DE1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0B18ADE5" w14:textId="77777777" w:rsidR="00BF462F" w:rsidRPr="00BF462F" w:rsidRDefault="00C75066" w:rsidP="00BF462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7506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総務省 </w:t>
            </w:r>
            <w:r w:rsidR="00BF462F" w:rsidRPr="00BF462F">
              <w:rPr>
                <w:rFonts w:ascii="Meiryo UI" w:eastAsia="Meiryo UI" w:hAnsi="Meiryo UI" w:cs="Meiryo UI" w:hint="eastAsia"/>
                <w:sz w:val="22"/>
                <w:szCs w:val="22"/>
              </w:rPr>
              <w:t>四国総合通信局　情報通信部</w:t>
            </w:r>
          </w:p>
          <w:p w14:paraId="203AAEF8" w14:textId="7581CB1A" w:rsidR="00CA2DE1" w:rsidRPr="006D4DD3" w:rsidRDefault="00BF462F" w:rsidP="00BF462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F462F">
              <w:rPr>
                <w:rFonts w:ascii="Meiryo UI" w:eastAsia="Meiryo UI" w:hAnsi="Meiryo UI" w:cs="Meiryo UI" w:hint="eastAsia"/>
                <w:sz w:val="22"/>
                <w:szCs w:val="22"/>
              </w:rPr>
              <w:t>情報通信振興課</w:t>
            </w:r>
            <w:r w:rsidR="00C75066" w:rsidRPr="00C7506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BF462F">
              <w:rPr>
                <w:rFonts w:ascii="Meiryo UI" w:eastAsia="Meiryo UI" w:hAnsi="Meiryo UI" w:cs="Meiryo UI" w:hint="eastAsia"/>
                <w:sz w:val="22"/>
                <w:szCs w:val="22"/>
              </w:rPr>
              <w:t>企画監理官</w:t>
            </w:r>
          </w:p>
          <w:p w14:paraId="20C26B43" w14:textId="0C822E57" w:rsidR="00CA2DE1" w:rsidRPr="006D4DD3" w:rsidRDefault="00BF462F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F462F">
              <w:rPr>
                <w:rFonts w:ascii="Meiryo UI" w:eastAsia="Meiryo UI" w:hAnsi="Meiryo UI" w:cs="Meiryo UI" w:hint="eastAsia"/>
                <w:sz w:val="22"/>
                <w:szCs w:val="22"/>
              </w:rPr>
              <w:t>小寺　宏司</w:t>
            </w:r>
          </w:p>
        </w:tc>
      </w:tr>
      <w:tr w:rsidR="00C462D7" w:rsidRPr="00F52763" w14:paraId="07C0B100" w14:textId="77777777" w:rsidTr="006B06FF">
        <w:trPr>
          <w:trHeight w:val="850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2AA3F1A7" w14:textId="725E5EC8" w:rsidR="006A4004" w:rsidRPr="00586A5A" w:rsidRDefault="00BF462F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株式会社　日立製作所　水谷　晃絵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EC7E9" w14:textId="77777777" w:rsidR="00804CD2" w:rsidRDefault="00804CD2" w:rsidP="009B751E">
      <w:r>
        <w:separator/>
      </w:r>
    </w:p>
  </w:endnote>
  <w:endnote w:type="continuationSeparator" w:id="0">
    <w:p w14:paraId="7D0F83BB" w14:textId="77777777" w:rsidR="00804CD2" w:rsidRDefault="00804CD2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11621" w14:textId="77777777" w:rsidR="00804CD2" w:rsidRDefault="00804CD2" w:rsidP="009B751E">
      <w:r>
        <w:separator/>
      </w:r>
    </w:p>
  </w:footnote>
  <w:footnote w:type="continuationSeparator" w:id="0">
    <w:p w14:paraId="364ECA5C" w14:textId="77777777" w:rsidR="00804CD2" w:rsidRDefault="00804CD2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02ABA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37D4A"/>
    <w:rsid w:val="00241288"/>
    <w:rsid w:val="0025186D"/>
    <w:rsid w:val="00252C2C"/>
    <w:rsid w:val="00253CDD"/>
    <w:rsid w:val="002557B9"/>
    <w:rsid w:val="00265BE0"/>
    <w:rsid w:val="002706FB"/>
    <w:rsid w:val="00280C7F"/>
    <w:rsid w:val="002A2154"/>
    <w:rsid w:val="002A5B42"/>
    <w:rsid w:val="002A74AA"/>
    <w:rsid w:val="002D47F1"/>
    <w:rsid w:val="002E1876"/>
    <w:rsid w:val="002E46D2"/>
    <w:rsid w:val="002E4D4E"/>
    <w:rsid w:val="002F14F4"/>
    <w:rsid w:val="002F6361"/>
    <w:rsid w:val="00300A50"/>
    <w:rsid w:val="003030C2"/>
    <w:rsid w:val="00321D72"/>
    <w:rsid w:val="00324606"/>
    <w:rsid w:val="00342292"/>
    <w:rsid w:val="0034711D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74E8A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849F6"/>
    <w:rsid w:val="00691569"/>
    <w:rsid w:val="006A4004"/>
    <w:rsid w:val="006B06FF"/>
    <w:rsid w:val="006B3E11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373E0"/>
    <w:rsid w:val="00741230"/>
    <w:rsid w:val="007420A3"/>
    <w:rsid w:val="0075482F"/>
    <w:rsid w:val="00776514"/>
    <w:rsid w:val="007837EF"/>
    <w:rsid w:val="0078734B"/>
    <w:rsid w:val="00793E71"/>
    <w:rsid w:val="007A1D5A"/>
    <w:rsid w:val="007A4BDC"/>
    <w:rsid w:val="007B16AA"/>
    <w:rsid w:val="007B7DCB"/>
    <w:rsid w:val="007D2983"/>
    <w:rsid w:val="007D5BF0"/>
    <w:rsid w:val="007E7ED1"/>
    <w:rsid w:val="007F20F6"/>
    <w:rsid w:val="007F2AEF"/>
    <w:rsid w:val="00804CD2"/>
    <w:rsid w:val="00810799"/>
    <w:rsid w:val="00840148"/>
    <w:rsid w:val="00844931"/>
    <w:rsid w:val="00863F8B"/>
    <w:rsid w:val="00885799"/>
    <w:rsid w:val="00885F62"/>
    <w:rsid w:val="00890642"/>
    <w:rsid w:val="0089253E"/>
    <w:rsid w:val="008925FE"/>
    <w:rsid w:val="00897079"/>
    <w:rsid w:val="008B6E9E"/>
    <w:rsid w:val="008D5E85"/>
    <w:rsid w:val="008E155C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4CE3"/>
    <w:rsid w:val="009C53B3"/>
    <w:rsid w:val="009C6EE5"/>
    <w:rsid w:val="00A00E2D"/>
    <w:rsid w:val="00A0612E"/>
    <w:rsid w:val="00A1790E"/>
    <w:rsid w:val="00A17A22"/>
    <w:rsid w:val="00A71CD2"/>
    <w:rsid w:val="00A80316"/>
    <w:rsid w:val="00A814D0"/>
    <w:rsid w:val="00A846F7"/>
    <w:rsid w:val="00AB05E8"/>
    <w:rsid w:val="00AB6721"/>
    <w:rsid w:val="00AC5D1B"/>
    <w:rsid w:val="00AE7D0B"/>
    <w:rsid w:val="00AF1DF9"/>
    <w:rsid w:val="00B01C78"/>
    <w:rsid w:val="00B17198"/>
    <w:rsid w:val="00B23AA7"/>
    <w:rsid w:val="00B27656"/>
    <w:rsid w:val="00B36D85"/>
    <w:rsid w:val="00B615F6"/>
    <w:rsid w:val="00B65C85"/>
    <w:rsid w:val="00B73409"/>
    <w:rsid w:val="00B761FB"/>
    <w:rsid w:val="00BA3F4A"/>
    <w:rsid w:val="00BA59F7"/>
    <w:rsid w:val="00BB5FFF"/>
    <w:rsid w:val="00BC1AAE"/>
    <w:rsid w:val="00BD598B"/>
    <w:rsid w:val="00BE48DE"/>
    <w:rsid w:val="00BF462F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066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D00760"/>
    <w:rsid w:val="00D019EF"/>
    <w:rsid w:val="00D0612D"/>
    <w:rsid w:val="00D10467"/>
    <w:rsid w:val="00D11F86"/>
    <w:rsid w:val="00D2079B"/>
    <w:rsid w:val="00D2116F"/>
    <w:rsid w:val="00D21807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35C8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D85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736B1"/>
    <w:rsid w:val="00F80473"/>
    <w:rsid w:val="00F841F5"/>
    <w:rsid w:val="00F85E81"/>
    <w:rsid w:val="00F8795E"/>
    <w:rsid w:val="00F95D87"/>
    <w:rsid w:val="00FA0052"/>
    <w:rsid w:val="00FA2E68"/>
    <w:rsid w:val="00FB0084"/>
    <w:rsid w:val="00FB32D5"/>
    <w:rsid w:val="00FB3F5E"/>
    <w:rsid w:val="00FD6C21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3966133A.dotm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2019-06-03T02:11:00Z</dcterms:created>
  <dcterms:modified xsi:type="dcterms:W3CDTF">2020-02-06T08:21:00Z</dcterms:modified>
</cp:coreProperties>
</file>